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24305A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10114"/>
        <w:gridCol w:w="4453"/>
      </w:tblGrid>
      <w:tr w:rsidR="00BC2F0E" w:rsidRPr="00BC044A" w:rsidTr="00417D9C">
        <w:trPr>
          <w:trHeight w:val="428"/>
        </w:trPr>
        <w:tc>
          <w:tcPr>
            <w:tcW w:w="10114" w:type="dxa"/>
          </w:tcPr>
          <w:p w:rsidR="00BC2F0E" w:rsidRPr="00963E33" w:rsidRDefault="00BC2F0E" w:rsidP="00F852D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BC2F0E" w:rsidRPr="00BC044A" w:rsidRDefault="00BC2F0E" w:rsidP="00202EA0">
            <w:pPr>
              <w:rPr>
                <w:rFonts w:ascii="Times New Roman" w:hAnsi="Times New Roman"/>
                <w:sz w:val="28"/>
                <w:szCs w:val="28"/>
              </w:rPr>
            </w:pPr>
            <w:r w:rsidRPr="00B63E06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BC2F0E" w:rsidRPr="00BC044A" w:rsidRDefault="00BC2F0E" w:rsidP="00202EA0">
            <w:pPr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CC31A1" w:rsidRPr="00BC044A" w:rsidRDefault="00F4106A" w:rsidP="00E333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</w:t>
            </w:r>
            <w:r w:rsidR="00C32295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CC31A1" w:rsidRPr="00BC044A" w:rsidTr="00E33301">
        <w:trPr>
          <w:trHeight w:val="87"/>
        </w:trPr>
        <w:tc>
          <w:tcPr>
            <w:tcW w:w="10114" w:type="dxa"/>
          </w:tcPr>
          <w:p w:rsidR="00CC31A1" w:rsidRPr="00963E33" w:rsidRDefault="00CC31A1" w:rsidP="00F852D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1" w:colLast="1"/>
          </w:p>
        </w:tc>
        <w:tc>
          <w:tcPr>
            <w:tcW w:w="4453" w:type="dxa"/>
          </w:tcPr>
          <w:p w:rsidR="00CC31A1" w:rsidRPr="00B63E06" w:rsidRDefault="008C14CC" w:rsidP="00CC31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18.06.2020 № 144</w:t>
            </w:r>
          </w:p>
        </w:tc>
      </w:tr>
      <w:bookmarkEnd w:id="0"/>
      <w:tr w:rsidR="00E33301" w:rsidRPr="00BC044A" w:rsidTr="00E33301">
        <w:trPr>
          <w:trHeight w:val="87"/>
        </w:trPr>
        <w:tc>
          <w:tcPr>
            <w:tcW w:w="10114" w:type="dxa"/>
          </w:tcPr>
          <w:p w:rsidR="00E33301" w:rsidRPr="00963E33" w:rsidRDefault="00E33301" w:rsidP="00F852D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E33301" w:rsidRPr="00B63E06" w:rsidRDefault="00E33301" w:rsidP="00CC31A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301" w:rsidRPr="00BC044A" w:rsidTr="00E33301">
        <w:trPr>
          <w:trHeight w:val="87"/>
        </w:trPr>
        <w:tc>
          <w:tcPr>
            <w:tcW w:w="10114" w:type="dxa"/>
          </w:tcPr>
          <w:p w:rsidR="00E33301" w:rsidRPr="00963E33" w:rsidRDefault="00E33301" w:rsidP="00F852D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E33301" w:rsidRPr="00B63E06" w:rsidRDefault="00E33301" w:rsidP="00CC31A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A0F5A" w:rsidRDefault="002A0F5A" w:rsidP="002A0F5A">
      <w:pPr>
        <w:autoSpaceDE w:val="0"/>
        <w:autoSpaceDN w:val="0"/>
        <w:adjustRightInd w:val="0"/>
        <w:spacing w:after="80" w:line="192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Изменения, вносимые в раздел 5 «Система программных мероприятий» </w:t>
      </w:r>
    </w:p>
    <w:p w:rsidR="002A0F5A" w:rsidRDefault="002A0F5A" w:rsidP="002A0F5A">
      <w:pPr>
        <w:autoSpaceDE w:val="0"/>
        <w:autoSpaceDN w:val="0"/>
        <w:adjustRightInd w:val="0"/>
        <w:spacing w:after="80" w:line="192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подпрограммы 4 «Дорожное хозяйство»</w:t>
      </w:r>
    </w:p>
    <w:p w:rsidR="002A0F5A" w:rsidRPr="006A7679" w:rsidRDefault="002A0F5A" w:rsidP="002A0F5A">
      <w:pPr>
        <w:autoSpaceDE w:val="0"/>
        <w:autoSpaceDN w:val="0"/>
        <w:adjustRightInd w:val="0"/>
        <w:spacing w:after="80"/>
        <w:jc w:val="center"/>
        <w:rPr>
          <w:rFonts w:ascii="Times New Roman" w:hAnsi="Times New Roman"/>
          <w:sz w:val="16"/>
          <w:szCs w:val="16"/>
        </w:rPr>
      </w:pPr>
    </w:p>
    <w:p w:rsidR="005D66EC" w:rsidRPr="00E24FB5" w:rsidRDefault="002A0F5A" w:rsidP="00E24FB5">
      <w:pPr>
        <w:autoSpaceDE w:val="0"/>
        <w:autoSpaceDN w:val="0"/>
        <w:adjustRightInd w:val="0"/>
        <w:spacing w:after="80"/>
        <w:ind w:firstLine="709"/>
        <w:jc w:val="both"/>
        <w:rPr>
          <w:rFonts w:ascii="Times New Roman" w:hAnsi="Times New Roman"/>
          <w:sz w:val="16"/>
          <w:szCs w:val="16"/>
        </w:rPr>
      </w:pPr>
      <w:r w:rsidRPr="00E24FB5">
        <w:rPr>
          <w:rFonts w:ascii="Times New Roman" w:hAnsi="Times New Roman"/>
          <w:sz w:val="28"/>
          <w:szCs w:val="24"/>
        </w:rPr>
        <w:t>Таблицы  № 1, 2.1, 3.2</w:t>
      </w:r>
      <w:r w:rsidR="00B15E6A" w:rsidRPr="00E24FB5">
        <w:rPr>
          <w:rFonts w:ascii="Times New Roman" w:hAnsi="Times New Roman"/>
          <w:sz w:val="28"/>
          <w:szCs w:val="24"/>
        </w:rPr>
        <w:t>, 4, 5</w:t>
      </w:r>
      <w:r w:rsidR="007A2DF1">
        <w:rPr>
          <w:rFonts w:ascii="Times New Roman" w:hAnsi="Times New Roman"/>
          <w:sz w:val="28"/>
          <w:szCs w:val="24"/>
        </w:rPr>
        <w:t>, 6</w:t>
      </w:r>
      <w:r w:rsidRPr="00E24FB5">
        <w:rPr>
          <w:rFonts w:ascii="Times New Roman" w:hAnsi="Times New Roman"/>
          <w:sz w:val="28"/>
          <w:szCs w:val="24"/>
        </w:rPr>
        <w:t xml:space="preserve"> изложить в следующей редакции:</w:t>
      </w:r>
    </w:p>
    <w:p w:rsidR="00BC2F0E" w:rsidRDefault="00BC2F0E" w:rsidP="00DA77C9">
      <w:pPr>
        <w:autoSpaceDE w:val="0"/>
        <w:autoSpaceDN w:val="0"/>
        <w:adjustRightInd w:val="0"/>
        <w:spacing w:after="80" w:line="192" w:lineRule="auto"/>
        <w:ind w:right="142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 w:rsidR="002B0C6F">
        <w:rPr>
          <w:rFonts w:ascii="Times New Roman" w:hAnsi="Times New Roman"/>
          <w:sz w:val="28"/>
          <w:szCs w:val="24"/>
        </w:rPr>
        <w:t xml:space="preserve">Таблица № </w:t>
      </w:r>
      <w:r w:rsidR="007E4534">
        <w:rPr>
          <w:rFonts w:ascii="Times New Roman" w:hAnsi="Times New Roman"/>
          <w:sz w:val="28"/>
          <w:szCs w:val="24"/>
        </w:rPr>
        <w:t>1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1134"/>
        <w:gridCol w:w="993"/>
        <w:gridCol w:w="1275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991D48" w:rsidRPr="00CC2AD7" w:rsidTr="00991D48">
        <w:trPr>
          <w:trHeight w:val="44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BC2F0E" w:rsidRPr="00CC2AD7" w:rsidRDefault="00BC2F0E" w:rsidP="00FA7B44"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C2AD7">
              <w:rPr>
                <w:rFonts w:ascii="Times New Roman" w:hAnsi="Times New Roman"/>
                <w:bCs/>
                <w:sz w:val="22"/>
                <w:szCs w:val="22"/>
              </w:rPr>
              <w:t xml:space="preserve">№ </w:t>
            </w:r>
            <w:proofErr w:type="gramStart"/>
            <w:r w:rsidRPr="00CC2AD7">
              <w:rPr>
                <w:rFonts w:ascii="Times New Roman" w:hAnsi="Times New Roman"/>
                <w:bCs/>
                <w:sz w:val="22"/>
                <w:szCs w:val="22"/>
              </w:rPr>
              <w:t>п</w:t>
            </w:r>
            <w:proofErr w:type="gramEnd"/>
            <w:r w:rsidRPr="00CC2AD7">
              <w:rPr>
                <w:rFonts w:ascii="Times New Roman" w:hAnsi="Times New Roman"/>
                <w:bCs/>
                <w:sz w:val="22"/>
                <w:szCs w:val="22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CC2AD7" w:rsidRDefault="00BC2F0E" w:rsidP="00F852D6">
            <w:pPr>
              <w:ind w:left="-108" w:right="-5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Пр</w:t>
            </w:r>
            <w:r w:rsidR="008B429E" w:rsidRPr="00CC2AD7">
              <w:rPr>
                <w:rFonts w:ascii="Times New Roman" w:hAnsi="Times New Roman"/>
                <w:sz w:val="22"/>
                <w:szCs w:val="22"/>
              </w:rPr>
              <w:t>ограммные мероприятия, обеспечи</w:t>
            </w:r>
            <w:r w:rsidRPr="00CC2AD7">
              <w:rPr>
                <w:rFonts w:ascii="Times New Roman" w:hAnsi="Times New Roman"/>
                <w:sz w:val="22"/>
                <w:szCs w:val="22"/>
              </w:rPr>
              <w:t>вающие выполнение задачи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CC2AD7">
              <w:rPr>
                <w:rFonts w:ascii="Times New Roman" w:hAnsi="Times New Roman"/>
                <w:sz w:val="22"/>
                <w:szCs w:val="22"/>
              </w:rPr>
              <w:t>распоря-дители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C2AD7">
              <w:rPr>
                <w:rFonts w:ascii="Times New Roman" w:hAnsi="Times New Roman"/>
                <w:sz w:val="22"/>
                <w:szCs w:val="22"/>
              </w:rPr>
              <w:t>Испол-нители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CC2AD7" w:rsidRDefault="008B429E" w:rsidP="008B429E">
            <w:pPr>
              <w:ind w:left="3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Источ</w:t>
            </w:r>
            <w:r w:rsidR="00BC2F0E" w:rsidRPr="00CC2AD7">
              <w:rPr>
                <w:rFonts w:ascii="Times New Roman" w:hAnsi="Times New Roman"/>
                <w:sz w:val="22"/>
                <w:szCs w:val="22"/>
              </w:rPr>
              <w:t xml:space="preserve">ник </w:t>
            </w:r>
            <w:proofErr w:type="spellStart"/>
            <w:proofErr w:type="gramStart"/>
            <w:r w:rsidR="00BC2F0E" w:rsidRPr="00CC2AD7">
              <w:rPr>
                <w:rFonts w:ascii="Times New Roman" w:hAnsi="Times New Roman"/>
                <w:sz w:val="22"/>
                <w:szCs w:val="22"/>
              </w:rPr>
              <w:t>финанси</w:t>
            </w:r>
            <w:r w:rsidRPr="00CC2AD7">
              <w:rPr>
                <w:rFonts w:ascii="Times New Roman" w:hAnsi="Times New Roman"/>
                <w:sz w:val="22"/>
                <w:szCs w:val="22"/>
              </w:rPr>
              <w:t>-</w:t>
            </w:r>
            <w:r w:rsidR="00BC2F0E" w:rsidRPr="00CC2AD7">
              <w:rPr>
                <w:rFonts w:ascii="Times New Roman" w:hAnsi="Times New Roman"/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7088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Объемы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Ожидаемый результат</w:t>
            </w:r>
          </w:p>
        </w:tc>
      </w:tr>
      <w:tr w:rsidR="00DA77C9" w:rsidRPr="00CC2AD7" w:rsidTr="00991D48">
        <w:trPr>
          <w:trHeight w:val="41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</w:tcBorders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C2F0E" w:rsidRPr="009960AC" w:rsidRDefault="009960AC" w:rsidP="00417D9C">
            <w:pPr>
              <w:ind w:left="-63" w:right="-7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="00EE0639">
              <w:rPr>
                <w:rFonts w:ascii="Times New Roman" w:hAnsi="Times New Roman"/>
                <w:sz w:val="22"/>
                <w:szCs w:val="22"/>
              </w:rPr>
              <w:t>сего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proofErr w:type="gramEnd"/>
          </w:p>
        </w:tc>
        <w:tc>
          <w:tcPr>
            <w:tcW w:w="6379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1843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BC2F0E" w:rsidRPr="00CC2AD7" w:rsidRDefault="00BC2F0E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7D9C" w:rsidRPr="00CC2AD7" w:rsidTr="00991D48">
        <w:trPr>
          <w:trHeight w:val="315"/>
        </w:trPr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708" w:type="dxa"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bottom w:val="nil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2AD7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</w:tcPr>
          <w:p w:rsidR="00CC2AD7" w:rsidRPr="00CC2AD7" w:rsidRDefault="00CC2AD7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C2F0E" w:rsidRPr="00CC2AD7" w:rsidRDefault="00BC2F0E" w:rsidP="00CC2AD7">
      <w:pPr>
        <w:spacing w:line="24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14743" w:type="dxa"/>
        <w:tblInd w:w="-34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1134"/>
        <w:gridCol w:w="993"/>
        <w:gridCol w:w="1275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E33301" w:rsidRPr="002B0876" w:rsidTr="00E33301">
        <w:trPr>
          <w:cantSplit/>
          <w:trHeight w:val="119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301" w:rsidRPr="002B0876" w:rsidRDefault="00E33301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301" w:rsidRPr="002B0876" w:rsidRDefault="00E33301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33301" w:rsidRPr="002B0876" w:rsidRDefault="00E33301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301" w:rsidRPr="002B0876" w:rsidRDefault="00E33301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301" w:rsidRPr="002B0876" w:rsidRDefault="00E33301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301" w:rsidRPr="002B0876" w:rsidRDefault="00E33301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301" w:rsidRPr="002B0876" w:rsidRDefault="00E33301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301" w:rsidRPr="002B0876" w:rsidRDefault="00E33301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301" w:rsidRPr="002B0876" w:rsidRDefault="00E33301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33301" w:rsidRPr="002B0876" w:rsidRDefault="00E33301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33301" w:rsidRPr="002B0876" w:rsidRDefault="00E33301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33301" w:rsidRPr="002B0876" w:rsidRDefault="00E33301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33301" w:rsidRPr="002B0876" w:rsidRDefault="00E33301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33301" w:rsidRPr="002B0876" w:rsidRDefault="00E33301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01" w:rsidRPr="002B0876" w:rsidRDefault="00E33301" w:rsidP="00F852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0876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E33301" w:rsidRPr="002B0876" w:rsidTr="00E33301">
        <w:trPr>
          <w:cantSplit/>
          <w:trHeight w:val="150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F2417F">
            <w:pPr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</w:rPr>
              <w:t xml:space="preserve">Задача 1. Обеспечение сохранности  и </w:t>
            </w:r>
            <w:proofErr w:type="gramStart"/>
            <w:r w:rsidRPr="002B0876">
              <w:rPr>
                <w:rFonts w:ascii="Times New Roman" w:hAnsi="Times New Roman"/>
                <w:color w:val="000000"/>
              </w:rPr>
              <w:t>круглогодичного</w:t>
            </w:r>
            <w:proofErr w:type="gramEnd"/>
          </w:p>
          <w:p w:rsidR="00E33301" w:rsidRPr="002B0876" w:rsidRDefault="00E33301" w:rsidP="00F2417F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 xml:space="preserve">устойчивого функционирования </w:t>
            </w:r>
            <w:r w:rsidRPr="002B0876">
              <w:rPr>
                <w:rFonts w:ascii="Times New Roman" w:hAnsi="Times New Roman"/>
              </w:rPr>
              <w:t xml:space="preserve">сети автомобильных дорог общего пользования регионального или межмуниципального значения и искусственных сооружений на них, повышение            безопасности дорожного  движения, в том </w:t>
            </w:r>
          </w:p>
          <w:p w:rsidR="00E33301" w:rsidRPr="002B0876" w:rsidRDefault="00E33301" w:rsidP="00AE5545">
            <w:pPr>
              <w:ind w:right="-103"/>
              <w:rPr>
                <w:rFonts w:ascii="Times New Roman" w:hAnsi="Times New Roman"/>
              </w:rPr>
            </w:pPr>
            <w:proofErr w:type="gramStart"/>
            <w:r w:rsidRPr="002B0876">
              <w:rPr>
                <w:rFonts w:ascii="Times New Roman" w:hAnsi="Times New Roman"/>
              </w:rPr>
              <w:t>числе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в том числе:</w:t>
            </w: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AD5A54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20233950,41094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1912582,17744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2253150,44464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2873219,65049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AD5A54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2277327,72692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2077315,03145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3198091,05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3148540,43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1368342,33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1125381,57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C25F89" w:rsidRDefault="00E33301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к концу 2016 года:</w:t>
            </w:r>
          </w:p>
          <w:p w:rsidR="00E33301" w:rsidRPr="00C25F89" w:rsidRDefault="00E33301" w:rsidP="00DA77C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выполнение неотложных работ по содержанию автомобильных дорог общего пользования регионального или </w:t>
            </w:r>
            <w:proofErr w:type="spellStart"/>
            <w:r w:rsidRPr="00C25F89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C25F89">
              <w:rPr>
                <w:rFonts w:ascii="Times New Roman" w:hAnsi="Times New Roman"/>
              </w:rPr>
              <w:t xml:space="preserve"> значения в целях ликвидации дефектов дорожного покрытия </w:t>
            </w:r>
            <w:proofErr w:type="gramStart"/>
            <w:r w:rsidRPr="00C25F89">
              <w:rPr>
                <w:rFonts w:ascii="Times New Roman" w:hAnsi="Times New Roman"/>
              </w:rPr>
              <w:t>на</w:t>
            </w:r>
            <w:proofErr w:type="gramEnd"/>
          </w:p>
          <w:p w:rsidR="00E33301" w:rsidRPr="00C25F89" w:rsidRDefault="00E33301" w:rsidP="00DA77C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280270 кв. </w:t>
            </w:r>
            <w:proofErr w:type="gramStart"/>
            <w:r w:rsidRPr="00C25F89">
              <w:rPr>
                <w:rFonts w:ascii="Times New Roman" w:hAnsi="Times New Roman"/>
              </w:rPr>
              <w:t>метрах</w:t>
            </w:r>
            <w:proofErr w:type="gramEnd"/>
            <w:r w:rsidRPr="00C25F89">
              <w:rPr>
                <w:rFonts w:ascii="Times New Roman" w:hAnsi="Times New Roman"/>
              </w:rPr>
              <w:t>;</w:t>
            </w:r>
          </w:p>
          <w:p w:rsidR="00E33301" w:rsidRPr="00C25F89" w:rsidRDefault="00E33301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к концу 2024 года:</w:t>
            </w:r>
          </w:p>
          <w:p w:rsidR="00E33301" w:rsidRPr="00C25F89" w:rsidRDefault="00E33301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обеспечение </w:t>
            </w:r>
            <w:proofErr w:type="gramStart"/>
            <w:r w:rsidRPr="00C25F89">
              <w:rPr>
                <w:rFonts w:ascii="Times New Roman" w:hAnsi="Times New Roman"/>
              </w:rPr>
              <w:t>круглогодичного</w:t>
            </w:r>
            <w:proofErr w:type="gramEnd"/>
          </w:p>
          <w:p w:rsidR="00E33301" w:rsidRPr="00C25F89" w:rsidRDefault="00E33301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содержания сети</w:t>
            </w:r>
          </w:p>
          <w:p w:rsidR="00E33301" w:rsidRPr="00C25F89" w:rsidRDefault="00E33301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lastRenderedPageBreak/>
              <w:t>автомобильных дорог общего пользования</w:t>
            </w:r>
          </w:p>
          <w:p w:rsidR="00E33301" w:rsidRPr="00C25F89" w:rsidRDefault="00E33301" w:rsidP="00F2417F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регионального или</w:t>
            </w:r>
          </w:p>
          <w:p w:rsidR="00E33301" w:rsidRPr="00C25F89" w:rsidRDefault="00E33301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proofErr w:type="gramStart"/>
            <w:r w:rsidRPr="00C25F89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C25F89">
              <w:rPr>
                <w:rFonts w:ascii="Times New Roman" w:hAnsi="Times New Roman"/>
              </w:rPr>
              <w:t xml:space="preserve"> значения и</w:t>
            </w:r>
          </w:p>
          <w:p w:rsidR="00E33301" w:rsidRPr="00C25F89" w:rsidRDefault="00E33301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искусственных сооружений на них  в соответствии с нормативными требованиями </w:t>
            </w:r>
            <w:proofErr w:type="gramStart"/>
            <w:r w:rsidRPr="00C25F89">
              <w:rPr>
                <w:rFonts w:ascii="Times New Roman" w:hAnsi="Times New Roman"/>
              </w:rPr>
              <w:t>к</w:t>
            </w:r>
            <w:proofErr w:type="gramEnd"/>
          </w:p>
          <w:p w:rsidR="00E33301" w:rsidRPr="00C25F89" w:rsidRDefault="00E33301" w:rsidP="005601C4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транспортно-</w:t>
            </w:r>
            <w:proofErr w:type="spellStart"/>
            <w:r w:rsidRPr="00C25F89">
              <w:rPr>
                <w:rFonts w:ascii="Times New Roman" w:hAnsi="Times New Roman"/>
              </w:rPr>
              <w:t>эксплуатацион</w:t>
            </w:r>
            <w:proofErr w:type="spellEnd"/>
            <w:r w:rsidRPr="00C25F89">
              <w:rPr>
                <w:rFonts w:ascii="Times New Roman" w:hAnsi="Times New Roman"/>
              </w:rPr>
              <w:t>-ному состоянию и</w:t>
            </w:r>
          </w:p>
          <w:p w:rsidR="00E33301" w:rsidRPr="00C25F89" w:rsidRDefault="00E33301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условиями                  безопасности движения;</w:t>
            </w:r>
          </w:p>
          <w:p w:rsidR="00E33301" w:rsidRPr="00C25F89" w:rsidRDefault="00E33301" w:rsidP="005601C4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обеспечение       </w:t>
            </w:r>
            <w:r>
              <w:rPr>
                <w:rFonts w:ascii="Times New Roman" w:hAnsi="Times New Roman"/>
              </w:rPr>
              <w:t>2915,2</w:t>
            </w:r>
            <w:r w:rsidRPr="00C25F89">
              <w:rPr>
                <w:rFonts w:ascii="Times New Roman" w:hAnsi="Times New Roman"/>
              </w:rPr>
              <w:t xml:space="preserve"> км общей протяженности</w:t>
            </w:r>
          </w:p>
          <w:p w:rsidR="00E33301" w:rsidRPr="00C25F89" w:rsidRDefault="00E33301" w:rsidP="005601C4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автомобильных дорог общего пользования регионального или </w:t>
            </w:r>
            <w:proofErr w:type="spellStart"/>
            <w:r w:rsidRPr="00C25F89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C25F89">
              <w:rPr>
                <w:rFonts w:ascii="Times New Roman" w:hAnsi="Times New Roman"/>
              </w:rPr>
              <w:t xml:space="preserve"> значения, соответствующих </w:t>
            </w:r>
            <w:proofErr w:type="gramStart"/>
            <w:r w:rsidRPr="00C25F89">
              <w:rPr>
                <w:rFonts w:ascii="Times New Roman" w:hAnsi="Times New Roman"/>
              </w:rPr>
              <w:t>нормативным</w:t>
            </w:r>
            <w:proofErr w:type="gramEnd"/>
          </w:p>
          <w:p w:rsidR="00E33301" w:rsidRPr="00C25F89" w:rsidRDefault="00E33301" w:rsidP="005601C4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требованиям </w:t>
            </w:r>
            <w:proofErr w:type="gramStart"/>
            <w:r w:rsidRPr="00C25F89">
              <w:rPr>
                <w:rFonts w:ascii="Times New Roman" w:hAnsi="Times New Roman"/>
              </w:rPr>
              <w:t>к</w:t>
            </w:r>
            <w:proofErr w:type="gramEnd"/>
            <w:r w:rsidRPr="00C25F89">
              <w:rPr>
                <w:rFonts w:ascii="Times New Roman" w:hAnsi="Times New Roman"/>
              </w:rPr>
              <w:t xml:space="preserve"> транспортно-</w:t>
            </w:r>
          </w:p>
          <w:p w:rsidR="00E33301" w:rsidRPr="00C25F89" w:rsidRDefault="00E33301" w:rsidP="00DA77C9">
            <w:pPr>
              <w:spacing w:line="235" w:lineRule="auto"/>
              <w:ind w:left="-6"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эксплуатационным показателям</w:t>
            </w:r>
          </w:p>
          <w:p w:rsidR="00E33301" w:rsidRPr="00C25F89" w:rsidRDefault="00E33301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на 31 декабря отчетного года</w:t>
            </w:r>
          </w:p>
          <w:p w:rsidR="00E33301" w:rsidRPr="00C25F89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33301" w:rsidRPr="00C25F89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33301" w:rsidRPr="00C25F89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33301" w:rsidRPr="00C25F89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33301" w:rsidRPr="00C25F89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33301" w:rsidRPr="00C25F89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33301" w:rsidRPr="00C25F89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01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федеральный бюджет </w:t>
            </w: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980245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335400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208210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436635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50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областной бюджет,                        из них:</w:t>
            </w: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AD5A54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19253705,41094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2044940,44464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2277327,72692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2077315,03145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3198091,05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3148540,43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1368342,33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1125381,57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50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19253705,41094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2044940,44464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2277327,72692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2077315,03145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3198091,05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3148540,43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1368342,33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1125381,57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50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lastRenderedPageBreak/>
              <w:t>1.1.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Содержание автомобильных дорог общего пользования регионального или </w:t>
            </w:r>
            <w:r w:rsidRPr="002B0876">
              <w:rPr>
                <w:rFonts w:ascii="Times New Roman" w:hAnsi="Times New Roman"/>
                <w:spacing w:val="-2"/>
              </w:rPr>
              <w:t>межмуниципального</w:t>
            </w:r>
            <w:r w:rsidRPr="002B0876">
              <w:rPr>
                <w:rFonts w:ascii="Times New Roman" w:hAnsi="Times New Roman"/>
              </w:rPr>
              <w:t xml:space="preserve"> значения и </w:t>
            </w:r>
          </w:p>
          <w:p w:rsidR="00E33301" w:rsidRPr="002B0876" w:rsidRDefault="00E33301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искусственных сооружений </w:t>
            </w:r>
            <w:proofErr w:type="gramStart"/>
            <w:r w:rsidRPr="002B0876">
              <w:rPr>
                <w:rFonts w:ascii="Times New Roman" w:hAnsi="Times New Roman"/>
              </w:rPr>
              <w:t>на</w:t>
            </w:r>
            <w:proofErr w:type="gramEnd"/>
          </w:p>
          <w:p w:rsidR="00E33301" w:rsidRPr="002B0876" w:rsidRDefault="00E33301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vertAlign w:val="superscript"/>
              </w:rPr>
            </w:pPr>
            <w:r w:rsidRPr="002B0876">
              <w:rPr>
                <w:rFonts w:ascii="Times New Roman" w:hAnsi="Times New Roman"/>
              </w:rPr>
              <w:t>них</w:t>
            </w:r>
            <w:proofErr w:type="gramStart"/>
            <w:r w:rsidRPr="002B0876">
              <w:rPr>
                <w:rFonts w:ascii="Times New Roman" w:hAnsi="Times New Roman"/>
                <w:bCs/>
                <w:vertAlign w:val="superscript"/>
              </w:rPr>
              <w:t>2</w:t>
            </w:r>
            <w:proofErr w:type="gramEnd"/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E33301" w:rsidRPr="002B0876" w:rsidRDefault="00E33301" w:rsidP="00DF7234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   в том числе: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6A3D9E" w:rsidRDefault="00E33301" w:rsidP="00F2417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6A3D9E">
              <w:rPr>
                <w:rFonts w:ascii="Times New Roman" w:hAnsi="Times New Roman"/>
              </w:rPr>
              <w:t>7041088,83726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F2417F">
            <w:pPr>
              <w:ind w:left="113" w:right="-141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1912582,17744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F2417F">
            <w:pPr>
              <w:ind w:left="113" w:right="-141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2253150,44464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F2417F">
            <w:pPr>
              <w:ind w:left="113" w:right="-141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2873219,65049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F2417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2122,81469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F2417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F2417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F2417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F2417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F2417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127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федеральный бюджет                       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980245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335400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208210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436635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506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областной бюджет,                         из них: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6060843,83726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2044940,44464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2122,81469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506"/>
        </w:trPr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6060843,83726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2044940,44464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2122,81469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283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DA77C9" w:rsidRDefault="00E33301" w:rsidP="00D87800">
            <w:pPr>
              <w:ind w:right="-108"/>
              <w:rPr>
                <w:rFonts w:ascii="Times New Roman" w:hAnsi="Times New Roman"/>
                <w:bCs/>
              </w:rPr>
            </w:pPr>
            <w:r w:rsidRPr="002B0876">
              <w:rPr>
                <w:rFonts w:ascii="Times New Roman" w:hAnsi="Times New Roman"/>
                <w:bCs/>
              </w:rPr>
              <w:t>из них: выполненные и не оплаченные работы в 2015 году</w:t>
            </w:r>
          </w:p>
        </w:tc>
        <w:tc>
          <w:tcPr>
            <w:tcW w:w="113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37009,46126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37009,46126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A77C9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A3D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A3D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50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ГКУ Рязанской области «ДДРО»</w:t>
            </w: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601C4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областной бюджет,                         из них: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94202E" w:rsidRDefault="00E33301" w:rsidP="00AD5A54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13192861,57368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94202E" w:rsidRDefault="00E33301" w:rsidP="00DD20F1">
            <w:pPr>
              <w:jc w:val="center"/>
              <w:rPr>
                <w:rFonts w:ascii="Times New Roman" w:hAnsi="Times New Roman"/>
              </w:rPr>
            </w:pPr>
            <w:r w:rsidRPr="0094202E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94202E" w:rsidRDefault="00E33301" w:rsidP="00DD20F1">
            <w:pPr>
              <w:jc w:val="center"/>
              <w:rPr>
                <w:rFonts w:ascii="Times New Roman" w:hAnsi="Times New Roman"/>
              </w:rPr>
            </w:pPr>
            <w:r w:rsidRPr="0094202E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94202E" w:rsidRDefault="00E33301" w:rsidP="00DD20F1">
            <w:pPr>
              <w:jc w:val="center"/>
              <w:rPr>
                <w:rFonts w:ascii="Times New Roman" w:hAnsi="Times New Roman"/>
              </w:rPr>
            </w:pPr>
            <w:r w:rsidRPr="0094202E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463585" w:rsidRDefault="00E33301" w:rsidP="00DD20F1">
            <w:pPr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2275204,91223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463585" w:rsidRDefault="00E33301" w:rsidP="00DD20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2077301,28145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94202E" w:rsidRDefault="00E33301" w:rsidP="00DD20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3198091,05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94202E" w:rsidRDefault="00E33301" w:rsidP="00DD20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3148540,43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1368342,33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1125381,57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60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94202E" w:rsidRDefault="00E33301" w:rsidP="00DD20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13192861,57368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94202E" w:rsidRDefault="00E33301" w:rsidP="00DD20F1">
            <w:pPr>
              <w:jc w:val="center"/>
              <w:rPr>
                <w:rFonts w:ascii="Times New Roman" w:hAnsi="Times New Roman"/>
              </w:rPr>
            </w:pPr>
            <w:r w:rsidRPr="0094202E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94202E" w:rsidRDefault="00E33301" w:rsidP="00DD20F1">
            <w:pPr>
              <w:jc w:val="center"/>
              <w:rPr>
                <w:rFonts w:ascii="Times New Roman" w:hAnsi="Times New Roman"/>
              </w:rPr>
            </w:pPr>
            <w:r w:rsidRPr="0094202E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94202E" w:rsidRDefault="00E33301" w:rsidP="00DD20F1">
            <w:pPr>
              <w:jc w:val="center"/>
              <w:rPr>
                <w:rFonts w:ascii="Times New Roman" w:hAnsi="Times New Roman"/>
              </w:rPr>
            </w:pPr>
            <w:r w:rsidRPr="0094202E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463585" w:rsidRDefault="00E33301" w:rsidP="00DD20F1">
            <w:pPr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2275204,91223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463585" w:rsidRDefault="00E33301" w:rsidP="00DD20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2077301,28145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94202E" w:rsidRDefault="00E33301" w:rsidP="00DD20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3198091,05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94202E" w:rsidRDefault="00E33301" w:rsidP="00DD20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3148540,43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1368342,33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1125381,57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21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2.</w:t>
            </w: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5601C4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F7234">
            <w:pPr>
              <w:rPr>
                <w:rFonts w:ascii="Times New Roman" w:hAnsi="Times New Roman"/>
                <w:color w:val="000000"/>
              </w:rPr>
            </w:pPr>
            <w:r w:rsidRPr="002B0876">
              <w:rPr>
                <w:rFonts w:ascii="Times New Roman" w:hAnsi="Times New Roman"/>
              </w:rPr>
              <w:t xml:space="preserve">Задача 2. Увеличение </w:t>
            </w:r>
            <w:r w:rsidRPr="002B0876">
              <w:rPr>
                <w:rFonts w:ascii="Times New Roman" w:hAnsi="Times New Roman"/>
                <w:color w:val="000000"/>
              </w:rPr>
              <w:t xml:space="preserve">протяженности автомобильных дорог общего пользования регионального или </w:t>
            </w:r>
            <w:r w:rsidRPr="002B0876">
              <w:rPr>
                <w:rFonts w:ascii="Times New Roman" w:hAnsi="Times New Roman"/>
                <w:color w:val="000000"/>
                <w:spacing w:val="-4"/>
              </w:rPr>
              <w:t xml:space="preserve">межмуниципального  </w:t>
            </w:r>
            <w:r w:rsidRPr="002B0876">
              <w:rPr>
                <w:rFonts w:ascii="Times New Roman" w:hAnsi="Times New Roman"/>
                <w:color w:val="000000"/>
              </w:rPr>
              <w:t>значения и искусственных сооружений на них, соответствующих нормативным требованиям,</w:t>
            </w:r>
          </w:p>
          <w:p w:rsidR="00E33301" w:rsidRPr="002B0876" w:rsidRDefault="00E33301" w:rsidP="00F2417F">
            <w:pPr>
              <w:spacing w:line="226" w:lineRule="auto"/>
              <w:ind w:right="-103"/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  <w:color w:val="000000"/>
              </w:rPr>
              <w:t xml:space="preserve">увеличение </w:t>
            </w:r>
            <w:proofErr w:type="gramStart"/>
            <w:r w:rsidRPr="002B0876">
              <w:rPr>
                <w:rFonts w:ascii="Times New Roman" w:hAnsi="Times New Roman"/>
                <w:bCs/>
                <w:color w:val="000000"/>
              </w:rPr>
              <w:t>пропускной</w:t>
            </w:r>
            <w:proofErr w:type="gramEnd"/>
          </w:p>
          <w:p w:rsidR="00E33301" w:rsidRPr="002B0876" w:rsidRDefault="00E33301" w:rsidP="00F2417F">
            <w:pPr>
              <w:spacing w:line="226" w:lineRule="auto"/>
              <w:ind w:right="-103"/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 xml:space="preserve">способности, </w:t>
            </w: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профилактика</w:t>
            </w:r>
          </w:p>
          <w:p w:rsidR="00E33301" w:rsidRDefault="00E33301" w:rsidP="00F2417F">
            <w:pPr>
              <w:spacing w:line="226" w:lineRule="auto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возникновения опасных участков на сети автомобильных дорог общего </w:t>
            </w:r>
          </w:p>
          <w:p w:rsidR="00E33301" w:rsidRPr="002B0876" w:rsidRDefault="00E33301" w:rsidP="00DF7234">
            <w:pPr>
              <w:spacing w:line="226" w:lineRule="auto"/>
              <w:ind w:right="-103"/>
              <w:rPr>
                <w:rFonts w:ascii="Times New Roman" w:hAnsi="Times New Roman"/>
                <w:color w:val="000000"/>
              </w:rPr>
            </w:pPr>
            <w:r w:rsidRPr="002B0876">
              <w:rPr>
                <w:rFonts w:ascii="Times New Roman" w:hAnsi="Times New Roman"/>
              </w:rPr>
              <w:t>пользования</w:t>
            </w:r>
            <w:r w:rsidRPr="002B0876">
              <w:rPr>
                <w:rFonts w:ascii="Times New Roman" w:hAnsi="Times New Roman"/>
                <w:color w:val="000000"/>
              </w:rPr>
              <w:t xml:space="preserve">         регионального или межмуниципального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2B0876">
              <w:rPr>
                <w:rFonts w:ascii="Times New Roman" w:hAnsi="Times New Roman"/>
                <w:color w:val="000000"/>
              </w:rPr>
              <w:t xml:space="preserve">значения, повышение  их технических </w:t>
            </w:r>
          </w:p>
          <w:p w:rsidR="00E33301" w:rsidRPr="002B0876" w:rsidRDefault="00E33301" w:rsidP="00F2417F">
            <w:pPr>
              <w:spacing w:line="226" w:lineRule="auto"/>
              <w:rPr>
                <w:rFonts w:ascii="Times New Roman" w:hAnsi="Times New Roman"/>
                <w:color w:val="000000"/>
              </w:rPr>
            </w:pPr>
            <w:r w:rsidRPr="002B0876">
              <w:rPr>
                <w:rFonts w:ascii="Times New Roman" w:hAnsi="Times New Roman"/>
                <w:color w:val="000000"/>
              </w:rPr>
              <w:t xml:space="preserve">характеристик, </w:t>
            </w:r>
          </w:p>
          <w:p w:rsidR="00E33301" w:rsidRPr="002B0876" w:rsidRDefault="00E33301" w:rsidP="00C35E95">
            <w:pPr>
              <w:rPr>
                <w:rFonts w:ascii="Times New Roman" w:hAnsi="Times New Roman"/>
                <w:color w:val="000000"/>
              </w:rPr>
            </w:pPr>
            <w:r w:rsidRPr="002B0876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7E3AEC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       в том числе: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CC2B55" w:rsidRDefault="00E33301" w:rsidP="00F2417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9474657,06494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CC2B55" w:rsidRDefault="00E33301" w:rsidP="00F2417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1468392,0816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CC2B55" w:rsidRDefault="00E33301" w:rsidP="00F2417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1636686,56523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CC2B55" w:rsidRDefault="00E33301" w:rsidP="00F2417F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846724,21853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CC2B55" w:rsidRDefault="00E33301" w:rsidP="00F2417F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CC2B55" w:rsidRDefault="00E33301" w:rsidP="00F2417F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453064,58359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CC2B55" w:rsidRDefault="00E33301" w:rsidP="00F2417F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F2417F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F2417F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F2417F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680000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C25F89" w:rsidRDefault="00E33301" w:rsidP="00DF7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к концу 2024 года</w:t>
            </w:r>
          </w:p>
          <w:p w:rsidR="00E33301" w:rsidRPr="00C25F89" w:rsidRDefault="00E33301" w:rsidP="00B15E6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выполнение капитального ремонта и ремонта </w:t>
            </w:r>
            <w:proofErr w:type="gramStart"/>
            <w:r w:rsidRPr="00C25F89">
              <w:rPr>
                <w:rFonts w:ascii="Times New Roman" w:hAnsi="Times New Roman"/>
              </w:rPr>
              <w:t>уникальных</w:t>
            </w:r>
            <w:proofErr w:type="gramEnd"/>
            <w:r w:rsidRPr="00C25F89">
              <w:rPr>
                <w:rFonts w:ascii="Times New Roman" w:hAnsi="Times New Roman"/>
              </w:rPr>
              <w:t xml:space="preserve"> искусственных</w:t>
            </w:r>
          </w:p>
          <w:p w:rsidR="00E33301" w:rsidRPr="00C25F89" w:rsidRDefault="00E33301" w:rsidP="00B15E6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сооружений</w:t>
            </w:r>
          </w:p>
          <w:p w:rsidR="00E33301" w:rsidRPr="00C25F89" w:rsidRDefault="00E33301" w:rsidP="00B15E6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C25F89">
              <w:rPr>
                <w:rFonts w:ascii="Times New Roman" w:hAnsi="Times New Roman"/>
              </w:rPr>
              <w:t xml:space="preserve"> шт./</w:t>
            </w:r>
            <w:r>
              <w:rPr>
                <w:rFonts w:ascii="Times New Roman" w:hAnsi="Times New Roman"/>
              </w:rPr>
              <w:t>2</w:t>
            </w:r>
            <w:r w:rsidRPr="00C25F89">
              <w:rPr>
                <w:rFonts w:ascii="Times New Roman" w:hAnsi="Times New Roman"/>
              </w:rPr>
              <w:t xml:space="preserve">762,16 </w:t>
            </w:r>
            <w:proofErr w:type="gramStart"/>
            <w:r w:rsidRPr="00C25F89">
              <w:rPr>
                <w:rFonts w:ascii="Times New Roman" w:hAnsi="Times New Roman"/>
              </w:rPr>
              <w:t>погонных</w:t>
            </w:r>
            <w:proofErr w:type="gramEnd"/>
            <w:r w:rsidRPr="00C25F89">
              <w:rPr>
                <w:rFonts w:ascii="Times New Roman" w:hAnsi="Times New Roman"/>
              </w:rPr>
              <w:t xml:space="preserve"> метр</w:t>
            </w:r>
            <w:r>
              <w:rPr>
                <w:rFonts w:ascii="Times New Roman" w:hAnsi="Times New Roman"/>
              </w:rPr>
              <w:t>а</w:t>
            </w:r>
            <w:r w:rsidRPr="00C25F89">
              <w:rPr>
                <w:rFonts w:ascii="Times New Roman" w:hAnsi="Times New Roman"/>
              </w:rPr>
              <w:t>;</w:t>
            </w:r>
          </w:p>
          <w:p w:rsidR="00E33301" w:rsidRPr="00C25F89" w:rsidRDefault="00E33301" w:rsidP="00B15E6A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достижение доли </w:t>
            </w:r>
            <w:proofErr w:type="gramStart"/>
            <w:r w:rsidRPr="00C25F89">
              <w:rPr>
                <w:rFonts w:ascii="Times New Roman" w:hAnsi="Times New Roman"/>
              </w:rPr>
              <w:t>уникальных</w:t>
            </w:r>
            <w:proofErr w:type="gramEnd"/>
          </w:p>
          <w:p w:rsidR="00E33301" w:rsidRPr="00C25F89" w:rsidRDefault="00E33301" w:rsidP="00B15E6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искусственных дорожных сооружений,</w:t>
            </w:r>
          </w:p>
          <w:p w:rsidR="00E33301" w:rsidRPr="00C25F89" w:rsidRDefault="00E33301" w:rsidP="00B15E6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находящихся в </w:t>
            </w:r>
          </w:p>
          <w:p w:rsidR="00E33301" w:rsidRDefault="00E33301" w:rsidP="00B15E6A">
            <w:pPr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предаварийном или аварийном </w:t>
            </w:r>
            <w:proofErr w:type="gramStart"/>
            <w:r w:rsidRPr="00C25F89">
              <w:rPr>
                <w:rFonts w:ascii="Times New Roman" w:hAnsi="Times New Roman"/>
              </w:rPr>
              <w:t>состоянии</w:t>
            </w:r>
            <w:proofErr w:type="gramEnd"/>
            <w:r w:rsidRPr="00C25F89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3,4</w:t>
            </w:r>
            <w:r w:rsidRPr="00C25F89">
              <w:rPr>
                <w:rFonts w:ascii="Times New Roman" w:hAnsi="Times New Roman"/>
              </w:rPr>
              <w:t>%;</w:t>
            </w:r>
          </w:p>
          <w:p w:rsidR="00E33301" w:rsidRPr="00C25F89" w:rsidRDefault="00E33301" w:rsidP="00B15E6A">
            <w:pPr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выполнение:</w:t>
            </w:r>
          </w:p>
          <w:p w:rsidR="00E33301" w:rsidRPr="00C25F89" w:rsidRDefault="00E33301" w:rsidP="00DF7234">
            <w:pPr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- капитального </w:t>
            </w:r>
          </w:p>
          <w:p w:rsidR="00E33301" w:rsidRPr="00C25F89" w:rsidRDefault="00E33301" w:rsidP="00DF7234">
            <w:pPr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ремонта      </w:t>
            </w:r>
            <w:r>
              <w:rPr>
                <w:rFonts w:ascii="Times New Roman" w:hAnsi="Times New Roman"/>
              </w:rPr>
              <w:t>518,10858</w:t>
            </w:r>
            <w:r w:rsidRPr="00C25F89">
              <w:rPr>
                <w:rFonts w:ascii="Times New Roman" w:hAnsi="Times New Roman"/>
              </w:rPr>
              <w:t xml:space="preserve"> км </w:t>
            </w:r>
          </w:p>
          <w:p w:rsidR="00E33301" w:rsidRPr="00C25F89" w:rsidRDefault="00E33301" w:rsidP="00DF7234">
            <w:pPr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автомобильных дорог общего</w:t>
            </w:r>
          </w:p>
          <w:p w:rsidR="00E33301" w:rsidRPr="00C25F89" w:rsidRDefault="00E33301" w:rsidP="00F2417F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пользования регионального или </w:t>
            </w:r>
            <w:proofErr w:type="spellStart"/>
            <w:proofErr w:type="gramStart"/>
            <w:r w:rsidRPr="00C25F89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C25F89">
              <w:rPr>
                <w:rFonts w:ascii="Times New Roman" w:hAnsi="Times New Roman"/>
              </w:rPr>
              <w:t xml:space="preserve"> значения и </w:t>
            </w:r>
          </w:p>
          <w:p w:rsidR="00E33301" w:rsidRPr="00C25F89" w:rsidRDefault="00E33301" w:rsidP="00DA77C9">
            <w:pPr>
              <w:spacing w:line="226" w:lineRule="auto"/>
              <w:ind w:left="-6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505,66</w:t>
            </w:r>
            <w:r w:rsidRPr="00C25F89">
              <w:rPr>
                <w:rFonts w:ascii="Times New Roman" w:hAnsi="Times New Roman"/>
              </w:rPr>
              <w:t xml:space="preserve"> </w:t>
            </w:r>
            <w:proofErr w:type="gramStart"/>
            <w:r w:rsidRPr="00C25F89">
              <w:rPr>
                <w:rFonts w:ascii="Times New Roman" w:hAnsi="Times New Roman"/>
              </w:rPr>
              <w:t>погонных</w:t>
            </w:r>
            <w:proofErr w:type="gramEnd"/>
            <w:r w:rsidRPr="00C25F89">
              <w:rPr>
                <w:rFonts w:ascii="Times New Roman" w:hAnsi="Times New Roman"/>
              </w:rPr>
              <w:t xml:space="preserve"> метр</w:t>
            </w:r>
            <w:r>
              <w:rPr>
                <w:rFonts w:ascii="Times New Roman" w:hAnsi="Times New Roman"/>
              </w:rPr>
              <w:t>а</w:t>
            </w:r>
            <w:r w:rsidRPr="00C25F89">
              <w:rPr>
                <w:rFonts w:ascii="Times New Roman" w:hAnsi="Times New Roman"/>
              </w:rPr>
              <w:t xml:space="preserve"> искусственных</w:t>
            </w:r>
          </w:p>
          <w:p w:rsidR="00E33301" w:rsidRPr="00C25F89" w:rsidRDefault="00E33301" w:rsidP="00F2417F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сооружений </w:t>
            </w:r>
            <w:proofErr w:type="gramStart"/>
            <w:r w:rsidRPr="00C25F89">
              <w:rPr>
                <w:rFonts w:ascii="Times New Roman" w:hAnsi="Times New Roman"/>
              </w:rPr>
              <w:t>на</w:t>
            </w:r>
            <w:proofErr w:type="gramEnd"/>
          </w:p>
          <w:p w:rsidR="00E33301" w:rsidRPr="00C25F89" w:rsidRDefault="00E33301" w:rsidP="00F2417F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них; </w:t>
            </w:r>
          </w:p>
          <w:p w:rsidR="00E33301" w:rsidRPr="00C25F89" w:rsidRDefault="00E33301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  <w:spacing w:val="-2"/>
              </w:rPr>
              <w:t xml:space="preserve">- ремонта </w:t>
            </w:r>
            <w:r w:rsidRPr="00C25F89">
              <w:rPr>
                <w:rFonts w:ascii="Times New Roman" w:hAnsi="Times New Roman"/>
                <w:spacing w:val="-2"/>
              </w:rPr>
              <w:br/>
            </w:r>
            <w:r>
              <w:rPr>
                <w:rFonts w:ascii="Times New Roman" w:hAnsi="Times New Roman"/>
                <w:spacing w:val="-2"/>
              </w:rPr>
              <w:t>1117,988</w:t>
            </w:r>
            <w:r w:rsidRPr="00C25F89">
              <w:rPr>
                <w:rFonts w:ascii="Times New Roman" w:hAnsi="Times New Roman"/>
                <w:spacing w:val="-2"/>
              </w:rPr>
              <w:t xml:space="preserve"> км</w:t>
            </w:r>
            <w:r w:rsidRPr="00C25F89">
              <w:rPr>
                <w:rFonts w:ascii="Times New Roman" w:hAnsi="Times New Roman"/>
              </w:rPr>
              <w:t xml:space="preserve"> автомобильных</w:t>
            </w:r>
          </w:p>
          <w:p w:rsidR="00E33301" w:rsidRPr="00C25F89" w:rsidRDefault="00E33301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дорог общего пользования регионального или</w:t>
            </w:r>
          </w:p>
          <w:p w:rsidR="00E33301" w:rsidRPr="00C25F89" w:rsidRDefault="00E33301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proofErr w:type="gramStart"/>
            <w:r w:rsidRPr="00C25F89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C25F89">
              <w:rPr>
                <w:rFonts w:ascii="Times New Roman" w:hAnsi="Times New Roman"/>
              </w:rPr>
              <w:t xml:space="preserve"> значения и</w:t>
            </w:r>
          </w:p>
          <w:p w:rsidR="00E33301" w:rsidRPr="00C25F89" w:rsidRDefault="00E33301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4489,37</w:t>
            </w:r>
            <w:r w:rsidRPr="00C25F89">
              <w:rPr>
                <w:rFonts w:ascii="Times New Roman" w:hAnsi="Times New Roman"/>
              </w:rPr>
              <w:t xml:space="preserve"> погонных</w:t>
            </w:r>
          </w:p>
          <w:p w:rsidR="00E33301" w:rsidRPr="00C25F89" w:rsidRDefault="00E33301" w:rsidP="00E33301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метр</w:t>
            </w:r>
            <w:r>
              <w:rPr>
                <w:rFonts w:ascii="Times New Roman" w:hAnsi="Times New Roman"/>
              </w:rPr>
              <w:t>а</w:t>
            </w:r>
            <w:r w:rsidRPr="00C25F89">
              <w:rPr>
                <w:rFonts w:ascii="Times New Roman" w:hAnsi="Times New Roman"/>
              </w:rPr>
              <w:t xml:space="preserve"> искусственных сооружений на них</w:t>
            </w:r>
          </w:p>
        </w:tc>
      </w:tr>
      <w:tr w:rsidR="00E33301" w:rsidRPr="002B0876" w:rsidTr="00E33301">
        <w:trPr>
          <w:cantSplit/>
          <w:trHeight w:val="132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2417F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Default="00E33301" w:rsidP="00C35E95">
            <w:pPr>
              <w:rPr>
                <w:rFonts w:ascii="Times New Roman" w:hAnsi="Times New Roman"/>
              </w:rPr>
            </w:pPr>
          </w:p>
          <w:p w:rsidR="00E33301" w:rsidRDefault="00E33301" w:rsidP="00C35E95">
            <w:pPr>
              <w:rPr>
                <w:rFonts w:ascii="Times New Roman" w:hAnsi="Times New Roman"/>
              </w:rPr>
            </w:pPr>
          </w:p>
          <w:p w:rsidR="00E33301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5382174,151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311900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547009,151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293365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680000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85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2417F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33301" w:rsidRPr="002B0876" w:rsidRDefault="00E33301" w:rsidP="00F2417F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417D9C">
            <w:pPr>
              <w:spacing w:line="226" w:lineRule="auto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4F0A49">
            <w:pPr>
              <w:spacing w:line="226" w:lineRule="auto"/>
              <w:ind w:left="113" w:right="113"/>
              <w:jc w:val="righ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4092482,91394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601C4">
            <w:pPr>
              <w:spacing w:line="226" w:lineRule="auto"/>
              <w:ind w:left="113" w:right="113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601C4">
            <w:pPr>
              <w:spacing w:line="226" w:lineRule="auto"/>
              <w:ind w:left="113" w:right="113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1089677,41423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601C4">
            <w:pPr>
              <w:spacing w:line="226" w:lineRule="auto"/>
              <w:ind w:left="113" w:right="113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AD5A54">
            <w:pPr>
              <w:spacing w:line="226" w:lineRule="auto"/>
              <w:ind w:left="113" w:right="113" w:hanging="108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4F0A49">
            <w:pPr>
              <w:spacing w:line="226" w:lineRule="auto"/>
              <w:ind w:left="113" w:right="113" w:hanging="108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453064,58359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4F0A49">
            <w:pPr>
              <w:spacing w:line="226" w:lineRule="auto"/>
              <w:ind w:left="113" w:right="113" w:hanging="108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4F0A49">
            <w:pPr>
              <w:spacing w:line="226" w:lineRule="auto"/>
              <w:ind w:left="113" w:right="113" w:hanging="108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4F0A49">
            <w:pPr>
              <w:spacing w:line="226" w:lineRule="auto"/>
              <w:ind w:left="113" w:right="113" w:hanging="108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4F0A49">
            <w:pPr>
              <w:spacing w:line="226" w:lineRule="auto"/>
              <w:ind w:left="113" w:right="113" w:hanging="108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854"/>
        </w:trPr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601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4092482,91394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601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601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1089677,41423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601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601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5601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453064,58359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5601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5601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5601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5601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85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2.1.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Капитальный ремонт  и ремонт </w:t>
            </w: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автомобильных дорог общего пользования</w:t>
            </w:r>
          </w:p>
          <w:p w:rsidR="00E33301" w:rsidRPr="002B0876" w:rsidRDefault="00E33301" w:rsidP="00F2417F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регионального или межмуниципального значения и </w:t>
            </w:r>
            <w:proofErr w:type="gramStart"/>
            <w:r w:rsidRPr="002B0876">
              <w:rPr>
                <w:rFonts w:ascii="Times New Roman" w:hAnsi="Times New Roman"/>
              </w:rPr>
              <w:t>искусственных</w:t>
            </w:r>
            <w:proofErr w:type="gramEnd"/>
          </w:p>
          <w:p w:rsidR="00E33301" w:rsidRPr="002B0876" w:rsidRDefault="00E33301" w:rsidP="00417D9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сооружений на них,  в том числе уникальных искусственных сооружений</w:t>
            </w:r>
            <w:r w:rsidRPr="002B0876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7E3AEC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       в том числе:</w:t>
            </w:r>
          </w:p>
          <w:p w:rsidR="00E33301" w:rsidRPr="002B0876" w:rsidRDefault="00E33301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3951802,86536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1468392,0816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1636686,56523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846724,21853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190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7E3AE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1152274,151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311900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547009,151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293365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854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2799528,71436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1089677,41423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431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2799528,71436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1089677,41423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85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Default="00E33301" w:rsidP="00417D9C">
            <w:pPr>
              <w:ind w:right="-108"/>
              <w:rPr>
                <w:rFonts w:ascii="Times New Roman" w:hAnsi="Times New Roman"/>
                <w:bCs/>
              </w:rPr>
            </w:pPr>
            <w:r w:rsidRPr="002B0876">
              <w:rPr>
                <w:rFonts w:ascii="Times New Roman" w:hAnsi="Times New Roman"/>
                <w:bCs/>
              </w:rPr>
              <w:t>из них: выполненные и не оплаченные работы в 2015 году</w:t>
            </w:r>
          </w:p>
          <w:p w:rsidR="00E33301" w:rsidRPr="00417D9C" w:rsidRDefault="00E33301" w:rsidP="00C35E9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E33301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60251,65135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60251,65135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85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ГКУ Рязанской области «ДДРО»</w:t>
            </w: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2417F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       в том числе:</w:t>
            </w:r>
          </w:p>
          <w:p w:rsidR="00E33301" w:rsidRPr="002B0876" w:rsidRDefault="00E33301" w:rsidP="00F2417F">
            <w:pPr>
              <w:spacing w:line="226" w:lineRule="auto"/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CC2B55" w:rsidRDefault="00E33301" w:rsidP="0028334B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5522854,19958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CC2B55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CC2B55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CC2B55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CC2B55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CC2B55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453064,58359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CC2B55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680000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180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F2417F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D20F1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4229900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D20F1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D20F1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D20F1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D20F1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D20F1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D20F1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D20F1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D20F1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3549900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D20F1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680000 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3F4440">
        <w:trPr>
          <w:cantSplit/>
          <w:trHeight w:val="1693"/>
        </w:trPr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</w:tcPr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AD5A5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1292954,19958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453064,58359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5601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3F4440">
        <w:trPr>
          <w:cantSplit/>
          <w:trHeight w:val="8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1292954,199588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453064,58359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8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3.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601C4">
            <w:pPr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</w:rPr>
              <w:t>Задача 3. П</w:t>
            </w:r>
            <w:r w:rsidRPr="002B0876">
              <w:rPr>
                <w:rFonts w:ascii="Times New Roman" w:hAnsi="Times New Roman"/>
                <w:bCs/>
                <w:color w:val="000000"/>
              </w:rPr>
              <w:t>рирост протяженности автомобильных дорог общего пользования регионального или</w:t>
            </w:r>
          </w:p>
          <w:p w:rsidR="00E33301" w:rsidRPr="002B0876" w:rsidRDefault="00E33301" w:rsidP="00DA77C9">
            <w:pPr>
              <w:ind w:right="-108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м</w:t>
            </w:r>
            <w:r w:rsidRPr="002B0876">
              <w:rPr>
                <w:rFonts w:ascii="Times New Roman" w:hAnsi="Times New Roman"/>
                <w:bCs/>
                <w:color w:val="000000"/>
              </w:rPr>
              <w:t xml:space="preserve">ежмуниципального значения за счет строительства </w:t>
            </w:r>
          </w:p>
          <w:p w:rsidR="00E33301" w:rsidRPr="002B0876" w:rsidRDefault="00E33301" w:rsidP="005601C4">
            <w:pPr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>новых</w:t>
            </w:r>
          </w:p>
          <w:p w:rsidR="00E33301" w:rsidRPr="002B0876" w:rsidRDefault="00E33301" w:rsidP="005601C4">
            <w:pPr>
              <w:ind w:right="-36"/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 xml:space="preserve">и реконструкции </w:t>
            </w:r>
          </w:p>
          <w:p w:rsidR="00E33301" w:rsidRPr="002B0876" w:rsidRDefault="00E33301" w:rsidP="00C35E95">
            <w:pPr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>существующих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601C4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601C4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в том числе:</w:t>
            </w: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11004952,01058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346003,2972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325810,58083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380875,73387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320386,27206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11B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468032,07922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11B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1956415,7474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2587134,2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2106666,67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2513627,43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C25F89" w:rsidRDefault="00E33301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обеспечение протяженности сети автомобильных дорог общего пользования регионального или </w:t>
            </w:r>
            <w:proofErr w:type="spellStart"/>
            <w:r w:rsidRPr="00C25F89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C25F89">
              <w:rPr>
                <w:rFonts w:ascii="Times New Roman" w:hAnsi="Times New Roman"/>
              </w:rPr>
              <w:t xml:space="preserve"> значения </w:t>
            </w:r>
            <w:proofErr w:type="gramStart"/>
            <w:r w:rsidRPr="00C25F89">
              <w:rPr>
                <w:rFonts w:ascii="Times New Roman" w:hAnsi="Times New Roman"/>
              </w:rPr>
              <w:t>на</w:t>
            </w:r>
            <w:proofErr w:type="gramEnd"/>
          </w:p>
          <w:p w:rsidR="00E33301" w:rsidRPr="00C25F89" w:rsidRDefault="00E33301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территории Рязанской области                     </w:t>
            </w:r>
          </w:p>
          <w:p w:rsidR="00E33301" w:rsidRPr="00C25F89" w:rsidRDefault="00E33301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6652,3 </w:t>
            </w:r>
            <w:r w:rsidRPr="00C25F89">
              <w:rPr>
                <w:rFonts w:ascii="Times New Roman" w:hAnsi="Times New Roman"/>
              </w:rPr>
              <w:t>км;</w:t>
            </w:r>
          </w:p>
          <w:p w:rsidR="00E33301" w:rsidRPr="00C25F89" w:rsidRDefault="00E33301" w:rsidP="00F579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введение </w:t>
            </w:r>
            <w:proofErr w:type="gramStart"/>
            <w:r w:rsidRPr="00C25F89">
              <w:rPr>
                <w:rFonts w:ascii="Times New Roman" w:hAnsi="Times New Roman"/>
              </w:rPr>
              <w:t>в</w:t>
            </w:r>
            <w:proofErr w:type="gramEnd"/>
          </w:p>
        </w:tc>
      </w:tr>
      <w:tr w:rsidR="00E33301" w:rsidRPr="002B0876" w:rsidTr="00E33301">
        <w:trPr>
          <w:cantSplit/>
          <w:trHeight w:val="142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nil"/>
            </w:tcBorders>
            <w:shd w:val="clear" w:color="auto" w:fill="auto"/>
          </w:tcPr>
          <w:p w:rsidR="00E33301" w:rsidRPr="002B0876" w:rsidRDefault="00E33301" w:rsidP="00D12AC1">
            <w:pPr>
              <w:rPr>
                <w:rFonts w:ascii="Times New Roman" w:hAnsi="Times New Roman"/>
                <w:bCs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>автомобильных</w:t>
            </w:r>
          </w:p>
          <w:p w:rsidR="00E33301" w:rsidRPr="002B0876" w:rsidRDefault="00E33301" w:rsidP="00D12AC1">
            <w:pPr>
              <w:ind w:right="-36"/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 xml:space="preserve">дорог общего пользования </w:t>
            </w:r>
          </w:p>
          <w:p w:rsidR="00E33301" w:rsidRPr="002B0876" w:rsidRDefault="00E33301" w:rsidP="00D12AC1">
            <w:pPr>
              <w:ind w:right="-36"/>
              <w:rPr>
                <w:rFonts w:ascii="Times New Roman" w:hAnsi="Times New Roman"/>
                <w:bCs/>
                <w:color w:val="000000"/>
              </w:rPr>
            </w:pPr>
            <w:r w:rsidRPr="002B0876">
              <w:rPr>
                <w:rFonts w:ascii="Times New Roman" w:hAnsi="Times New Roman"/>
                <w:bCs/>
                <w:color w:val="000000"/>
              </w:rPr>
              <w:t xml:space="preserve">регионального или межмуниципального значения и искусственных сооружений на них, </w:t>
            </w:r>
          </w:p>
          <w:p w:rsidR="00E33301" w:rsidRPr="002B0876" w:rsidRDefault="00E33301" w:rsidP="00D12AC1">
            <w:pPr>
              <w:rPr>
                <w:rFonts w:ascii="Times New Roman" w:hAnsi="Times New Roman"/>
                <w:bCs/>
              </w:rPr>
            </w:pPr>
            <w:r w:rsidRPr="002B0876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F579F0">
            <w:pPr>
              <w:rPr>
                <w:rFonts w:ascii="Times New Roman" w:hAnsi="Times New Roman"/>
              </w:rPr>
            </w:pPr>
          </w:p>
          <w:p w:rsidR="00E33301" w:rsidRPr="002B0876" w:rsidRDefault="00E33301" w:rsidP="00F579F0">
            <w:pPr>
              <w:rPr>
                <w:rFonts w:ascii="Times New Roman" w:hAnsi="Times New Roman"/>
              </w:rPr>
            </w:pPr>
          </w:p>
          <w:p w:rsidR="00E33301" w:rsidRPr="002B0876" w:rsidRDefault="00E33301" w:rsidP="00F579F0">
            <w:pPr>
              <w:rPr>
                <w:rFonts w:ascii="Times New Roman" w:hAnsi="Times New Roman"/>
              </w:rPr>
            </w:pPr>
          </w:p>
          <w:p w:rsidR="00E33301" w:rsidRPr="002B0876" w:rsidRDefault="00E33301" w:rsidP="00F579F0">
            <w:pPr>
              <w:rPr>
                <w:rFonts w:ascii="Times New Roman" w:hAnsi="Times New Roman"/>
              </w:rPr>
            </w:pPr>
          </w:p>
          <w:p w:rsidR="00E33301" w:rsidRPr="002B0876" w:rsidRDefault="00E33301" w:rsidP="00F579F0">
            <w:pPr>
              <w:rPr>
                <w:rFonts w:ascii="Times New Roman" w:hAnsi="Times New Roman"/>
              </w:rPr>
            </w:pPr>
          </w:p>
          <w:p w:rsidR="00E33301" w:rsidRPr="002B0876" w:rsidRDefault="00E33301" w:rsidP="00F579F0">
            <w:pPr>
              <w:rPr>
                <w:rFonts w:ascii="Times New Roman" w:hAnsi="Times New Roman"/>
              </w:rPr>
            </w:pPr>
          </w:p>
          <w:p w:rsidR="00E33301" w:rsidRPr="002B0876" w:rsidRDefault="00E33301" w:rsidP="00F579F0">
            <w:pPr>
              <w:rPr>
                <w:rFonts w:ascii="Times New Roman" w:hAnsi="Times New Roman"/>
              </w:rPr>
            </w:pPr>
          </w:p>
          <w:p w:rsidR="00E33301" w:rsidRPr="002B0876" w:rsidRDefault="00E33301" w:rsidP="00F579F0">
            <w:pPr>
              <w:rPr>
                <w:rFonts w:ascii="Times New Roman" w:hAnsi="Times New Roman"/>
              </w:rPr>
            </w:pPr>
          </w:p>
          <w:p w:rsidR="00E33301" w:rsidRPr="002B0876" w:rsidRDefault="00E33301" w:rsidP="00F579F0">
            <w:pPr>
              <w:rPr>
                <w:rFonts w:ascii="Times New Roman" w:hAnsi="Times New Roman"/>
              </w:rPr>
            </w:pPr>
          </w:p>
          <w:p w:rsidR="00E33301" w:rsidRPr="002B0876" w:rsidRDefault="00E33301" w:rsidP="00F579F0">
            <w:pPr>
              <w:rPr>
                <w:rFonts w:ascii="Times New Roman" w:hAnsi="Times New Roman"/>
              </w:rPr>
            </w:pPr>
          </w:p>
          <w:p w:rsidR="00E33301" w:rsidRPr="002B0876" w:rsidRDefault="00E33301" w:rsidP="00F579F0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E33301" w:rsidRPr="002B0876" w:rsidRDefault="00E33301" w:rsidP="000E71BB">
            <w:pPr>
              <w:rPr>
                <w:rFonts w:ascii="Times New Roman" w:hAnsi="Times New Roman"/>
              </w:rPr>
            </w:pPr>
          </w:p>
          <w:p w:rsidR="00E33301" w:rsidRPr="002B0876" w:rsidRDefault="00E33301" w:rsidP="000E71BB">
            <w:pPr>
              <w:rPr>
                <w:rFonts w:ascii="Times New Roman" w:hAnsi="Times New Roman"/>
              </w:rPr>
            </w:pPr>
          </w:p>
          <w:p w:rsidR="00E33301" w:rsidRPr="002B0876" w:rsidRDefault="00E33301" w:rsidP="000E71BB">
            <w:pPr>
              <w:rPr>
                <w:rFonts w:ascii="Times New Roman" w:hAnsi="Times New Roman"/>
              </w:rPr>
            </w:pPr>
          </w:p>
          <w:p w:rsidR="00E33301" w:rsidRPr="002B0876" w:rsidRDefault="00E33301" w:rsidP="000E71BB">
            <w:pPr>
              <w:rPr>
                <w:rFonts w:ascii="Times New Roman" w:hAnsi="Times New Roman"/>
              </w:rPr>
            </w:pPr>
          </w:p>
          <w:p w:rsidR="00E33301" w:rsidRPr="002B0876" w:rsidRDefault="00E33301" w:rsidP="000E71BB">
            <w:pPr>
              <w:rPr>
                <w:rFonts w:ascii="Times New Roman" w:hAnsi="Times New Roman"/>
              </w:rPr>
            </w:pPr>
          </w:p>
          <w:p w:rsidR="00E33301" w:rsidRPr="002B0876" w:rsidRDefault="00E33301" w:rsidP="000E71BB">
            <w:pPr>
              <w:rPr>
                <w:rFonts w:ascii="Times New Roman" w:hAnsi="Times New Roman"/>
              </w:rPr>
            </w:pPr>
          </w:p>
          <w:p w:rsidR="00E33301" w:rsidRPr="002B0876" w:rsidRDefault="00E33301" w:rsidP="000E71BB">
            <w:pPr>
              <w:rPr>
                <w:rFonts w:ascii="Times New Roman" w:hAnsi="Times New Roman"/>
              </w:rPr>
            </w:pPr>
          </w:p>
          <w:p w:rsidR="00E33301" w:rsidRPr="002B0876" w:rsidRDefault="00E33301" w:rsidP="000E71BB">
            <w:pPr>
              <w:rPr>
                <w:rFonts w:ascii="Times New Roman" w:hAnsi="Times New Roman"/>
              </w:rPr>
            </w:pPr>
          </w:p>
          <w:p w:rsidR="00E33301" w:rsidRPr="002B0876" w:rsidRDefault="00E33301" w:rsidP="000E71BB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893778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E33301" w:rsidRPr="002B0876" w:rsidRDefault="00E33301" w:rsidP="0089377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E33301" w:rsidRPr="002B0876" w:rsidRDefault="00E33301" w:rsidP="00893778">
            <w:pPr>
              <w:rPr>
                <w:rFonts w:ascii="Times New Roman" w:hAnsi="Times New Roman"/>
              </w:rPr>
            </w:pPr>
          </w:p>
          <w:p w:rsidR="00E33301" w:rsidRPr="002B0876" w:rsidRDefault="00E33301" w:rsidP="00893778">
            <w:pPr>
              <w:rPr>
                <w:rFonts w:ascii="Times New Roman" w:hAnsi="Times New Roman"/>
              </w:rPr>
            </w:pPr>
          </w:p>
          <w:p w:rsidR="00E33301" w:rsidRPr="002B0876" w:rsidRDefault="00E33301" w:rsidP="0089377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3397266,649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119366,5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92962,949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131602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1112914,5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1608420,7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C25F89" w:rsidRDefault="00E33301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эксплуатацию</w:t>
            </w:r>
          </w:p>
          <w:p w:rsidR="00E33301" w:rsidRPr="00C25F89" w:rsidRDefault="00E33301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после</w:t>
            </w:r>
          </w:p>
          <w:p w:rsidR="00E33301" w:rsidRPr="00C25F89" w:rsidRDefault="00E33301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строительства и </w:t>
            </w:r>
          </w:p>
          <w:p w:rsidR="00E33301" w:rsidRPr="00C25F89" w:rsidRDefault="00E33301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реконструкции автомобильных дорог общего пользования регионального или </w:t>
            </w:r>
            <w:proofErr w:type="spellStart"/>
            <w:proofErr w:type="gramStart"/>
            <w:r w:rsidRPr="00C25F89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C25F89">
              <w:rPr>
                <w:rFonts w:ascii="Times New Roman" w:hAnsi="Times New Roman"/>
              </w:rPr>
              <w:t xml:space="preserve"> значения  </w:t>
            </w:r>
            <w:r>
              <w:rPr>
                <w:rFonts w:ascii="Times New Roman" w:hAnsi="Times New Roman"/>
              </w:rPr>
              <w:t>170,751</w:t>
            </w:r>
            <w:r w:rsidRPr="00C25F89">
              <w:rPr>
                <w:rFonts w:ascii="Times New Roman" w:hAnsi="Times New Roman"/>
              </w:rPr>
              <w:t xml:space="preserve"> км и </w:t>
            </w:r>
            <w:r>
              <w:rPr>
                <w:rFonts w:ascii="Times New Roman" w:hAnsi="Times New Roman"/>
              </w:rPr>
              <w:t>2278,85</w:t>
            </w:r>
            <w:r w:rsidRPr="00C25F89">
              <w:rPr>
                <w:rFonts w:ascii="Times New Roman" w:hAnsi="Times New Roman"/>
              </w:rPr>
              <w:t xml:space="preserve"> погонных метр</w:t>
            </w:r>
            <w:r>
              <w:rPr>
                <w:rFonts w:ascii="Times New Roman" w:hAnsi="Times New Roman"/>
              </w:rPr>
              <w:t>а</w:t>
            </w:r>
            <w:r w:rsidRPr="00C25F89">
              <w:rPr>
                <w:rFonts w:ascii="Times New Roman" w:hAnsi="Times New Roman"/>
              </w:rPr>
              <w:t xml:space="preserve"> искусственных </w:t>
            </w:r>
          </w:p>
          <w:p w:rsidR="00E33301" w:rsidRPr="00C25F89" w:rsidRDefault="00E33301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сооружений на них;</w:t>
            </w:r>
          </w:p>
          <w:p w:rsidR="00E33301" w:rsidRPr="00C25F89" w:rsidRDefault="00E33301" w:rsidP="00DA77C9">
            <w:pPr>
              <w:autoSpaceDE w:val="0"/>
              <w:autoSpaceDN w:val="0"/>
              <w:adjustRightInd w:val="0"/>
              <w:spacing w:line="228" w:lineRule="auto"/>
              <w:ind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введение в эксплуатацию после</w:t>
            </w:r>
          </w:p>
          <w:p w:rsidR="00E33301" w:rsidRPr="00C25F89" w:rsidRDefault="00E33301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строительства и </w:t>
            </w:r>
            <w:proofErr w:type="gramStart"/>
            <w:r w:rsidRPr="00C25F89">
              <w:rPr>
                <w:rFonts w:ascii="Times New Roman" w:hAnsi="Times New Roman"/>
              </w:rPr>
              <w:t>реконструкции</w:t>
            </w:r>
            <w:proofErr w:type="gramEnd"/>
            <w:r w:rsidRPr="00C25F89">
              <w:rPr>
                <w:rFonts w:ascii="Times New Roman" w:hAnsi="Times New Roman"/>
              </w:rPr>
              <w:t xml:space="preserve"> автомобильных дорог общего пользования регионального или </w:t>
            </w:r>
            <w:proofErr w:type="spellStart"/>
            <w:r w:rsidRPr="00C25F89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C25F89">
              <w:rPr>
                <w:rFonts w:ascii="Times New Roman" w:hAnsi="Times New Roman"/>
              </w:rPr>
              <w:t xml:space="preserve"> значения,  исходя из расчетной протяженности введенных  искусственных сооружений</w:t>
            </w:r>
          </w:p>
          <w:p w:rsidR="00E33301" w:rsidRPr="00C25F89" w:rsidRDefault="00E33301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(мостов, мостовых переходов, путепроводов, транспортных развязок), 0,32 км;</w:t>
            </w:r>
          </w:p>
          <w:p w:rsidR="00E33301" w:rsidRPr="00C25F89" w:rsidRDefault="00E33301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обеспечение прироста протяженности</w:t>
            </w:r>
          </w:p>
          <w:p w:rsidR="00E33301" w:rsidRPr="00C25F89" w:rsidRDefault="00E33301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сети автомобильных дорог общего</w:t>
            </w:r>
          </w:p>
          <w:p w:rsidR="00E33301" w:rsidRPr="00C25F89" w:rsidRDefault="00E33301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пользования регионального или </w:t>
            </w:r>
            <w:proofErr w:type="spellStart"/>
            <w:proofErr w:type="gramStart"/>
            <w:r w:rsidRPr="00C25F89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C25F89">
              <w:rPr>
                <w:rFonts w:ascii="Times New Roman" w:hAnsi="Times New Roman"/>
              </w:rPr>
              <w:t xml:space="preserve"> значения на территории Рязанской области</w:t>
            </w:r>
          </w:p>
          <w:p w:rsidR="00E33301" w:rsidRPr="00C25F89" w:rsidRDefault="00E33301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в результате строительства </w:t>
            </w:r>
          </w:p>
          <w:p w:rsidR="00E33301" w:rsidRPr="00C25F89" w:rsidRDefault="00E33301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новых </w:t>
            </w:r>
            <w:proofErr w:type="spellStart"/>
            <w:proofErr w:type="gramStart"/>
            <w:r w:rsidRPr="00C25F89">
              <w:rPr>
                <w:rFonts w:ascii="Times New Roman" w:hAnsi="Times New Roman"/>
              </w:rPr>
              <w:t>автомо-бильных</w:t>
            </w:r>
            <w:proofErr w:type="spellEnd"/>
            <w:proofErr w:type="gramEnd"/>
            <w:r w:rsidRPr="00C25F89">
              <w:rPr>
                <w:rFonts w:ascii="Times New Roman" w:hAnsi="Times New Roman"/>
              </w:rPr>
              <w:t xml:space="preserve"> дорог на </w:t>
            </w:r>
            <w:r>
              <w:rPr>
                <w:rFonts w:ascii="Times New Roman" w:hAnsi="Times New Roman"/>
              </w:rPr>
              <w:t>78,549</w:t>
            </w:r>
            <w:r w:rsidRPr="00C25F89">
              <w:rPr>
                <w:rFonts w:ascii="Times New Roman" w:hAnsi="Times New Roman"/>
              </w:rPr>
              <w:t xml:space="preserve"> км  и  </w:t>
            </w:r>
            <w:r>
              <w:rPr>
                <w:rFonts w:ascii="Times New Roman" w:hAnsi="Times New Roman"/>
              </w:rPr>
              <w:t>2239,55</w:t>
            </w:r>
            <w:r w:rsidRPr="00C25F89">
              <w:rPr>
                <w:rFonts w:ascii="Times New Roman" w:hAnsi="Times New Roman"/>
              </w:rPr>
              <w:t xml:space="preserve"> погонных метр</w:t>
            </w:r>
            <w:r>
              <w:rPr>
                <w:rFonts w:ascii="Times New Roman" w:hAnsi="Times New Roman"/>
              </w:rPr>
              <w:t>а</w:t>
            </w:r>
            <w:r w:rsidRPr="00C25F89">
              <w:rPr>
                <w:rFonts w:ascii="Times New Roman" w:hAnsi="Times New Roman"/>
              </w:rPr>
              <w:t xml:space="preserve"> искусственных</w:t>
            </w:r>
          </w:p>
          <w:p w:rsidR="00E33301" w:rsidRPr="00C25F89" w:rsidRDefault="00E33301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сооружений </w:t>
            </w:r>
            <w:proofErr w:type="gramStart"/>
            <w:r w:rsidRPr="00C25F89">
              <w:rPr>
                <w:rFonts w:ascii="Times New Roman" w:hAnsi="Times New Roman"/>
              </w:rPr>
              <w:t>на</w:t>
            </w:r>
            <w:proofErr w:type="gramEnd"/>
          </w:p>
          <w:p w:rsidR="00E33301" w:rsidRPr="00C25F89" w:rsidRDefault="00E33301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них; </w:t>
            </w:r>
          </w:p>
          <w:p w:rsidR="00E33301" w:rsidRPr="00C25F89" w:rsidRDefault="00E33301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обеспечение</w:t>
            </w:r>
          </w:p>
          <w:p w:rsidR="00E33301" w:rsidRPr="00C25F89" w:rsidRDefault="00E33301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прироста протяженности автомобильных дорог общего пользования регионального или </w:t>
            </w:r>
            <w:proofErr w:type="spellStart"/>
            <w:r w:rsidRPr="00C25F89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C25F89">
              <w:rPr>
                <w:rFonts w:ascii="Times New Roman" w:hAnsi="Times New Roman"/>
              </w:rPr>
              <w:t xml:space="preserve"> значения </w:t>
            </w:r>
            <w:proofErr w:type="gramStart"/>
            <w:r w:rsidRPr="00C25F89">
              <w:rPr>
                <w:rFonts w:ascii="Times New Roman" w:hAnsi="Times New Roman"/>
              </w:rPr>
              <w:t>на</w:t>
            </w:r>
            <w:proofErr w:type="gramEnd"/>
          </w:p>
          <w:p w:rsidR="00E33301" w:rsidRPr="00C25F89" w:rsidRDefault="00E33301" w:rsidP="00DA77C9">
            <w:pPr>
              <w:tabs>
                <w:tab w:val="left" w:pos="709"/>
              </w:tabs>
              <w:spacing w:line="228" w:lineRule="auto"/>
              <w:ind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территории Рязанской области, </w:t>
            </w:r>
          </w:p>
          <w:p w:rsidR="00E33301" w:rsidRPr="00C25F89" w:rsidRDefault="00E33301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соответствующих</w:t>
            </w:r>
          </w:p>
          <w:p w:rsidR="00E33301" w:rsidRPr="00C25F89" w:rsidRDefault="00E33301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нормативным требованиям </w:t>
            </w:r>
            <w:proofErr w:type="gramStart"/>
            <w:r w:rsidRPr="00C25F89">
              <w:rPr>
                <w:rFonts w:ascii="Times New Roman" w:hAnsi="Times New Roman"/>
              </w:rPr>
              <w:t>к</w:t>
            </w:r>
            <w:proofErr w:type="gramEnd"/>
            <w:r w:rsidRPr="00C25F89">
              <w:rPr>
                <w:rFonts w:ascii="Times New Roman" w:hAnsi="Times New Roman"/>
              </w:rPr>
              <w:t xml:space="preserve"> транспортно-</w:t>
            </w:r>
          </w:p>
          <w:p w:rsidR="00E33301" w:rsidRPr="00C25F89" w:rsidRDefault="00E33301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  <w:spacing w:val="-2"/>
              </w:rPr>
            </w:pPr>
            <w:r w:rsidRPr="00C25F89">
              <w:rPr>
                <w:rFonts w:ascii="Times New Roman" w:hAnsi="Times New Roman"/>
                <w:spacing w:val="-2"/>
              </w:rPr>
              <w:t>эксплуатационным</w:t>
            </w:r>
          </w:p>
          <w:p w:rsidR="00E33301" w:rsidRPr="00C25F89" w:rsidRDefault="00E33301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показателям в результате реконструкции </w:t>
            </w:r>
          </w:p>
          <w:p w:rsidR="00E33301" w:rsidRPr="00C25F89" w:rsidRDefault="00E33301" w:rsidP="00417D9C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автомобильных дорог </w:t>
            </w:r>
            <w:proofErr w:type="gramStart"/>
            <w:r w:rsidRPr="00C25F89">
              <w:rPr>
                <w:rFonts w:ascii="Times New Roman" w:hAnsi="Times New Roman"/>
              </w:rPr>
              <w:t>на</w:t>
            </w:r>
            <w:proofErr w:type="gramEnd"/>
          </w:p>
          <w:p w:rsidR="00E33301" w:rsidRPr="00C25F89" w:rsidRDefault="00E33301" w:rsidP="00417D9C">
            <w:pPr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90,929</w:t>
            </w:r>
            <w:r w:rsidRPr="00C25F89">
              <w:rPr>
                <w:rFonts w:ascii="Times New Roman" w:hAnsi="Times New Roman"/>
              </w:rPr>
              <w:t xml:space="preserve">  км и </w:t>
            </w:r>
          </w:p>
          <w:p w:rsidR="00E33301" w:rsidRPr="00C25F89" w:rsidRDefault="00E33301" w:rsidP="00417D9C">
            <w:pPr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39,3 погонных метра</w:t>
            </w:r>
            <w:r w:rsidRPr="00C25F89">
              <w:rPr>
                <w:rFonts w:ascii="Times New Roman" w:hAnsi="Times New Roman"/>
              </w:rPr>
              <w:t xml:space="preserve"> искусственных сооружений</w:t>
            </w:r>
          </w:p>
          <w:p w:rsidR="00E33301" w:rsidRPr="00C25F89" w:rsidRDefault="00E33301" w:rsidP="00417D9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на них</w:t>
            </w:r>
          </w:p>
        </w:tc>
      </w:tr>
      <w:tr w:rsidR="00E33301" w:rsidRPr="002B0876" w:rsidTr="00E33301">
        <w:trPr>
          <w:cantSplit/>
          <w:trHeight w:val="1544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89377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33301" w:rsidRPr="002B0876" w:rsidRDefault="00E33301" w:rsidP="00893778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E33301" w:rsidRPr="002B0876" w:rsidRDefault="00E33301" w:rsidP="00893778">
            <w:pPr>
              <w:rPr>
                <w:rFonts w:ascii="Times New Roman" w:hAnsi="Times New Roman"/>
              </w:rPr>
            </w:pPr>
          </w:p>
          <w:p w:rsidR="00E33301" w:rsidRPr="002B0876" w:rsidRDefault="00E33301" w:rsidP="0089377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7607685,36158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232847,63183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893778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168386,27206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893778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288032,07922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893778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843501,2474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893778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978713,5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2106666,67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2513627,43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48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E33301" w:rsidRPr="002B0876" w:rsidRDefault="00E33301" w:rsidP="00893778">
            <w:pPr>
              <w:rPr>
                <w:rFonts w:ascii="Times New Roman" w:hAnsi="Times New Roman"/>
              </w:rPr>
            </w:pPr>
          </w:p>
          <w:p w:rsidR="00E33301" w:rsidRPr="002B0876" w:rsidRDefault="00E33301" w:rsidP="00893778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7607685,36158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232847,63183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168386,27206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288032,07922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843501,2474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978713,5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2106666,67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2513627,43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6A08C5" w:rsidTr="00E33301">
        <w:trPr>
          <w:cantSplit/>
          <w:trHeight w:val="134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463585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3.1.</w:t>
            </w:r>
          </w:p>
          <w:p w:rsidR="00E33301" w:rsidRPr="00463585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463585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463585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463585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463585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463585" w:rsidRDefault="00E33301" w:rsidP="00D12AC1">
            <w:pPr>
              <w:rPr>
                <w:rFonts w:ascii="Times New Roman" w:hAnsi="Times New Roman"/>
                <w:bCs/>
              </w:rPr>
            </w:pPr>
            <w:r w:rsidRPr="00463585">
              <w:rPr>
                <w:rFonts w:ascii="Times New Roman" w:hAnsi="Times New Roman"/>
              </w:rPr>
              <w:t xml:space="preserve">Строительство и реконструкция автомобильных дорог общего пользования  </w:t>
            </w:r>
            <w:r w:rsidRPr="00463585">
              <w:rPr>
                <w:rFonts w:ascii="Times New Roman" w:hAnsi="Times New Roman"/>
                <w:bCs/>
              </w:rPr>
              <w:t>регионального или</w:t>
            </w:r>
          </w:p>
          <w:p w:rsidR="00E33301" w:rsidRPr="00463585" w:rsidRDefault="00E33301" w:rsidP="00F2417F">
            <w:pPr>
              <w:ind w:right="-103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  <w:bCs/>
              </w:rPr>
              <w:t xml:space="preserve">межмуниципального </w:t>
            </w:r>
            <w:r w:rsidRPr="00463585">
              <w:rPr>
                <w:rFonts w:ascii="Times New Roman" w:hAnsi="Times New Roman"/>
              </w:rPr>
              <w:t xml:space="preserve">значения и искусственных сооружений </w:t>
            </w:r>
            <w:proofErr w:type="gramStart"/>
            <w:r w:rsidRPr="00463585">
              <w:rPr>
                <w:rFonts w:ascii="Times New Roman" w:hAnsi="Times New Roman"/>
              </w:rPr>
              <w:t>на</w:t>
            </w:r>
            <w:proofErr w:type="gramEnd"/>
          </w:p>
          <w:p w:rsidR="00E33301" w:rsidRPr="00463585" w:rsidRDefault="00E33301" w:rsidP="00417D9C">
            <w:pPr>
              <w:rPr>
                <w:rFonts w:ascii="Times New Roman" w:hAnsi="Times New Roman"/>
                <w:bCs/>
              </w:rPr>
            </w:pPr>
            <w:r w:rsidRPr="00463585">
              <w:rPr>
                <w:rFonts w:ascii="Times New Roman" w:hAnsi="Times New Roman"/>
              </w:rPr>
              <w:t>них</w:t>
            </w:r>
            <w:proofErr w:type="gramStart"/>
            <w:r w:rsidRPr="00463585">
              <w:rPr>
                <w:rFonts w:ascii="Times New Roman" w:hAnsi="Times New Roman"/>
                <w:vertAlign w:val="superscript"/>
              </w:rPr>
              <w:t>4</w:t>
            </w:r>
            <w:proofErr w:type="gramEnd"/>
            <w:r w:rsidRPr="00463585"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463585" w:rsidRDefault="00E33301" w:rsidP="00F2417F">
            <w:pPr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  <w:p w:rsidR="00E33301" w:rsidRPr="00463585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33301" w:rsidRPr="00463585" w:rsidRDefault="00E33301" w:rsidP="00DA77C9">
            <w:pPr>
              <w:ind w:right="-108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463585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463585" w:rsidRDefault="00E33301" w:rsidP="007E3AEC">
            <w:pPr>
              <w:spacing w:line="226" w:lineRule="auto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всего,                     в том числе:</w:t>
            </w:r>
          </w:p>
          <w:p w:rsidR="00E33301" w:rsidRPr="00463585" w:rsidRDefault="00E33301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E33301" w:rsidRPr="00463585" w:rsidRDefault="00E33301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E33301" w:rsidRPr="00463585" w:rsidRDefault="00E33301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E33301" w:rsidRPr="00463585" w:rsidRDefault="00E33301" w:rsidP="007E3AEC">
            <w:pPr>
              <w:spacing w:line="226" w:lineRule="auto"/>
              <w:rPr>
                <w:rFonts w:ascii="Times New Roman" w:hAnsi="Times New Roman"/>
              </w:rPr>
            </w:pPr>
          </w:p>
          <w:p w:rsidR="00E33301" w:rsidRPr="00463585" w:rsidRDefault="00E33301" w:rsidP="007E3AEC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463585" w:rsidRDefault="00E33301" w:rsidP="007E3AEC">
            <w:pPr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1059801,70224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463585" w:rsidRDefault="00E33301" w:rsidP="007E3AEC">
            <w:pPr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346003,2972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463585" w:rsidRDefault="00E33301" w:rsidP="007E3AEC">
            <w:pPr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325810,58083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463585" w:rsidRDefault="00E33301" w:rsidP="007E3AEC">
            <w:pPr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380875,73387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463585" w:rsidRDefault="00E33301" w:rsidP="007E3AEC">
            <w:pPr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3566,59034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463585" w:rsidRDefault="00E33301" w:rsidP="007E3AEC">
            <w:pPr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3545,5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463585" w:rsidRDefault="00E33301" w:rsidP="007E3AEC">
            <w:pPr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463585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463585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463585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63585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6A08C5" w:rsidRDefault="00E33301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</w:p>
        </w:tc>
      </w:tr>
      <w:tr w:rsidR="00E33301" w:rsidRPr="002B0876" w:rsidTr="00E33301">
        <w:trPr>
          <w:cantSplit/>
          <w:trHeight w:val="122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7E3AE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343931,449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119366,5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92962,949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131602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E33301">
            <w:pPr>
              <w:ind w:right="17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715870,25324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E33301">
            <w:pPr>
              <w:ind w:right="170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E33301">
            <w:pPr>
              <w:ind w:right="170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232847,63183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E33301">
            <w:pPr>
              <w:ind w:right="170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E33301">
            <w:pPr>
              <w:ind w:right="170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3566,59034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E33301">
            <w:pPr>
              <w:ind w:right="170" w:hanging="108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3545,5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E33301">
            <w:pPr>
              <w:ind w:right="170" w:hanging="109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E33301">
            <w:pPr>
              <w:ind w:right="170" w:hanging="109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E33301">
            <w:pPr>
              <w:ind w:right="170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E33301">
            <w:pPr>
              <w:ind w:right="170"/>
              <w:jc w:val="right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715870,25324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232847,63183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3566,59034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3545,5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87800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из них: </w:t>
            </w:r>
            <w:r w:rsidRPr="002B0876">
              <w:rPr>
                <w:rFonts w:ascii="Times New Roman" w:hAnsi="Times New Roman"/>
                <w:bCs/>
              </w:rPr>
              <w:t>выполненные и не оплаченные работы в 2015 году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11582,73542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11582,73542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ГКУ Рязанской области «ДДРО»</w:t>
            </w: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E7ECB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в том числе:</w:t>
            </w:r>
          </w:p>
          <w:p w:rsidR="00E33301" w:rsidRPr="002B0876" w:rsidRDefault="00E33301" w:rsidP="007E3AEC">
            <w:pPr>
              <w:ind w:right="-108"/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ind w:right="-108"/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ind w:right="-108"/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ind w:right="-108"/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4253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9945150,30834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425300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425300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425300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AD5A54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316819,68172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4253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464486,57922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4253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1956415,7474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42530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2587134,2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42530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2106666,67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42530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2513627,43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DE7ECB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7E3AE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3053335,2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315A48" w:rsidRDefault="00E33301" w:rsidP="007E3AEC">
            <w:pPr>
              <w:ind w:left="113" w:right="113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152000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1112914,5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1608420,7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6891815,10834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164819,68172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284486,57922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843501,2474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978713,5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2106666,67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2513627,43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6891815,10834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164819,68172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284486,57922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843501,2474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978713,5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2106666,67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2513627,43</w:t>
            </w:r>
          </w:p>
        </w:tc>
        <w:tc>
          <w:tcPr>
            <w:tcW w:w="184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6A08C5" w:rsidTr="00E33301">
        <w:trPr>
          <w:cantSplit/>
          <w:trHeight w:val="141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3301" w:rsidRPr="006A08C5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  <w:spacing w:val="-20"/>
              </w:rPr>
              <w:t>3.1.1.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33301" w:rsidRPr="006A08C5" w:rsidRDefault="00E33301" w:rsidP="005F4747">
            <w:pPr>
              <w:ind w:right="-103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</w:rPr>
              <w:t>Иные межбюджетные трансферты, предоставляемые на достижение целевых показателей региональных программ в сфере дорожного хозяйства, предусматривающих осуществление крупных особо важных для социально-экономического развития Российской Федерации проектов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6A08C5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E33301" w:rsidRPr="006A08C5" w:rsidRDefault="00E33301" w:rsidP="00DA77C9">
            <w:pPr>
              <w:ind w:right="-108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</w:rPr>
              <w:t>ГКУ Рязанской области «ДДРО»</w:t>
            </w:r>
          </w:p>
          <w:p w:rsidR="00E33301" w:rsidRPr="006A08C5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6A08C5" w:rsidRDefault="00E33301" w:rsidP="002A565F">
            <w:pPr>
              <w:spacing w:line="226" w:lineRule="auto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</w:rPr>
              <w:t>всего,                     в том числе:</w:t>
            </w:r>
          </w:p>
          <w:p w:rsidR="00E33301" w:rsidRPr="006A08C5" w:rsidRDefault="00E33301" w:rsidP="002A565F">
            <w:pPr>
              <w:ind w:right="-108"/>
              <w:rPr>
                <w:rFonts w:ascii="Times New Roman" w:hAnsi="Times New Roman"/>
              </w:rPr>
            </w:pPr>
          </w:p>
          <w:p w:rsidR="00E33301" w:rsidRPr="006A08C5" w:rsidRDefault="00E33301" w:rsidP="002A565F">
            <w:pPr>
              <w:ind w:right="-108"/>
              <w:rPr>
                <w:rFonts w:ascii="Times New Roman" w:hAnsi="Times New Roman"/>
              </w:rPr>
            </w:pPr>
          </w:p>
          <w:p w:rsidR="00E33301" w:rsidRPr="006A08C5" w:rsidRDefault="00E33301" w:rsidP="002A565F">
            <w:pPr>
              <w:ind w:right="-108"/>
              <w:rPr>
                <w:rFonts w:ascii="Times New Roman" w:hAnsi="Times New Roman"/>
              </w:rPr>
            </w:pPr>
          </w:p>
          <w:p w:rsidR="00E33301" w:rsidRPr="006A08C5" w:rsidRDefault="00E33301" w:rsidP="002A565F">
            <w:pPr>
              <w:ind w:right="-108"/>
              <w:rPr>
                <w:rFonts w:ascii="Times New Roman" w:hAnsi="Times New Roman"/>
              </w:rPr>
            </w:pPr>
          </w:p>
          <w:p w:rsidR="00E33301" w:rsidRPr="006A08C5" w:rsidRDefault="00E33301" w:rsidP="002A565F">
            <w:pPr>
              <w:ind w:right="-108"/>
              <w:rPr>
                <w:rFonts w:ascii="Times New Roman" w:hAnsi="Times New Roman"/>
              </w:rPr>
            </w:pPr>
          </w:p>
          <w:p w:rsidR="00E33301" w:rsidRPr="006A08C5" w:rsidRDefault="00E33301" w:rsidP="002A565F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6A08C5" w:rsidRDefault="00E33301" w:rsidP="00417D9C">
            <w:pPr>
              <w:ind w:left="113" w:right="113"/>
              <w:jc w:val="center"/>
              <w:rPr>
                <w:rFonts w:ascii="Times New Roman" w:hAnsi="Times New Roman"/>
                <w:vertAlign w:val="superscript"/>
              </w:rPr>
            </w:pPr>
            <w:r w:rsidRPr="006A08C5">
              <w:rPr>
                <w:rFonts w:ascii="Times New Roman" w:hAnsi="Times New Roman"/>
              </w:rPr>
              <w:t>332000</w:t>
            </w:r>
            <w:r w:rsidRPr="006A08C5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6A08C5" w:rsidRDefault="00E33301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6A08C5" w:rsidRDefault="00E33301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6A08C5" w:rsidRDefault="00E33301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6A08C5" w:rsidRDefault="00E33301" w:rsidP="00417D9C">
            <w:pPr>
              <w:ind w:left="113" w:right="113" w:hanging="108"/>
              <w:jc w:val="center"/>
              <w:rPr>
                <w:rFonts w:ascii="Times New Roman" w:hAnsi="Times New Roman"/>
                <w:vertAlign w:val="superscript"/>
              </w:rPr>
            </w:pPr>
            <w:r w:rsidRPr="006A08C5">
              <w:rPr>
                <w:rFonts w:ascii="Times New Roman" w:hAnsi="Times New Roman"/>
              </w:rPr>
              <w:t>152000</w:t>
            </w:r>
            <w:r w:rsidRPr="006A08C5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6A08C5" w:rsidRDefault="00E33301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</w:rPr>
              <w:t>180000</w:t>
            </w:r>
            <w:r w:rsidRPr="006A08C5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6A08C5" w:rsidRDefault="00E33301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6A08C5" w:rsidRDefault="00E33301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6A08C5" w:rsidRDefault="00E33301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6A08C5" w:rsidRDefault="00E33301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6A08C5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33301" w:rsidRPr="006A08C5" w:rsidRDefault="00E33301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F2417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2A565F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E33301" w:rsidRPr="002B0876" w:rsidRDefault="00E33301" w:rsidP="002A565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E33301" w:rsidRPr="002B0876" w:rsidRDefault="00E33301" w:rsidP="002A565F">
            <w:pPr>
              <w:rPr>
                <w:rFonts w:ascii="Times New Roman" w:hAnsi="Times New Roman"/>
              </w:rPr>
            </w:pPr>
          </w:p>
          <w:p w:rsidR="00E33301" w:rsidRPr="002B0876" w:rsidRDefault="00E33301" w:rsidP="002A565F">
            <w:pPr>
              <w:rPr>
                <w:rFonts w:ascii="Times New Roman" w:hAnsi="Times New Roman"/>
              </w:rPr>
            </w:pPr>
          </w:p>
          <w:p w:rsidR="00E33301" w:rsidRPr="002B0876" w:rsidRDefault="00E33301" w:rsidP="002A565F">
            <w:pPr>
              <w:rPr>
                <w:rFonts w:ascii="Times New Roman" w:hAnsi="Times New Roman"/>
              </w:rPr>
            </w:pPr>
          </w:p>
          <w:p w:rsidR="00E33301" w:rsidRPr="002B0876" w:rsidRDefault="00E33301" w:rsidP="002A565F">
            <w:pPr>
              <w:rPr>
                <w:rFonts w:ascii="Times New Roman" w:hAnsi="Times New Roman"/>
              </w:rPr>
            </w:pPr>
          </w:p>
          <w:p w:rsidR="00E33301" w:rsidRPr="002B0876" w:rsidRDefault="00E33301" w:rsidP="002A565F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0E72A5" w:rsidRDefault="00E33301" w:rsidP="006128C5">
            <w:pPr>
              <w:ind w:left="113" w:right="113"/>
              <w:jc w:val="center"/>
              <w:rPr>
                <w:rFonts w:ascii="Times New Roman" w:hAnsi="Times New Roman"/>
                <w:vertAlign w:val="superscript"/>
              </w:rPr>
            </w:pPr>
            <w:r w:rsidRPr="000E72A5">
              <w:rPr>
                <w:rFonts w:ascii="Times New Roman" w:hAnsi="Times New Roman"/>
              </w:rPr>
              <w:t>332000</w:t>
            </w:r>
            <w:r w:rsidRPr="000E72A5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0E72A5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0E72A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0E72A5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0E72A5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0E72A5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0E72A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0E72A5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  <w:vertAlign w:val="superscript"/>
              </w:rPr>
            </w:pPr>
            <w:r w:rsidRPr="000E72A5">
              <w:rPr>
                <w:rFonts w:ascii="Times New Roman" w:hAnsi="Times New Roman"/>
              </w:rPr>
              <w:t>152000</w:t>
            </w:r>
            <w:r w:rsidRPr="000E72A5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0E72A5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0E72A5">
              <w:rPr>
                <w:rFonts w:ascii="Times New Roman" w:hAnsi="Times New Roman"/>
              </w:rPr>
              <w:t>180000</w:t>
            </w:r>
            <w:r w:rsidRPr="000E72A5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0E72A5" w:rsidRDefault="00E33301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0E72A5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0E72A5" w:rsidRDefault="00E33301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0E72A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0E72A5" w:rsidRDefault="00E33301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0E72A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0E72A5" w:rsidRDefault="00E33301" w:rsidP="002A565F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0E72A5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24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Default="00E33301" w:rsidP="00F852D6">
            <w:pPr>
              <w:ind w:left="-113" w:right="-113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Задача 4. Увеличение протяженности автомобильных дорог местного значения,  соответствующих </w:t>
            </w:r>
            <w:proofErr w:type="gramStart"/>
            <w:r w:rsidRPr="002B0876">
              <w:rPr>
                <w:rFonts w:ascii="Times New Roman" w:hAnsi="Times New Roman"/>
              </w:rPr>
              <w:t>нормативным</w:t>
            </w:r>
            <w:proofErr w:type="gramEnd"/>
          </w:p>
          <w:p w:rsidR="00E33301" w:rsidRPr="002B0876" w:rsidRDefault="00E33301" w:rsidP="00417D9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требованиям,</w:t>
            </w:r>
          </w:p>
          <w:p w:rsidR="00E33301" w:rsidRPr="002B0876" w:rsidRDefault="00E33301" w:rsidP="00417D9C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 том числе:</w:t>
            </w:r>
          </w:p>
          <w:p w:rsidR="00E33301" w:rsidRPr="002B0876" w:rsidRDefault="00E33301" w:rsidP="005F474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128C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6128C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01" w:rsidRPr="002B0876" w:rsidRDefault="00E33301" w:rsidP="006128C5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</w:t>
            </w:r>
            <w:r>
              <w:rPr>
                <w:rFonts w:ascii="Times New Roman" w:hAnsi="Times New Roman"/>
              </w:rPr>
              <w:t>и</w:t>
            </w:r>
          </w:p>
          <w:p w:rsidR="00E33301" w:rsidRPr="002B0876" w:rsidRDefault="00E33301" w:rsidP="006128C5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6128C5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в том числе:</w:t>
            </w:r>
          </w:p>
          <w:p w:rsidR="00E33301" w:rsidRPr="002B0876" w:rsidRDefault="00E33301" w:rsidP="006128C5">
            <w:pPr>
              <w:spacing w:line="226" w:lineRule="auto"/>
              <w:rPr>
                <w:rFonts w:ascii="Times New Roman" w:hAnsi="Times New Roman"/>
              </w:rPr>
            </w:pPr>
          </w:p>
          <w:p w:rsidR="00E33301" w:rsidRPr="002B0876" w:rsidRDefault="00E33301" w:rsidP="006128C5">
            <w:pPr>
              <w:spacing w:line="226" w:lineRule="auto"/>
              <w:rPr>
                <w:rFonts w:ascii="Times New Roman" w:hAnsi="Times New Roman"/>
              </w:rPr>
            </w:pPr>
          </w:p>
          <w:p w:rsidR="00E33301" w:rsidRPr="002B0876" w:rsidRDefault="00E33301" w:rsidP="006128C5">
            <w:pPr>
              <w:spacing w:line="226" w:lineRule="auto"/>
              <w:rPr>
                <w:rFonts w:ascii="Times New Roman" w:hAnsi="Times New Roman"/>
              </w:rPr>
            </w:pPr>
          </w:p>
          <w:p w:rsidR="00E33301" w:rsidRPr="002B0876" w:rsidRDefault="00E33301" w:rsidP="006128C5">
            <w:pPr>
              <w:spacing w:line="226" w:lineRule="auto"/>
              <w:rPr>
                <w:rFonts w:ascii="Times New Roman" w:hAnsi="Times New Roman"/>
              </w:rPr>
            </w:pPr>
          </w:p>
          <w:p w:rsidR="00E33301" w:rsidRPr="002B0876" w:rsidRDefault="00E33301" w:rsidP="006128C5">
            <w:pPr>
              <w:spacing w:line="226" w:lineRule="auto"/>
              <w:rPr>
                <w:rFonts w:ascii="Times New Roman" w:hAnsi="Times New Roman"/>
              </w:rPr>
            </w:pPr>
          </w:p>
          <w:p w:rsidR="00E33301" w:rsidRPr="002B0876" w:rsidRDefault="00E33301" w:rsidP="006128C5">
            <w:pPr>
              <w:spacing w:line="226" w:lineRule="auto"/>
              <w:rPr>
                <w:rFonts w:ascii="Times New Roman" w:hAnsi="Times New Roman"/>
              </w:rPr>
            </w:pPr>
          </w:p>
          <w:p w:rsidR="00E33301" w:rsidRPr="002B0876" w:rsidRDefault="00E33301" w:rsidP="006128C5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7486832,11517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1122335,64653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1198043,222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1064596,6803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511932,89974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975773,76262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1036683,95706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1087830,94692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244817,5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244817,5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C25F89" w:rsidRDefault="00E33301" w:rsidP="00417D9C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обеспечение протяженности сети автомобильных дорог общего пользования</w:t>
            </w:r>
          </w:p>
          <w:p w:rsidR="00E33301" w:rsidRPr="00C25F89" w:rsidRDefault="00E33301" w:rsidP="00417D9C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местного значения </w:t>
            </w:r>
          </w:p>
          <w:p w:rsidR="00E33301" w:rsidRPr="00C25F89" w:rsidRDefault="00E33301" w:rsidP="00417D9C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8865,8 км;</w:t>
            </w:r>
          </w:p>
          <w:p w:rsidR="00E33301" w:rsidRPr="00C25F89" w:rsidRDefault="00E33301" w:rsidP="00417D9C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введение </w:t>
            </w:r>
            <w:proofErr w:type="gramStart"/>
            <w:r w:rsidRPr="00C25F89">
              <w:rPr>
                <w:rFonts w:ascii="Times New Roman" w:hAnsi="Times New Roman"/>
              </w:rPr>
              <w:t>в</w:t>
            </w:r>
            <w:proofErr w:type="gramEnd"/>
          </w:p>
          <w:p w:rsidR="00E33301" w:rsidRPr="00C25F89" w:rsidRDefault="00E33301" w:rsidP="00417D9C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эксплуатацию после строительства и реконструкции</w:t>
            </w:r>
          </w:p>
          <w:p w:rsidR="00E33301" w:rsidRPr="00C25F89" w:rsidRDefault="00E33301" w:rsidP="00417D9C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автомобильных</w:t>
            </w:r>
          </w:p>
          <w:p w:rsidR="00E33301" w:rsidRPr="00C25F89" w:rsidRDefault="00E33301" w:rsidP="00417D9C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дорог</w:t>
            </w:r>
            <w:r>
              <w:rPr>
                <w:rFonts w:ascii="Times New Roman" w:hAnsi="Times New Roman"/>
              </w:rPr>
              <w:t xml:space="preserve"> </w:t>
            </w:r>
            <w:r w:rsidRPr="00C25F89">
              <w:rPr>
                <w:rFonts w:ascii="Times New Roman" w:hAnsi="Times New Roman"/>
              </w:rPr>
              <w:t>общего</w:t>
            </w:r>
          </w:p>
          <w:p w:rsidR="00E33301" w:rsidRPr="00C25F89" w:rsidRDefault="00E33301" w:rsidP="00417D9C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пользования</w:t>
            </w:r>
          </w:p>
        </w:tc>
      </w:tr>
      <w:tr w:rsidR="00E33301" w:rsidRPr="002B0876" w:rsidTr="00E33301">
        <w:trPr>
          <w:cantSplit/>
          <w:trHeight w:val="142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D11B9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E33301" w:rsidRPr="002B0876" w:rsidRDefault="00E33301" w:rsidP="00D11B91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D11B91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E33301" w:rsidRPr="002B0876" w:rsidRDefault="00E33301" w:rsidP="00D11B91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E33301" w:rsidRPr="002B0876" w:rsidRDefault="00E33301" w:rsidP="00D11B9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1B9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E72A5">
            <w:pPr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1131120,19717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E72A5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E72A5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86925,58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E72A5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193333,41717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E72A5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168519,8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0E72A5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125354,8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0E72A5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125734,3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0E72A5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131252,3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0E72A5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0E72A5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C25F89" w:rsidRDefault="00E33301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местного значения</w:t>
            </w:r>
          </w:p>
          <w:p w:rsidR="00E33301" w:rsidRPr="00C25F89" w:rsidRDefault="00E33301" w:rsidP="00417D9C">
            <w:pPr>
              <w:rPr>
                <w:rFonts w:ascii="Times New Roman" w:hAnsi="Times New Roman"/>
              </w:rPr>
            </w:pPr>
            <w:r w:rsidRPr="00CC2B55">
              <w:rPr>
                <w:rFonts w:ascii="Times New Roman" w:hAnsi="Times New Roman"/>
              </w:rPr>
              <w:t>54,50201 км;</w:t>
            </w:r>
          </w:p>
          <w:p w:rsidR="00E33301" w:rsidRPr="00C25F89" w:rsidRDefault="00E33301" w:rsidP="005601C4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обеспечение прироста</w:t>
            </w:r>
          </w:p>
          <w:p w:rsidR="00E33301" w:rsidRPr="00C25F89" w:rsidRDefault="00E33301" w:rsidP="005601C4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протяженности сети </w:t>
            </w:r>
            <w:proofErr w:type="gramStart"/>
            <w:r w:rsidRPr="00C25F89">
              <w:rPr>
                <w:rFonts w:ascii="Times New Roman" w:hAnsi="Times New Roman"/>
              </w:rPr>
              <w:t>автомобильных</w:t>
            </w:r>
            <w:proofErr w:type="gramEnd"/>
          </w:p>
          <w:p w:rsidR="00E33301" w:rsidRPr="00C25F89" w:rsidRDefault="00E33301" w:rsidP="005601C4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дорог общего пользования</w:t>
            </w:r>
          </w:p>
          <w:p w:rsidR="00E33301" w:rsidRPr="00C25F89" w:rsidRDefault="00E33301" w:rsidP="005601C4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местного</w:t>
            </w:r>
          </w:p>
          <w:p w:rsidR="00E33301" w:rsidRPr="00C25F89" w:rsidRDefault="00E33301" w:rsidP="005601C4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значения </w:t>
            </w:r>
            <w:proofErr w:type="gramStart"/>
            <w:r w:rsidRPr="00C25F89">
              <w:rPr>
                <w:rFonts w:ascii="Times New Roman" w:hAnsi="Times New Roman"/>
              </w:rPr>
              <w:t>на</w:t>
            </w:r>
            <w:proofErr w:type="gramEnd"/>
          </w:p>
          <w:p w:rsidR="00E33301" w:rsidRPr="00C25F89" w:rsidRDefault="00E33301" w:rsidP="005601C4">
            <w:pPr>
              <w:jc w:val="both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территории</w:t>
            </w:r>
          </w:p>
          <w:p w:rsidR="00E33301" w:rsidRPr="00C25F89" w:rsidRDefault="00E33301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Рязанской области   в результате</w:t>
            </w:r>
          </w:p>
          <w:p w:rsidR="00E33301" w:rsidRPr="00C25F89" w:rsidRDefault="00E33301" w:rsidP="005F4747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строительства </w:t>
            </w:r>
            <w:proofErr w:type="gramStart"/>
            <w:r w:rsidRPr="00C25F89">
              <w:rPr>
                <w:rFonts w:ascii="Times New Roman" w:hAnsi="Times New Roman"/>
              </w:rPr>
              <w:t>новых</w:t>
            </w:r>
            <w:proofErr w:type="gramEnd"/>
            <w:r w:rsidRPr="00C25F89">
              <w:rPr>
                <w:rFonts w:ascii="Times New Roman" w:hAnsi="Times New Roman"/>
              </w:rPr>
              <w:t xml:space="preserve"> автомобильных</w:t>
            </w:r>
          </w:p>
          <w:p w:rsidR="00E33301" w:rsidRPr="00C25F89" w:rsidRDefault="00E33301" w:rsidP="005F4747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дорог на                   45,53331 км;</w:t>
            </w:r>
          </w:p>
          <w:p w:rsidR="00E33301" w:rsidRPr="00C25F89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обеспечение          3245,0 км </w:t>
            </w:r>
          </w:p>
          <w:p w:rsidR="00E33301" w:rsidRPr="00C25F89" w:rsidRDefault="00E33301" w:rsidP="005F47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общей протяженности автомобильных дорог общего пользования </w:t>
            </w:r>
          </w:p>
          <w:p w:rsidR="00E33301" w:rsidRPr="00C25F89" w:rsidRDefault="00E33301" w:rsidP="005601C4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местного значения,</w:t>
            </w:r>
          </w:p>
          <w:p w:rsidR="00E33301" w:rsidRPr="00C25F89" w:rsidRDefault="00E33301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C25F89">
              <w:rPr>
                <w:rFonts w:ascii="Times New Roman" w:hAnsi="Times New Roman"/>
              </w:rPr>
              <w:t>соответствующих</w:t>
            </w:r>
            <w:proofErr w:type="gramEnd"/>
            <w:r w:rsidRPr="00C25F89">
              <w:rPr>
                <w:rFonts w:ascii="Times New Roman" w:hAnsi="Times New Roman"/>
              </w:rPr>
              <w:t xml:space="preserve"> нормативным требованиям к транспортно-</w:t>
            </w:r>
          </w:p>
          <w:p w:rsidR="00E33301" w:rsidRPr="00C25F89" w:rsidRDefault="00E33301" w:rsidP="00417D9C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  <w:spacing w:val="-2"/>
              </w:rPr>
              <w:t>эксплуатационны</w:t>
            </w:r>
            <w:r w:rsidRPr="00C25F89">
              <w:rPr>
                <w:rFonts w:ascii="Times New Roman" w:hAnsi="Times New Roman"/>
              </w:rPr>
              <w:t>м показателям на         31 декабря отчетного года;</w:t>
            </w:r>
          </w:p>
          <w:p w:rsidR="00E33301" w:rsidRPr="00C25F89" w:rsidRDefault="00E33301" w:rsidP="005601C4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ввод в эксплуатацию 36,72555 км после строительства  </w:t>
            </w:r>
          </w:p>
        </w:tc>
      </w:tr>
      <w:tr w:rsidR="00E33301" w:rsidRPr="002B0876" w:rsidTr="00E33301">
        <w:trPr>
          <w:cantSplit/>
          <w:trHeight w:val="141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33301" w:rsidRPr="002B0876" w:rsidRDefault="00E33301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3301" w:rsidRPr="002B0876" w:rsidRDefault="00E33301" w:rsidP="00D11B9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33301" w:rsidRPr="002B0876" w:rsidRDefault="00E33301" w:rsidP="00D11B9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601C4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33301" w:rsidRPr="002B0876" w:rsidRDefault="00E33301" w:rsidP="005601C4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601C4">
            <w:pPr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6355711,918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822335,64653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1111117,642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871263,26313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343413,09974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850418,96262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910949,65706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956578,64692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244817,5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5601C4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244817,5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206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11B9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D11B9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6355711,918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822335,64653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1111117,642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871263,26313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343413,09974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850418,96262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910949,65706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956578,64692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244817,5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244817,5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D12AC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F7234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Субсидии </w:t>
            </w:r>
            <w:r>
              <w:rPr>
                <w:rFonts w:ascii="Times New Roman" w:hAnsi="Times New Roman"/>
              </w:rPr>
              <w:t>бюджетам муниципальных образований Рязанской области</w:t>
            </w:r>
            <w:r w:rsidRPr="002B0876">
              <w:rPr>
                <w:rFonts w:ascii="Times New Roman" w:hAnsi="Times New Roman"/>
              </w:rPr>
              <w:t xml:space="preserve"> на проектирование и строительство (реконструкцию) автомобильных</w:t>
            </w:r>
          </w:p>
          <w:p w:rsidR="00E33301" w:rsidRPr="002B0876" w:rsidRDefault="00E33301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дорог общего пользования местного значения </w:t>
            </w:r>
            <w:proofErr w:type="gramStart"/>
            <w:r w:rsidRPr="002B0876">
              <w:rPr>
                <w:rFonts w:ascii="Times New Roman" w:hAnsi="Times New Roman"/>
              </w:rPr>
              <w:t>с</w:t>
            </w:r>
            <w:proofErr w:type="gramEnd"/>
          </w:p>
          <w:p w:rsidR="00E33301" w:rsidRPr="002B0876" w:rsidRDefault="00E33301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твердым покрытием</w:t>
            </w:r>
          </w:p>
          <w:p w:rsidR="00E33301" w:rsidRDefault="00E33301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до сельских</w:t>
            </w:r>
          </w:p>
          <w:p w:rsidR="00E33301" w:rsidRDefault="00E33301" w:rsidP="00417D9C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населенных пунктов, не имеющих</w:t>
            </w:r>
          </w:p>
          <w:p w:rsidR="00E33301" w:rsidRDefault="00E33301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круглогодичной</w:t>
            </w:r>
          </w:p>
          <w:p w:rsidR="00E33301" w:rsidRPr="002B0876" w:rsidRDefault="00E33301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связи с сетью</w:t>
            </w:r>
          </w:p>
          <w:p w:rsidR="00E33301" w:rsidRPr="002B0876" w:rsidRDefault="00E33301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автомобильных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6128C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6128C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33301" w:rsidRPr="002B0876" w:rsidRDefault="00E33301" w:rsidP="006128C5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6128C5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6128C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33301" w:rsidRPr="002B0876" w:rsidRDefault="00E33301" w:rsidP="006128C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E33301" w:rsidRPr="002B0876" w:rsidRDefault="00E33301" w:rsidP="006128C5">
            <w:pPr>
              <w:rPr>
                <w:rFonts w:ascii="Times New Roman" w:hAnsi="Times New Roman"/>
              </w:rPr>
            </w:pPr>
          </w:p>
          <w:p w:rsidR="00E33301" w:rsidRPr="002B0876" w:rsidRDefault="00E33301" w:rsidP="006128C5">
            <w:pPr>
              <w:rPr>
                <w:rFonts w:ascii="Times New Roman" w:hAnsi="Times New Roman"/>
              </w:rPr>
            </w:pPr>
          </w:p>
          <w:p w:rsidR="00E33301" w:rsidRPr="002B0876" w:rsidRDefault="00E33301" w:rsidP="006128C5">
            <w:pPr>
              <w:rPr>
                <w:rFonts w:ascii="Times New Roman" w:hAnsi="Times New Roman"/>
              </w:rPr>
            </w:pPr>
          </w:p>
          <w:p w:rsidR="00E33301" w:rsidRPr="002B0876" w:rsidRDefault="00E33301" w:rsidP="006128C5">
            <w:pPr>
              <w:rPr>
                <w:rFonts w:ascii="Times New Roman" w:hAnsi="Times New Roman"/>
              </w:rPr>
            </w:pPr>
          </w:p>
          <w:p w:rsidR="00E33301" w:rsidRPr="002B0876" w:rsidRDefault="00E33301" w:rsidP="006128C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95604,549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15676,549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5F47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F4747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601C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дорог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11B9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33301" w:rsidRPr="002B0876" w:rsidRDefault="00E33301" w:rsidP="00D11B91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E33301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95604,549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1128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15676,549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C25F89" w:rsidRDefault="00E33301" w:rsidP="00417D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(реконструкции) автомобильных дорог общего</w:t>
            </w:r>
          </w:p>
          <w:p w:rsidR="00E33301" w:rsidRPr="00C25F89" w:rsidRDefault="00E33301" w:rsidP="00417D9C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пользования</w:t>
            </w:r>
          </w:p>
          <w:p w:rsidR="00E33301" w:rsidRPr="00C25F89" w:rsidRDefault="00E33301" w:rsidP="005C590A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местного значения с твердым покрытием,</w:t>
            </w:r>
          </w:p>
          <w:p w:rsidR="00E33301" w:rsidRPr="00C25F89" w:rsidRDefault="00E33301" w:rsidP="005C590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ведущих от сети автомобильных </w:t>
            </w:r>
          </w:p>
          <w:p w:rsidR="00E33301" w:rsidRPr="00C25F89" w:rsidRDefault="00E33301" w:rsidP="005C590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дорог общего пользования      </w:t>
            </w:r>
          </w:p>
          <w:p w:rsidR="00E33301" w:rsidRPr="00C25F89" w:rsidRDefault="00E33301" w:rsidP="005C590A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к ближайшим общественно</w:t>
            </w:r>
          </w:p>
          <w:p w:rsidR="00E33301" w:rsidRPr="00C25F89" w:rsidRDefault="00E33301" w:rsidP="005C590A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значимым</w:t>
            </w:r>
          </w:p>
          <w:p w:rsidR="00E33301" w:rsidRPr="00C25F89" w:rsidRDefault="00E33301" w:rsidP="00035213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объектам</w:t>
            </w:r>
          </w:p>
          <w:p w:rsidR="00E33301" w:rsidRPr="00C25F89" w:rsidRDefault="00E33301" w:rsidP="005F4747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сельских    населенных пунктов, а также к объектам производства и</w:t>
            </w:r>
          </w:p>
          <w:p w:rsidR="00E33301" w:rsidRPr="00C25F89" w:rsidRDefault="00E33301" w:rsidP="00DF7234">
            <w:pPr>
              <w:ind w:right="-4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переработки </w:t>
            </w:r>
            <w:proofErr w:type="spellStart"/>
            <w:proofErr w:type="gramStart"/>
            <w:r w:rsidRPr="00C25F89">
              <w:rPr>
                <w:rFonts w:ascii="Times New Roman" w:hAnsi="Times New Roman"/>
              </w:rPr>
              <w:t>сельскохозяйст</w:t>
            </w:r>
            <w:proofErr w:type="spellEnd"/>
            <w:r w:rsidRPr="00C25F89">
              <w:rPr>
                <w:rFonts w:ascii="Times New Roman" w:hAnsi="Times New Roman"/>
              </w:rPr>
              <w:t>-венной</w:t>
            </w:r>
            <w:proofErr w:type="gramEnd"/>
            <w:r w:rsidRPr="00C25F89">
              <w:rPr>
                <w:rFonts w:ascii="Times New Roman" w:hAnsi="Times New Roman"/>
              </w:rPr>
              <w:t xml:space="preserve"> продукции;</w:t>
            </w:r>
          </w:p>
          <w:p w:rsidR="00E33301" w:rsidRPr="00C25F89" w:rsidRDefault="00E33301" w:rsidP="005F4747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выполнение неотложных работ</w:t>
            </w:r>
          </w:p>
          <w:p w:rsidR="00E33301" w:rsidRPr="00C25F89" w:rsidRDefault="00E33301" w:rsidP="005F47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по ремонту и</w:t>
            </w:r>
          </w:p>
          <w:p w:rsidR="00E33301" w:rsidRPr="00C25F89" w:rsidRDefault="00E33301" w:rsidP="005F47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содержанию</w:t>
            </w:r>
          </w:p>
          <w:p w:rsidR="00E33301" w:rsidRPr="00C25F89" w:rsidRDefault="00E33301" w:rsidP="005F47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автомобильных </w:t>
            </w:r>
          </w:p>
          <w:p w:rsidR="00E33301" w:rsidRPr="00C25F89" w:rsidRDefault="00E33301" w:rsidP="005F4747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дорог местного значения г. Рязани</w:t>
            </w:r>
          </w:p>
          <w:p w:rsidR="00E33301" w:rsidRPr="00C25F89" w:rsidRDefault="00E33301" w:rsidP="005F4747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в целях ликвидации</w:t>
            </w:r>
          </w:p>
          <w:p w:rsidR="00E33301" w:rsidRPr="00C25F89" w:rsidRDefault="00E33301" w:rsidP="00F2417F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дефектов</w:t>
            </w: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дорожного покрытия </w:t>
            </w:r>
            <w:proofErr w:type="gramStart"/>
            <w:r w:rsidRPr="00C25F89">
              <w:rPr>
                <w:rFonts w:ascii="Times New Roman" w:hAnsi="Times New Roman"/>
              </w:rPr>
              <w:t>на</w:t>
            </w:r>
            <w:proofErr w:type="gramEnd"/>
          </w:p>
          <w:p w:rsidR="00E33301" w:rsidRPr="00C25F89" w:rsidRDefault="00E33301" w:rsidP="00635A10">
            <w:pPr>
              <w:rPr>
                <w:rFonts w:ascii="Times New Roman" w:hAnsi="Times New Roman"/>
                <w:spacing w:val="-4"/>
              </w:rPr>
            </w:pPr>
            <w:r w:rsidRPr="00C25F89">
              <w:rPr>
                <w:rFonts w:ascii="Times New Roman" w:hAnsi="Times New Roman"/>
                <w:spacing w:val="-4"/>
              </w:rPr>
              <w:t xml:space="preserve">317 869  кв. </w:t>
            </w:r>
            <w:proofErr w:type="gramStart"/>
            <w:r w:rsidRPr="00C25F89">
              <w:rPr>
                <w:rFonts w:ascii="Times New Roman" w:hAnsi="Times New Roman"/>
                <w:spacing w:val="-4"/>
              </w:rPr>
              <w:t>метрах</w:t>
            </w:r>
            <w:proofErr w:type="gramEnd"/>
            <w:r w:rsidRPr="00C25F89">
              <w:rPr>
                <w:rFonts w:ascii="Times New Roman" w:hAnsi="Times New Roman"/>
                <w:spacing w:val="-4"/>
              </w:rPr>
              <w:t>;</w:t>
            </w:r>
          </w:p>
          <w:p w:rsidR="00E33301" w:rsidRPr="00C25F89" w:rsidRDefault="00E33301" w:rsidP="00DA77C9">
            <w:pPr>
              <w:ind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ввод в эксплуатацию после строительства и реконструкции        10,959 км автомобильных дорог общего пользования местного значения    с твердым покрытием, ведущих от сети автомобильных </w:t>
            </w: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дорог общего </w:t>
            </w:r>
            <w:r w:rsidRPr="00C25F89">
              <w:rPr>
                <w:rFonts w:ascii="Times New Roman" w:hAnsi="Times New Roman"/>
              </w:rPr>
              <w:br/>
              <w:t xml:space="preserve">пользования </w:t>
            </w:r>
            <w:proofErr w:type="gramStart"/>
            <w:r w:rsidRPr="00C25F89">
              <w:rPr>
                <w:rFonts w:ascii="Times New Roman" w:hAnsi="Times New Roman"/>
              </w:rPr>
              <w:t>к</w:t>
            </w:r>
            <w:proofErr w:type="gramEnd"/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  <w:p w:rsidR="00E33301" w:rsidRPr="00C25F89" w:rsidRDefault="00E33301" w:rsidP="00635A10">
            <w:pPr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296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4.2.</w:t>
            </w:r>
          </w:p>
          <w:p w:rsidR="00E33301" w:rsidRDefault="00E33301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Default="00E33301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Default="00E33301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Default="00E33301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Default="00E33301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Default="00E33301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Default="00E33301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Default="00E33301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Default="00E33301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Default="00E33301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Default="00E33301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E33301" w:rsidRPr="002B0876" w:rsidRDefault="00E33301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Default="00E33301" w:rsidP="005A6F13">
            <w:pPr>
              <w:spacing w:line="235" w:lineRule="auto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Субсидии </w:t>
            </w:r>
            <w:r>
              <w:rPr>
                <w:rFonts w:ascii="Times New Roman" w:hAnsi="Times New Roman"/>
              </w:rPr>
              <w:t xml:space="preserve">бюджетам </w:t>
            </w:r>
            <w:r w:rsidRPr="002B0876">
              <w:rPr>
                <w:rFonts w:ascii="Times New Roman" w:hAnsi="Times New Roman"/>
              </w:rPr>
              <w:t>муниципальны</w:t>
            </w:r>
            <w:r>
              <w:rPr>
                <w:rFonts w:ascii="Times New Roman" w:hAnsi="Times New Roman"/>
              </w:rPr>
              <w:t>х образований Рязанской области</w:t>
            </w:r>
          </w:p>
          <w:p w:rsidR="00E33301" w:rsidRPr="002B0876" w:rsidRDefault="00E33301" w:rsidP="005A6F13">
            <w:pPr>
              <w:spacing w:line="235" w:lineRule="auto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на строительство (реконструкцию), капитальный ремонт, ремонт и содержание социально значимых объектов </w:t>
            </w:r>
            <w:r>
              <w:rPr>
                <w:rFonts w:ascii="Times New Roman" w:hAnsi="Times New Roman"/>
              </w:rPr>
              <w:t>–</w:t>
            </w:r>
            <w:r w:rsidRPr="002B0876">
              <w:rPr>
                <w:rFonts w:ascii="Times New Roman" w:hAnsi="Times New Roman"/>
              </w:rPr>
              <w:t xml:space="preserve"> автомобильных дорог общего пользования местного значения и искусственных сооружений на них во исполнение правовых актов и</w:t>
            </w:r>
          </w:p>
          <w:p w:rsidR="00E33301" w:rsidRPr="002B0876" w:rsidRDefault="00E33301" w:rsidP="005A6F13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поручений Президента </w:t>
            </w:r>
          </w:p>
          <w:p w:rsidR="00E33301" w:rsidRPr="002B0876" w:rsidRDefault="00E33301" w:rsidP="005A6F13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Российской</w:t>
            </w:r>
          </w:p>
          <w:p w:rsidR="00E33301" w:rsidRPr="002B0876" w:rsidRDefault="00E33301" w:rsidP="005A6F13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Федерации,</w:t>
            </w:r>
          </w:p>
          <w:p w:rsidR="00E33301" w:rsidRPr="002B0876" w:rsidRDefault="00E33301" w:rsidP="005A6F13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Правительства Российской Федерации, Губернатора Рязанской области и Правительства Рязанской области, </w:t>
            </w:r>
            <w:proofErr w:type="gramStart"/>
            <w:r w:rsidRPr="002B0876">
              <w:rPr>
                <w:rFonts w:ascii="Times New Roman" w:hAnsi="Times New Roman"/>
              </w:rPr>
              <w:t>содержащих</w:t>
            </w:r>
            <w:proofErr w:type="gramEnd"/>
            <w:r w:rsidRPr="002B0876">
              <w:rPr>
                <w:rFonts w:ascii="Times New Roman" w:hAnsi="Times New Roman"/>
              </w:rPr>
              <w:t xml:space="preserve"> указание на их</w:t>
            </w:r>
          </w:p>
          <w:p w:rsidR="00E33301" w:rsidRPr="002B0876" w:rsidRDefault="00E33301" w:rsidP="005A6F13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реализацию</w:t>
            </w:r>
          </w:p>
          <w:p w:rsidR="00E33301" w:rsidRPr="002B0876" w:rsidRDefault="00E33301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11B91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Default="00E33301" w:rsidP="007E3AEC">
            <w:pPr>
              <w:rPr>
                <w:rFonts w:ascii="Times New Roman" w:hAnsi="Times New Roman"/>
              </w:rPr>
            </w:pPr>
          </w:p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11B91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33301" w:rsidRPr="002B0876" w:rsidRDefault="00E33301" w:rsidP="00D11B91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E33301" w:rsidRPr="002B0876" w:rsidRDefault="00E33301" w:rsidP="00D11B91">
            <w:pPr>
              <w:spacing w:line="226" w:lineRule="auto"/>
              <w:rPr>
                <w:rFonts w:ascii="Times New Roman" w:hAnsi="Times New Roman"/>
              </w:rPr>
            </w:pPr>
          </w:p>
          <w:p w:rsidR="00E33301" w:rsidRPr="002B0876" w:rsidRDefault="00E33301" w:rsidP="00D11B91">
            <w:pPr>
              <w:spacing w:line="226" w:lineRule="auto"/>
              <w:rPr>
                <w:rFonts w:ascii="Times New Roman" w:hAnsi="Times New Roman"/>
              </w:rPr>
            </w:pPr>
          </w:p>
          <w:p w:rsidR="00E33301" w:rsidRPr="002B0876" w:rsidRDefault="00E33301" w:rsidP="00D11B91">
            <w:pPr>
              <w:spacing w:line="226" w:lineRule="auto"/>
              <w:rPr>
                <w:rFonts w:ascii="Times New Roman" w:hAnsi="Times New Roman"/>
              </w:rPr>
            </w:pPr>
          </w:p>
          <w:p w:rsidR="00E33301" w:rsidRPr="002B0876" w:rsidRDefault="00E33301" w:rsidP="00D11B91">
            <w:pPr>
              <w:spacing w:line="226" w:lineRule="auto"/>
              <w:rPr>
                <w:rFonts w:ascii="Times New Roman" w:hAnsi="Times New Roman"/>
              </w:rPr>
            </w:pPr>
          </w:p>
          <w:p w:rsidR="00E33301" w:rsidRPr="002B0876" w:rsidRDefault="00E33301" w:rsidP="00D11B91">
            <w:pPr>
              <w:spacing w:line="226" w:lineRule="auto"/>
              <w:rPr>
                <w:rFonts w:ascii="Times New Roman" w:hAnsi="Times New Roman"/>
              </w:rPr>
            </w:pPr>
          </w:p>
          <w:p w:rsidR="00E33301" w:rsidRPr="002B0876" w:rsidRDefault="00E33301" w:rsidP="00D11B91">
            <w:pPr>
              <w:spacing w:line="226" w:lineRule="auto"/>
              <w:rPr>
                <w:rFonts w:ascii="Times New Roman" w:hAnsi="Times New Roman"/>
              </w:rPr>
            </w:pPr>
          </w:p>
          <w:p w:rsidR="00E33301" w:rsidRPr="002B0876" w:rsidRDefault="00E33301" w:rsidP="00D11B91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601C4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2862028,32875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821207,64653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1046737,773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779949,59772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50898,3115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81617,5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11B91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81617,5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258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601C4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E33301" w:rsidRPr="002B0876" w:rsidRDefault="00E33301" w:rsidP="005601C4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1B91">
            <w:pPr>
              <w:spacing w:line="226" w:lineRule="auto"/>
              <w:rPr>
                <w:rFonts w:ascii="Times New Roman" w:hAnsi="Times New Roman"/>
              </w:rPr>
            </w:pPr>
          </w:p>
          <w:p w:rsidR="00E33301" w:rsidRPr="002B0876" w:rsidRDefault="00E33301" w:rsidP="00D11B91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2862028,32875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821207,64653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1046737,773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779949,59772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50898,3115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81617,5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81617,5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51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8780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 вып</w:t>
            </w:r>
            <w:r>
              <w:rPr>
                <w:rFonts w:ascii="Times New Roman" w:hAnsi="Times New Roman"/>
              </w:rPr>
              <w:t xml:space="preserve">олненные и не оплаченные работы </w:t>
            </w:r>
            <w:r w:rsidRPr="002B0876">
              <w:rPr>
                <w:rFonts w:ascii="Times New Roman" w:hAnsi="Times New Roman"/>
              </w:rPr>
              <w:t>в 2015 году</w:t>
            </w:r>
          </w:p>
          <w:p w:rsidR="00E33301" w:rsidRPr="002B0876" w:rsidRDefault="00E33301" w:rsidP="0014780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C35E9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33301" w:rsidRPr="002B0876" w:rsidRDefault="00E33301" w:rsidP="00C35E95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E33301" w:rsidRPr="002B0876" w:rsidRDefault="00E33301" w:rsidP="00C35E95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157274,34653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157274,34653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7E3AEC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5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3301" w:rsidRPr="002B0876" w:rsidRDefault="00E33301" w:rsidP="006713DB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4.3.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F7234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Субсидии муниципальным образованиям на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</w:t>
            </w:r>
          </w:p>
          <w:p w:rsidR="00E33301" w:rsidRPr="002B0876" w:rsidRDefault="00E33301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населенных пунктов, а также </w:t>
            </w:r>
            <w:proofErr w:type="gramStart"/>
            <w:r w:rsidRPr="002B0876">
              <w:rPr>
                <w:rFonts w:ascii="Times New Roman" w:hAnsi="Times New Roman"/>
              </w:rPr>
              <w:t>к</w:t>
            </w:r>
            <w:proofErr w:type="gramEnd"/>
          </w:p>
          <w:p w:rsidR="00E33301" w:rsidRPr="002B0876" w:rsidRDefault="00E33301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объектам </w:t>
            </w:r>
          </w:p>
          <w:p w:rsidR="00E33301" w:rsidRPr="002B0876" w:rsidRDefault="00E33301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производства и переработки </w:t>
            </w:r>
            <w:proofErr w:type="spellStart"/>
            <w:proofErr w:type="gramStart"/>
            <w:r w:rsidRPr="002B0876">
              <w:rPr>
                <w:rFonts w:ascii="Times New Roman" w:hAnsi="Times New Roman"/>
              </w:rPr>
              <w:t>сельскохозяйствен</w:t>
            </w:r>
            <w:proofErr w:type="spellEnd"/>
            <w:r w:rsidRPr="002B0876">
              <w:rPr>
                <w:rFonts w:ascii="Times New Roman" w:hAnsi="Times New Roman"/>
              </w:rPr>
              <w:t>-ной</w:t>
            </w:r>
            <w:proofErr w:type="gramEnd"/>
            <w:r w:rsidRPr="002B0876">
              <w:rPr>
                <w:rFonts w:ascii="Times New Roman" w:hAnsi="Times New Roman"/>
              </w:rPr>
              <w:t xml:space="preserve"> продукции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6713DB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6713DB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6713DB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6713DB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в том числе:</w:t>
            </w:r>
          </w:p>
          <w:p w:rsidR="00E33301" w:rsidRPr="002B0876" w:rsidRDefault="00E33301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33301" w:rsidRPr="002B0876" w:rsidRDefault="00E33301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33301" w:rsidRPr="002B0876" w:rsidRDefault="00E33301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33301" w:rsidRPr="002B0876" w:rsidRDefault="00E33301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33301" w:rsidRPr="002B0876" w:rsidRDefault="00E33301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727262,00258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135628,9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284647,08258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306986,02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515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3301" w:rsidRPr="002B0876" w:rsidRDefault="00E33301" w:rsidP="006713DB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3301" w:rsidRPr="002B0876" w:rsidRDefault="00E33301" w:rsidP="006713DB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33301" w:rsidRPr="002B0876" w:rsidRDefault="00E33301" w:rsidP="006713DB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6713DB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E33301" w:rsidRPr="002B0876" w:rsidRDefault="00E33301" w:rsidP="006713DB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E33301" w:rsidRPr="002B0876" w:rsidRDefault="00E33301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448778,79717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86925,58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193333,41717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168519,8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515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3301" w:rsidRPr="002B0876" w:rsidRDefault="00E33301" w:rsidP="006713DB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3301" w:rsidRPr="002B0876" w:rsidRDefault="00E33301" w:rsidP="006713DB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33301" w:rsidRPr="002B0876" w:rsidRDefault="00E33301" w:rsidP="006713DB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6713DB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33301" w:rsidRPr="002B0876" w:rsidRDefault="00E33301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E33301" w:rsidRPr="002B0876" w:rsidRDefault="00E33301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33301" w:rsidRPr="002B0876" w:rsidRDefault="00E33301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33301" w:rsidRPr="002B0876" w:rsidRDefault="00E33301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33301" w:rsidRPr="002B0876" w:rsidRDefault="00E33301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33301" w:rsidRPr="002B0876" w:rsidRDefault="00E33301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278483,20541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48703,32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91313,66541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138466,22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51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6713DB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6713D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6713DB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6713DB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278483,20541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48703,32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91313,66541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138466,22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713D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5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4.4.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6D16F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Иные межбюджетные трансферты из федерального бюджета бюджету муниципального</w:t>
            </w:r>
          </w:p>
          <w:p w:rsidR="00E33301" w:rsidRPr="002B0876" w:rsidRDefault="00E33301" w:rsidP="006D16F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образования –</w:t>
            </w:r>
          </w:p>
          <w:p w:rsidR="00E33301" w:rsidRPr="002B0876" w:rsidRDefault="00E33301" w:rsidP="006D16F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городской округ</w:t>
            </w:r>
          </w:p>
          <w:p w:rsidR="00E33301" w:rsidRPr="002B0876" w:rsidRDefault="00E33301" w:rsidP="00DF7234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город Рязань на реализацию мероприятий по решению неотложных задач по приведению </w:t>
            </w:r>
          </w:p>
          <w:p w:rsidR="00E33301" w:rsidRPr="002B0876" w:rsidRDefault="00E33301" w:rsidP="006D16F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 нормативное состояние автомобильных дорог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D69DD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DD69DD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DD69DD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D69DD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E33301" w:rsidRPr="002B0876" w:rsidRDefault="00E33301" w:rsidP="00DD69DD">
            <w:pPr>
              <w:spacing w:line="22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5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4.5.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5A6F13">
            <w:pPr>
              <w:autoSpaceDE w:val="0"/>
              <w:autoSpaceDN w:val="0"/>
              <w:adjustRightInd w:val="0"/>
              <w:spacing w:line="233" w:lineRule="auto"/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Субсидии </w:t>
            </w:r>
            <w:r>
              <w:rPr>
                <w:rFonts w:ascii="Times New Roman" w:hAnsi="Times New Roman"/>
              </w:rPr>
              <w:t xml:space="preserve">бюджетам </w:t>
            </w:r>
            <w:r w:rsidRPr="002B0876">
              <w:rPr>
                <w:rFonts w:ascii="Times New Roman" w:hAnsi="Times New Roman"/>
              </w:rPr>
              <w:t>муниципальны</w:t>
            </w:r>
            <w:r>
              <w:rPr>
                <w:rFonts w:ascii="Times New Roman" w:hAnsi="Times New Roman"/>
              </w:rPr>
              <w:t>х образований Рязанской области</w:t>
            </w:r>
            <w:r w:rsidRPr="002B0876">
              <w:rPr>
                <w:rFonts w:ascii="Times New Roman" w:hAnsi="Times New Roman"/>
              </w:rPr>
              <w:t xml:space="preserve"> на строительство (реконструкцию),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DD69DD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DD69DD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DD69DD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D69DD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33301" w:rsidRPr="002B0876" w:rsidRDefault="00E33301" w:rsidP="00DD69D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E33301" w:rsidRPr="002B0876" w:rsidRDefault="00E33301" w:rsidP="00DD69D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33301" w:rsidRPr="002B0876" w:rsidRDefault="00E33301" w:rsidP="00DD69D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33301" w:rsidRPr="002B0876" w:rsidRDefault="00E33301" w:rsidP="00DD69D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33301" w:rsidRPr="002B0876" w:rsidRDefault="00E33301" w:rsidP="00DD69D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2719595,83484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154048,56824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701618,96262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750949,65706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786578,64692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163200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DD69DD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163200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51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D69DD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DD69DD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2719595,83484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154048,56824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701618,96262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750949,65706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786578,64692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163200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163200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5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F627CE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F627CE">
              <w:rPr>
                <w:rFonts w:ascii="Times New Roman" w:hAnsi="Times New Roman"/>
              </w:rPr>
              <w:t>4.6.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F627CE" w:rsidRDefault="00E33301" w:rsidP="005A6F13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  <w:r w:rsidRPr="00F627CE">
              <w:rPr>
                <w:rFonts w:ascii="Times New Roman" w:hAnsi="Times New Roman"/>
              </w:rPr>
              <w:t xml:space="preserve">Субсидии бюджетам муниципальных образований Рязанской области </w:t>
            </w:r>
          </w:p>
          <w:p w:rsidR="00E33301" w:rsidRPr="00F627CE" w:rsidRDefault="00E33301" w:rsidP="005A6F13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  <w:r w:rsidRPr="00F627CE">
              <w:rPr>
                <w:rFonts w:ascii="Times New Roman" w:hAnsi="Times New Roman"/>
              </w:rPr>
              <w:t>на строительство и</w:t>
            </w:r>
          </w:p>
          <w:p w:rsidR="00E33301" w:rsidRPr="00F627CE" w:rsidRDefault="00E33301" w:rsidP="005A6F13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  <w:r w:rsidRPr="00F627CE">
              <w:rPr>
                <w:rFonts w:ascii="Times New Roman" w:hAnsi="Times New Roman"/>
              </w:rPr>
              <w:t xml:space="preserve">реконструкцию </w:t>
            </w:r>
            <w:proofErr w:type="gramStart"/>
            <w:r w:rsidRPr="00F627CE">
              <w:rPr>
                <w:rFonts w:ascii="Times New Roman" w:hAnsi="Times New Roman"/>
              </w:rPr>
              <w:t>автомобильных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F627CE" w:rsidRDefault="00E33301" w:rsidP="006128C5">
            <w:pPr>
              <w:rPr>
                <w:rFonts w:ascii="Times New Roman" w:hAnsi="Times New Roman"/>
              </w:rPr>
            </w:pPr>
            <w:r w:rsidRPr="00F627CE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F627CE" w:rsidRDefault="00E33301" w:rsidP="006128C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33301" w:rsidRPr="00F627CE" w:rsidRDefault="00E33301" w:rsidP="006128C5">
            <w:pPr>
              <w:ind w:right="-108"/>
              <w:rPr>
                <w:rFonts w:ascii="Times New Roman" w:hAnsi="Times New Roman"/>
              </w:rPr>
            </w:pPr>
            <w:r w:rsidRPr="00F627CE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F627CE" w:rsidRDefault="00E33301" w:rsidP="006128C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F627CE" w:rsidRDefault="00E33301" w:rsidP="006128C5">
            <w:pPr>
              <w:spacing w:line="226" w:lineRule="auto"/>
              <w:rPr>
                <w:rFonts w:ascii="Times New Roman" w:hAnsi="Times New Roman"/>
              </w:rPr>
            </w:pPr>
            <w:r w:rsidRPr="00F627CE">
              <w:rPr>
                <w:rFonts w:ascii="Times New Roman" w:hAnsi="Times New Roman"/>
              </w:rPr>
              <w:t>всего,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F627CE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F627CE">
              <w:rPr>
                <w:rFonts w:ascii="Times New Roman" w:hAnsi="Times New Roman"/>
              </w:rPr>
              <w:t>255354,8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F627CE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F627CE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F627CE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F627CE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F627CE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F627CE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F627CE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F627CE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F627CE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F627CE">
              <w:rPr>
                <w:rFonts w:ascii="Times New Roman" w:hAnsi="Times New Roman"/>
              </w:rPr>
              <w:t>255354,8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F627CE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F627CE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F627CE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F627CE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F627CE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F627CE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F627CE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5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Default="00E33301" w:rsidP="005A6F13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дорог общего</w:t>
            </w:r>
          </w:p>
          <w:p w:rsidR="00E33301" w:rsidRDefault="00E33301" w:rsidP="005A6F13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пользования</w:t>
            </w:r>
          </w:p>
          <w:p w:rsidR="00E33301" w:rsidRPr="002B0876" w:rsidRDefault="00E33301" w:rsidP="005A6F13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местного значения с твердым покрытием, ведущих от сети автомобильных дорог общего</w:t>
            </w:r>
          </w:p>
          <w:p w:rsidR="00E33301" w:rsidRPr="002B0876" w:rsidRDefault="00E33301" w:rsidP="005A6F13">
            <w:pPr>
              <w:autoSpaceDE w:val="0"/>
              <w:autoSpaceDN w:val="0"/>
              <w:adjustRightInd w:val="0"/>
              <w:spacing w:line="235" w:lineRule="auto"/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0702F5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E33301" w:rsidRPr="002B0876" w:rsidRDefault="00E33301" w:rsidP="005F4747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125354,8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125354,8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2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33301" w:rsidRPr="002B0876" w:rsidRDefault="00E33301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33301" w:rsidRPr="002B0876" w:rsidRDefault="00E33301" w:rsidP="000702F5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0702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222"/>
        </w:trPr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33301" w:rsidRPr="002B0876" w:rsidRDefault="00E33301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33301" w:rsidRPr="002B0876" w:rsidRDefault="00E33301" w:rsidP="000702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9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086D66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2417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062E3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9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E33301" w:rsidRPr="002B0876" w:rsidRDefault="00E33301" w:rsidP="00086D66">
            <w:pPr>
              <w:ind w:righ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4.7.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Default="00E33301" w:rsidP="0080487D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Субсидии </w:t>
            </w:r>
            <w:r>
              <w:rPr>
                <w:rFonts w:ascii="Times New Roman" w:hAnsi="Times New Roman"/>
              </w:rPr>
              <w:t xml:space="preserve">бюджетам </w:t>
            </w:r>
            <w:r w:rsidRPr="002B0876">
              <w:rPr>
                <w:rFonts w:ascii="Times New Roman" w:hAnsi="Times New Roman"/>
              </w:rPr>
              <w:t>муниципальны</w:t>
            </w:r>
            <w:r>
              <w:rPr>
                <w:rFonts w:ascii="Times New Roman" w:hAnsi="Times New Roman"/>
              </w:rPr>
              <w:t xml:space="preserve">х образований Рязанской области </w:t>
            </w:r>
          </w:p>
          <w:p w:rsidR="00E33301" w:rsidRDefault="00E33301" w:rsidP="0080487D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на строительство </w:t>
            </w:r>
            <w:r>
              <w:rPr>
                <w:rFonts w:ascii="Times New Roman" w:hAnsi="Times New Roman"/>
              </w:rPr>
              <w:t xml:space="preserve">(реконструкцию), капитальный ремонт </w:t>
            </w:r>
            <w:r w:rsidRPr="002B0876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ремонт </w:t>
            </w:r>
            <w:r w:rsidRPr="002B0876">
              <w:rPr>
                <w:rFonts w:ascii="Times New Roman" w:hAnsi="Times New Roman"/>
              </w:rPr>
              <w:t>автомобильных</w:t>
            </w:r>
            <w:r>
              <w:rPr>
                <w:rFonts w:ascii="Times New Roman" w:hAnsi="Times New Roman"/>
              </w:rPr>
              <w:t xml:space="preserve"> </w:t>
            </w:r>
            <w:r w:rsidRPr="002B0876">
              <w:rPr>
                <w:rFonts w:ascii="Times New Roman" w:hAnsi="Times New Roman"/>
              </w:rPr>
              <w:t>дорог общего</w:t>
            </w:r>
          </w:p>
          <w:p w:rsidR="00E33301" w:rsidRDefault="00E33301" w:rsidP="0080487D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пользования</w:t>
            </w:r>
          </w:p>
          <w:p w:rsidR="00E33301" w:rsidRPr="002B0876" w:rsidRDefault="00E33301" w:rsidP="0080487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местного значения</w:t>
            </w:r>
            <w:r w:rsidRPr="002B0876">
              <w:rPr>
                <w:rFonts w:ascii="Times New Roman" w:hAnsi="Times New Roman"/>
              </w:rPr>
              <w:t>, ведущих от сети автомобильных дорог общего</w:t>
            </w:r>
            <w:r>
              <w:rPr>
                <w:rFonts w:ascii="Times New Roman" w:hAnsi="Times New Roman"/>
              </w:rPr>
              <w:t xml:space="preserve"> пользования к объектам, расположенным (планируемым к созданию) в сельских населенных пунктах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33301" w:rsidRPr="002B0876" w:rsidRDefault="00E33301" w:rsidP="006128C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6128C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E33301" w:rsidRPr="002B0876" w:rsidRDefault="00E33301" w:rsidP="006128C5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6128C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062E3F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526986,6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255734,3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271252,3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987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33301" w:rsidRDefault="00E33301" w:rsidP="00086D66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80487D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6128C5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E33301" w:rsidRPr="002B0876" w:rsidRDefault="00E33301" w:rsidP="006128C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256986,6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125734,3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131252,3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987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33301" w:rsidRDefault="00E33301" w:rsidP="00086D66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80487D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627CE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33301" w:rsidRPr="002B0876" w:rsidRDefault="00E33301" w:rsidP="00F627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9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Default="00E33301" w:rsidP="00086D66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80487D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E33301" w:rsidRPr="002B0876" w:rsidRDefault="00E33301" w:rsidP="007E3AE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627CE">
            <w:pPr>
              <w:autoSpaceDE w:val="0"/>
              <w:autoSpaceDN w:val="0"/>
              <w:adjustRightInd w:val="0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6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086D6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086D66">
            <w:pPr>
              <w:ind w:right="-6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Задача 5. Исполнение функций Минтранса Рязанской области при осуществлении дорожной деятельности,</w:t>
            </w:r>
          </w:p>
          <w:p w:rsidR="00E33301" w:rsidRPr="002B0876" w:rsidRDefault="00E33301" w:rsidP="00086D66">
            <w:pPr>
              <w:ind w:right="-60"/>
              <w:rPr>
                <w:rFonts w:ascii="Times New Roman" w:hAnsi="Times New Roman"/>
                <w:bCs/>
              </w:rPr>
            </w:pPr>
            <w:r w:rsidRPr="002B0876">
              <w:rPr>
                <w:rFonts w:ascii="Times New Roman" w:hAnsi="Times New Roman"/>
                <w:bCs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0702F5">
            <w:pPr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0702F5">
            <w:pPr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1328253,09058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154572,95942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160448,2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146941,03078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148252,61545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E13567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159059,01545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122912,08413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121457,18535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157305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157305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C25F89" w:rsidRDefault="00E33301" w:rsidP="00635A10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обеспечение не менее 95% исполнения функций Минтранса Рязанской области в части</w:t>
            </w:r>
          </w:p>
          <w:p w:rsidR="00E33301" w:rsidRPr="00C25F89" w:rsidRDefault="00E33301" w:rsidP="004E527F">
            <w:pPr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реализации мероприятий в области дорожного хозяйства, в том числе уплаты налогов и сборов</w:t>
            </w:r>
          </w:p>
        </w:tc>
      </w:tr>
      <w:tr w:rsidR="00E33301" w:rsidRPr="002B0876" w:rsidTr="00E33301">
        <w:trPr>
          <w:cantSplit/>
          <w:trHeight w:val="12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0702F5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5.1.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3301" w:rsidRPr="002B0876" w:rsidRDefault="00E33301" w:rsidP="000702F5">
            <w:pPr>
              <w:rPr>
                <w:rFonts w:ascii="Times New Roman" w:hAnsi="Times New Roman"/>
                <w:bCs/>
                <w:sz w:val="19"/>
                <w:szCs w:val="19"/>
              </w:rPr>
            </w:pPr>
            <w:r w:rsidRPr="002B0876">
              <w:rPr>
                <w:rFonts w:ascii="Times New Roman" w:hAnsi="Times New Roman"/>
              </w:rPr>
              <w:t>Обеспечение реализации мероприятий в области дорожного хозяйства в Рязанской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0702F5">
            <w:pPr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33301" w:rsidRPr="002B0876" w:rsidRDefault="00E33301" w:rsidP="00417D9C">
            <w:pPr>
              <w:spacing w:line="228" w:lineRule="auto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 </w:t>
            </w: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F6097D" w:rsidRDefault="00E33301" w:rsidP="000702F5">
            <w:pPr>
              <w:jc w:val="center"/>
              <w:rPr>
                <w:rFonts w:ascii="Times New Roman" w:hAnsi="Times New Roman"/>
              </w:rPr>
            </w:pPr>
            <w:r w:rsidRPr="00F6097D">
              <w:rPr>
                <w:rFonts w:ascii="Times New Roman" w:hAnsi="Times New Roman"/>
              </w:rPr>
              <w:t>493700,10598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F6097D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F6097D">
              <w:rPr>
                <w:rFonts w:ascii="Times New Roman" w:hAnsi="Times New Roman"/>
              </w:rPr>
              <w:t>154572,95942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F6097D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F6097D">
              <w:rPr>
                <w:rFonts w:ascii="Times New Roman" w:hAnsi="Times New Roman"/>
              </w:rPr>
              <w:t>160448,2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F6097D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F6097D">
              <w:rPr>
                <w:rFonts w:ascii="Times New Roman" w:hAnsi="Times New Roman"/>
              </w:rPr>
              <w:t>146941,03078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F6097D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F6097D">
              <w:rPr>
                <w:rFonts w:ascii="Times New Roman" w:hAnsi="Times New Roman"/>
              </w:rPr>
              <w:t>31700,41578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F6097D" w:rsidRDefault="00E33301" w:rsidP="00A21366">
            <w:pPr>
              <w:ind w:hanging="108"/>
              <w:jc w:val="center"/>
              <w:rPr>
                <w:rFonts w:ascii="Times New Roman" w:hAnsi="Times New Roman"/>
              </w:rPr>
            </w:pPr>
            <w:r w:rsidRPr="00F6097D">
              <w:rPr>
                <w:rFonts w:ascii="Times New Roman" w:hAnsi="Times New Roman"/>
              </w:rPr>
              <w:t>37,5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2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0702F5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0702F5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ГКУ Рязанской области «ДДРО»</w:t>
            </w:r>
          </w:p>
          <w:p w:rsidR="00E33301" w:rsidRDefault="00E33301" w:rsidP="000702F5">
            <w:pPr>
              <w:rPr>
                <w:rFonts w:ascii="Times New Roman" w:hAnsi="Times New Roman"/>
              </w:rPr>
            </w:pP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 </w:t>
            </w: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F6097D" w:rsidRDefault="00E33301" w:rsidP="004F0A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834552,9846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F6097D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F6097D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F6097D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F6097D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F6097D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F6097D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F6097D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F6097D">
              <w:rPr>
                <w:rFonts w:ascii="Times New Roman" w:hAnsi="Times New Roman"/>
              </w:rPr>
              <w:t>116552,19967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F6097D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159021,51545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122912,08413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121457,18535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157305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157305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988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F7234">
            <w:pPr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Задача 6. Повышение качества транспортного обслуживания населения общественным транспортом, в том числе: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51C20">
            <w:pPr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33301" w:rsidRPr="002B0876" w:rsidRDefault="00E33301" w:rsidP="00417D9C">
            <w:pPr>
              <w:spacing w:line="228" w:lineRule="auto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51C20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 </w:t>
            </w:r>
          </w:p>
          <w:p w:rsidR="00E33301" w:rsidRPr="002B0876" w:rsidRDefault="00E33301" w:rsidP="00551C2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51C20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1750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33301" w:rsidRPr="00C25F89" w:rsidRDefault="00E33301" w:rsidP="00DF7234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проведение исследования качества работы транспорта в рамках актуализации одной</w:t>
            </w:r>
          </w:p>
          <w:p w:rsidR="00E33301" w:rsidRPr="00C25F89" w:rsidRDefault="00E33301" w:rsidP="00706A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комплексной схемы</w:t>
            </w:r>
          </w:p>
          <w:p w:rsidR="00E33301" w:rsidRPr="00C25F89" w:rsidRDefault="00E33301" w:rsidP="00706A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организации </w:t>
            </w:r>
            <w:proofErr w:type="gramStart"/>
            <w:r w:rsidRPr="00C25F89">
              <w:rPr>
                <w:rFonts w:ascii="Times New Roman" w:hAnsi="Times New Roman"/>
              </w:rPr>
              <w:t>транспортного</w:t>
            </w:r>
            <w:proofErr w:type="gramEnd"/>
          </w:p>
          <w:p w:rsidR="00E33301" w:rsidRPr="00C25F89" w:rsidRDefault="00E33301" w:rsidP="00706A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обслуживания населения </w:t>
            </w:r>
            <w:proofErr w:type="gramStart"/>
            <w:r w:rsidRPr="00C25F89">
              <w:rPr>
                <w:rFonts w:ascii="Times New Roman" w:hAnsi="Times New Roman"/>
              </w:rPr>
              <w:t>общественным</w:t>
            </w:r>
            <w:proofErr w:type="gramEnd"/>
          </w:p>
          <w:p w:rsidR="00E33301" w:rsidRPr="00C25F89" w:rsidRDefault="00E33301" w:rsidP="00706A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транспортом Рязанской агломерации</w:t>
            </w:r>
          </w:p>
          <w:p w:rsidR="00E33301" w:rsidRPr="00C25F89" w:rsidRDefault="00E33301" w:rsidP="00A97C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988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6.1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F7234">
            <w:pPr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Актуализация комплексной схемы организации транспортного обслуживания</w:t>
            </w:r>
          </w:p>
          <w:p w:rsidR="00E33301" w:rsidRPr="002B0876" w:rsidRDefault="00E33301" w:rsidP="00551C20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населения</w:t>
            </w:r>
          </w:p>
          <w:p w:rsidR="00E33301" w:rsidRPr="002B0876" w:rsidRDefault="00E33301" w:rsidP="00551C20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общественным транспортом Рязанской агломерации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51C20">
            <w:pPr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33301" w:rsidRPr="002B0876" w:rsidRDefault="00E33301" w:rsidP="00417D9C">
            <w:pPr>
              <w:spacing w:line="228" w:lineRule="auto"/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51C20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 </w:t>
            </w:r>
          </w:p>
          <w:p w:rsidR="00E33301" w:rsidRPr="002B0876" w:rsidRDefault="00E33301" w:rsidP="00551C2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51C20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1750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551C2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E7190F" w:rsidRDefault="00E33301" w:rsidP="00A97CB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</w:p>
        </w:tc>
      </w:tr>
      <w:tr w:rsidR="00E33301" w:rsidRPr="002B0876" w:rsidTr="00E33301">
        <w:trPr>
          <w:cantSplit/>
          <w:trHeight w:val="9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086D66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Задача 7.</w:t>
            </w:r>
          </w:p>
          <w:p w:rsidR="00E33301" w:rsidRPr="002B0876" w:rsidRDefault="00E33301" w:rsidP="00DF7234">
            <w:pPr>
              <w:ind w:right="-4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Реализация регионального проекта «Дорожная сеть (Рязанская область)», направленного </w:t>
            </w:r>
            <w:proofErr w:type="gramStart"/>
            <w:r w:rsidRPr="002B0876">
              <w:rPr>
                <w:rFonts w:ascii="Times New Roman" w:hAnsi="Times New Roman"/>
              </w:rPr>
              <w:t>на</w:t>
            </w:r>
            <w:proofErr w:type="gramEnd"/>
          </w:p>
          <w:p w:rsidR="00E33301" w:rsidRPr="002B0876" w:rsidRDefault="00E33301" w:rsidP="00086D66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достижение результатов реализации </w:t>
            </w:r>
            <w:proofErr w:type="gramStart"/>
            <w:r w:rsidRPr="002B0876">
              <w:rPr>
                <w:rFonts w:ascii="Times New Roman" w:hAnsi="Times New Roman"/>
              </w:rPr>
              <w:t>федерального</w:t>
            </w:r>
            <w:proofErr w:type="gramEnd"/>
          </w:p>
          <w:p w:rsidR="00E33301" w:rsidRDefault="00E33301" w:rsidP="002B0876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проекта «Дорожная сеть» </w:t>
            </w:r>
            <w:r>
              <w:rPr>
                <w:rFonts w:ascii="Times New Roman" w:hAnsi="Times New Roman"/>
              </w:rPr>
              <w:t>в рамках</w:t>
            </w:r>
          </w:p>
          <w:p w:rsidR="00E33301" w:rsidRDefault="00E33301" w:rsidP="005F4747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национального </w:t>
            </w:r>
          </w:p>
          <w:p w:rsidR="00E33301" w:rsidRPr="002B0876" w:rsidRDefault="00E33301" w:rsidP="000F73F7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проекта «Безопасные и качественные автомобильные дороги», 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0702F5">
            <w:pPr>
              <w:spacing w:line="228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0702F5">
            <w:pPr>
              <w:spacing w:line="228" w:lineRule="auto"/>
              <w:rPr>
                <w:rFonts w:ascii="Times New Roman" w:hAnsi="Times New Roman"/>
              </w:rPr>
            </w:pPr>
          </w:p>
          <w:p w:rsidR="00E33301" w:rsidRPr="002B0876" w:rsidRDefault="00E33301" w:rsidP="000702F5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E33301" w:rsidRPr="002B0876" w:rsidRDefault="00E33301" w:rsidP="000702F5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в том числе:</w:t>
            </w: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  <w:p w:rsidR="00E33301" w:rsidRDefault="00E33301" w:rsidP="000702F5">
            <w:pPr>
              <w:rPr>
                <w:rFonts w:ascii="Times New Roman" w:hAnsi="Times New Roman"/>
              </w:rPr>
            </w:pPr>
          </w:p>
          <w:p w:rsidR="00E33301" w:rsidRDefault="00E33301" w:rsidP="000702F5">
            <w:pPr>
              <w:rPr>
                <w:rFonts w:ascii="Times New Roman" w:hAnsi="Times New Roman"/>
              </w:rPr>
            </w:pPr>
          </w:p>
          <w:p w:rsidR="00E33301" w:rsidRDefault="00E33301" w:rsidP="000702F5">
            <w:pPr>
              <w:rPr>
                <w:rFonts w:ascii="Times New Roman" w:hAnsi="Times New Roman"/>
              </w:rPr>
            </w:pP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2878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15012808,77685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3153190,9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4054128,92523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3789755,97611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C25F89" w:rsidRDefault="00E33301" w:rsidP="00086D6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к концу 2024 года:</w:t>
            </w:r>
          </w:p>
          <w:p w:rsidR="00E33301" w:rsidRPr="00C25F89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обеспечение доли автомобильных дорог регионального значения, соответствующих нормативным требованиям, до </w:t>
            </w:r>
            <w:r>
              <w:rPr>
                <w:rFonts w:ascii="Times New Roman" w:hAnsi="Times New Roman"/>
              </w:rPr>
              <w:t>42</w:t>
            </w:r>
            <w:r w:rsidRPr="00C25F8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76</w:t>
            </w:r>
            <w:r w:rsidRPr="00C25F89">
              <w:rPr>
                <w:rFonts w:ascii="Times New Roman" w:hAnsi="Times New Roman"/>
              </w:rPr>
              <w:t xml:space="preserve">%;  </w:t>
            </w:r>
          </w:p>
          <w:p w:rsidR="00E33301" w:rsidRPr="00C25F89" w:rsidRDefault="00E33301" w:rsidP="0020295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доли дорожной сети городских агломераций,</w:t>
            </w:r>
          </w:p>
          <w:p w:rsidR="00E33301" w:rsidRPr="00C25F89" w:rsidRDefault="00E33301" w:rsidP="0020295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находящейся в</w:t>
            </w:r>
          </w:p>
          <w:p w:rsidR="00E33301" w:rsidRPr="00C25F89" w:rsidRDefault="00E33301" w:rsidP="005F474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нормативном</w:t>
            </w:r>
          </w:p>
          <w:p w:rsidR="00E33301" w:rsidRPr="00C25F89" w:rsidRDefault="00E33301" w:rsidP="00417D9C">
            <w:pPr>
              <w:pStyle w:val="ae"/>
              <w:ind w:right="-108"/>
              <w:rPr>
                <w:rFonts w:ascii="Times New Roman" w:hAnsi="Times New Roman"/>
              </w:rPr>
            </w:pPr>
            <w:proofErr w:type="gramStart"/>
            <w:r w:rsidRPr="00C25F89">
              <w:rPr>
                <w:rFonts w:ascii="Times New Roman" w:hAnsi="Times New Roman"/>
              </w:rPr>
              <w:t>состоянии</w:t>
            </w:r>
            <w:proofErr w:type="gramEnd"/>
            <w:r w:rsidRPr="00C25F89">
              <w:rPr>
                <w:rFonts w:ascii="Times New Roman" w:hAnsi="Times New Roman"/>
              </w:rPr>
              <w:t>, до 92,7%;</w:t>
            </w:r>
          </w:p>
          <w:p w:rsidR="00E33301" w:rsidRPr="00C25F89" w:rsidRDefault="00E33301" w:rsidP="000F73F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доли автомобильных дорог </w:t>
            </w:r>
            <w:proofErr w:type="gramStart"/>
            <w:r w:rsidRPr="00C25F89">
              <w:rPr>
                <w:rFonts w:ascii="Times New Roman" w:hAnsi="Times New Roman"/>
              </w:rPr>
              <w:t>федерального</w:t>
            </w:r>
            <w:proofErr w:type="gramEnd"/>
            <w:r w:rsidRPr="00C25F89">
              <w:rPr>
                <w:rFonts w:ascii="Times New Roman" w:hAnsi="Times New Roman"/>
              </w:rPr>
              <w:t xml:space="preserve"> и </w:t>
            </w:r>
          </w:p>
          <w:p w:rsidR="00E33301" w:rsidRPr="00C25F89" w:rsidRDefault="00E33301" w:rsidP="00086D6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регионального значения,</w:t>
            </w:r>
          </w:p>
          <w:p w:rsidR="00E33301" w:rsidRPr="00C25F89" w:rsidRDefault="00E33301" w:rsidP="00086D66">
            <w:pPr>
              <w:pStyle w:val="ae"/>
              <w:rPr>
                <w:rFonts w:ascii="Times New Roman" w:hAnsi="Times New Roman"/>
              </w:rPr>
            </w:pPr>
            <w:proofErr w:type="gramStart"/>
            <w:r w:rsidRPr="00C25F89">
              <w:rPr>
                <w:rFonts w:ascii="Times New Roman" w:hAnsi="Times New Roman"/>
              </w:rPr>
              <w:t>работающих</w:t>
            </w:r>
            <w:proofErr w:type="gramEnd"/>
            <w:r w:rsidRPr="00C25F89">
              <w:rPr>
                <w:rFonts w:ascii="Times New Roman" w:hAnsi="Times New Roman"/>
              </w:rPr>
              <w:t xml:space="preserve"> в режиме перегрузки, до 3%; </w:t>
            </w:r>
          </w:p>
          <w:p w:rsidR="00E33301" w:rsidRPr="00C25F89" w:rsidRDefault="00E33301" w:rsidP="00086D66">
            <w:pPr>
              <w:pStyle w:val="ae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сокращение количества мест концентрации дорожно-транспортных происшествий (аварийно-опасных участков) на дорожной сети до 50%;</w:t>
            </w:r>
          </w:p>
          <w:p w:rsidR="00E33301" w:rsidRPr="00C25F89" w:rsidRDefault="00E33301" w:rsidP="00086D66">
            <w:pPr>
              <w:pStyle w:val="ae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сокращение количества мест </w:t>
            </w:r>
          </w:p>
          <w:p w:rsidR="00E33301" w:rsidRPr="00C25F89" w:rsidRDefault="00E33301" w:rsidP="00086D66">
            <w:pPr>
              <w:pStyle w:val="ae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концентрации</w:t>
            </w:r>
          </w:p>
          <w:p w:rsidR="00E33301" w:rsidRPr="00C25F89" w:rsidRDefault="00E33301" w:rsidP="00086D66">
            <w:pPr>
              <w:pStyle w:val="ae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дорожно-транспортных происшествий</w:t>
            </w:r>
          </w:p>
          <w:p w:rsidR="00E33301" w:rsidRPr="00C25F89" w:rsidRDefault="00E33301" w:rsidP="00086D66">
            <w:pPr>
              <w:pStyle w:val="ae"/>
              <w:rPr>
                <w:rFonts w:ascii="Times New Roman" w:hAnsi="Times New Roman"/>
              </w:rPr>
            </w:pPr>
            <w:proofErr w:type="gramStart"/>
            <w:r w:rsidRPr="00C25F89">
              <w:rPr>
                <w:rFonts w:ascii="Times New Roman" w:hAnsi="Times New Roman"/>
              </w:rPr>
              <w:t>(аварийно-</w:t>
            </w:r>
            <w:proofErr w:type="gramEnd"/>
          </w:p>
          <w:p w:rsidR="00E33301" w:rsidRPr="00C25F89" w:rsidRDefault="00E33301" w:rsidP="00086D66">
            <w:pPr>
              <w:pStyle w:val="ae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опасных участков) на дорожной сети</w:t>
            </w:r>
          </w:p>
          <w:p w:rsidR="00E33301" w:rsidRPr="00C25F89" w:rsidRDefault="00E33301" w:rsidP="00086D66">
            <w:pPr>
              <w:pStyle w:val="ae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Рязанской городской агломерации</w:t>
            </w:r>
          </w:p>
          <w:p w:rsidR="00E33301" w:rsidRPr="00C25F89" w:rsidRDefault="00E33301" w:rsidP="00086D66">
            <w:pPr>
              <w:pStyle w:val="ae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до 50%</w:t>
            </w:r>
          </w:p>
          <w:p w:rsidR="00E33301" w:rsidRPr="00C25F89" w:rsidRDefault="00E33301" w:rsidP="00086D6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33301" w:rsidRPr="002B0876" w:rsidRDefault="00E33301" w:rsidP="0020295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3301" w:rsidRPr="002B0876" w:rsidRDefault="00E33301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33301" w:rsidRPr="002B0876" w:rsidRDefault="00E33301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0702F5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E33301" w:rsidRDefault="00E33301" w:rsidP="000702F5">
            <w:pPr>
              <w:rPr>
                <w:rFonts w:ascii="Times New Roman" w:hAnsi="Times New Roman"/>
              </w:rPr>
            </w:pPr>
          </w:p>
          <w:p w:rsidR="00E33301" w:rsidRDefault="00E33301" w:rsidP="000702F5">
            <w:pPr>
              <w:rPr>
                <w:rFonts w:ascii="Times New Roman" w:hAnsi="Times New Roman"/>
              </w:rPr>
            </w:pP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  <w:p w:rsidR="00E33301" w:rsidRPr="002B0876" w:rsidRDefault="00E33301" w:rsidP="00655D9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55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4373190,9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2423190,9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730000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086D6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E33301" w:rsidRPr="002B0876" w:rsidRDefault="00E33301" w:rsidP="0020295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E33301" w:rsidRPr="002B0876" w:rsidRDefault="00E33301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</w:tcPr>
          <w:p w:rsidR="00E33301" w:rsidRPr="002B0876" w:rsidRDefault="00E33301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33301" w:rsidRPr="002B0876" w:rsidRDefault="00E33301" w:rsidP="000702F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E33301" w:rsidRDefault="00E33301" w:rsidP="00655D90">
            <w:pPr>
              <w:rPr>
                <w:rFonts w:ascii="Times New Roman" w:hAnsi="Times New Roman"/>
              </w:rPr>
            </w:pPr>
          </w:p>
          <w:p w:rsidR="00E33301" w:rsidRDefault="00E33301" w:rsidP="00655D90">
            <w:pPr>
              <w:rPr>
                <w:rFonts w:ascii="Times New Roman" w:hAnsi="Times New Roman"/>
              </w:rPr>
            </w:pPr>
          </w:p>
          <w:p w:rsidR="00E33301" w:rsidRPr="002B0876" w:rsidRDefault="00E33301" w:rsidP="00655D90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55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10683662,33506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2878173,38344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3059755,97611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086D6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9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F474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E33301" w:rsidRPr="002B0876" w:rsidRDefault="00E33301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E33301" w:rsidRDefault="00E33301" w:rsidP="000702F5">
            <w:pPr>
              <w:rPr>
                <w:rFonts w:ascii="Times New Roman" w:hAnsi="Times New Roman"/>
              </w:rPr>
            </w:pPr>
          </w:p>
          <w:p w:rsidR="00E33301" w:rsidRDefault="00E33301" w:rsidP="000702F5">
            <w:pPr>
              <w:rPr>
                <w:rFonts w:ascii="Times New Roman" w:hAnsi="Times New Roman"/>
              </w:rPr>
            </w:pP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10683662,33506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2878173,38344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3059755,97611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C25F89" w:rsidRDefault="00E33301" w:rsidP="00086D6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9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7.1.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086D6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Содержание автомобильных дорог общего пользования регионального или </w:t>
            </w:r>
            <w:r w:rsidRPr="002B0876">
              <w:rPr>
                <w:rFonts w:ascii="Times New Roman" w:hAnsi="Times New Roman"/>
                <w:spacing w:val="-2"/>
              </w:rPr>
              <w:t>межмуниципального</w:t>
            </w:r>
            <w:r w:rsidRPr="002B0876">
              <w:rPr>
                <w:rFonts w:ascii="Times New Roman" w:hAnsi="Times New Roman"/>
              </w:rPr>
              <w:t xml:space="preserve"> значения и </w:t>
            </w:r>
          </w:p>
          <w:p w:rsidR="00E33301" w:rsidRPr="002B0876" w:rsidRDefault="00E33301" w:rsidP="00086D6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искусственных сооружений </w:t>
            </w:r>
            <w:proofErr w:type="gramStart"/>
            <w:r w:rsidRPr="002B0876">
              <w:rPr>
                <w:rFonts w:ascii="Times New Roman" w:hAnsi="Times New Roman"/>
              </w:rPr>
              <w:t>на</w:t>
            </w:r>
            <w:proofErr w:type="gramEnd"/>
          </w:p>
          <w:p w:rsidR="00E33301" w:rsidRPr="002B0876" w:rsidRDefault="00E33301" w:rsidP="00086D66">
            <w:pPr>
              <w:rPr>
                <w:rFonts w:ascii="Times New Roman" w:hAnsi="Times New Roman"/>
                <w:bCs/>
                <w:vertAlign w:val="superscript"/>
              </w:rPr>
            </w:pPr>
            <w:r w:rsidRPr="002B0876">
              <w:rPr>
                <w:rFonts w:ascii="Times New Roman" w:hAnsi="Times New Roman"/>
              </w:rPr>
              <w:t>них</w:t>
            </w:r>
            <w:proofErr w:type="gramStart"/>
            <w:r w:rsidRPr="002B0876">
              <w:rPr>
                <w:rFonts w:ascii="Times New Roman" w:hAnsi="Times New Roman"/>
                <w:bCs/>
                <w:vertAlign w:val="superscript"/>
              </w:rPr>
              <w:t>2</w:t>
            </w:r>
            <w:proofErr w:type="gramEnd"/>
          </w:p>
          <w:p w:rsidR="00E33301" w:rsidRPr="002B0876" w:rsidRDefault="00E33301" w:rsidP="00086D66">
            <w:pPr>
              <w:rPr>
                <w:rFonts w:ascii="Times New Roman" w:hAnsi="Times New Roman"/>
                <w:bCs/>
                <w:vertAlign w:val="superscript"/>
              </w:rPr>
            </w:pPr>
          </w:p>
          <w:p w:rsidR="00E33301" w:rsidRPr="002B0876" w:rsidRDefault="00E33301" w:rsidP="0020295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0702F5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ГКУ Рязанской области «ДДРО»</w:t>
            </w: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в том числе:</w:t>
            </w: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54822,95055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10778,49234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44044,45821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20295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51C2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0702F5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6090,662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6090,662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A97C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51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51C2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0702F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33301" w:rsidRPr="002B0876" w:rsidRDefault="00E33301" w:rsidP="000702F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48732,28855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4687,83034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44044,45821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A97C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51C20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551C20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48732,28855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0702F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4687,83034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44044,45821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0702F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202955">
            <w:pPr>
              <w:pStyle w:val="ae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9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7.2.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33301" w:rsidRPr="002B0876" w:rsidRDefault="00E33301" w:rsidP="005F47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Капитальный ремонт </w:t>
            </w:r>
            <w:r w:rsidRPr="002B0876">
              <w:rPr>
                <w:rFonts w:ascii="Times New Roman" w:hAnsi="Times New Roman"/>
              </w:rPr>
              <w:t xml:space="preserve">и ремонт </w:t>
            </w:r>
          </w:p>
          <w:p w:rsidR="00E33301" w:rsidRPr="002B0876" w:rsidRDefault="00E33301" w:rsidP="005F4747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автомобильных дорог общего пользования</w:t>
            </w:r>
          </w:p>
          <w:p w:rsidR="00E33301" w:rsidRPr="002B0876" w:rsidRDefault="00E33301" w:rsidP="005F4747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регионального или межмуниципального значения и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33301" w:rsidRPr="002B0876" w:rsidRDefault="00E33301" w:rsidP="002A565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2A565F">
            <w:pPr>
              <w:rPr>
                <w:rFonts w:ascii="Times New Roman" w:hAnsi="Times New Roman"/>
              </w:rPr>
            </w:pPr>
          </w:p>
          <w:p w:rsidR="00E33301" w:rsidRPr="002B0876" w:rsidRDefault="00E33301" w:rsidP="002A565F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ГКУ Рязанской области «ДДРО»</w:t>
            </w:r>
          </w:p>
          <w:p w:rsidR="00E33301" w:rsidRPr="002B0876" w:rsidRDefault="00E33301" w:rsidP="002A565F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F4747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в том числе:</w:t>
            </w:r>
          </w:p>
          <w:p w:rsidR="00E33301" w:rsidRDefault="00E33301" w:rsidP="000702F5">
            <w:pPr>
              <w:rPr>
                <w:rFonts w:ascii="Times New Roman" w:hAnsi="Times New Roman"/>
              </w:rPr>
            </w:pPr>
          </w:p>
          <w:p w:rsidR="00E33301" w:rsidRDefault="00E33301" w:rsidP="000702F5">
            <w:pPr>
              <w:rPr>
                <w:rFonts w:ascii="Times New Roman" w:hAnsi="Times New Roman"/>
              </w:rPr>
            </w:pPr>
          </w:p>
          <w:p w:rsidR="00E33301" w:rsidRDefault="00E33301" w:rsidP="000702F5">
            <w:pPr>
              <w:rPr>
                <w:rFonts w:ascii="Times New Roman" w:hAnsi="Times New Roman"/>
              </w:rPr>
            </w:pPr>
          </w:p>
          <w:p w:rsidR="00E33301" w:rsidRDefault="00E33301" w:rsidP="000702F5">
            <w:pPr>
              <w:rPr>
                <w:rFonts w:ascii="Times New Roman" w:hAnsi="Times New Roman"/>
              </w:rPr>
            </w:pPr>
          </w:p>
          <w:p w:rsidR="00E33301" w:rsidRDefault="00E33301" w:rsidP="000702F5">
            <w:pPr>
              <w:rPr>
                <w:rFonts w:ascii="Times New Roman" w:hAnsi="Times New Roman"/>
              </w:rPr>
            </w:pPr>
          </w:p>
          <w:p w:rsidR="00E33301" w:rsidRPr="002B0876" w:rsidRDefault="00E33301" w:rsidP="000702F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2A56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10781046,19317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2A565F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2A565F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2A565F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2A565F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1971212,40766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2A565F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2804344,83389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2A565F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2789755,97611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2A565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2A565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2A565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202955">
            <w:pPr>
              <w:pStyle w:val="ae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185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601C4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искусственных</w:t>
            </w:r>
          </w:p>
          <w:p w:rsidR="00E33301" w:rsidRPr="002B0876" w:rsidRDefault="00E33301" w:rsidP="00DA77C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сооружений на них,</w:t>
            </w:r>
            <w:r w:rsidRPr="002B0876">
              <w:rPr>
                <w:rFonts w:ascii="Times New Roman" w:hAnsi="Times New Roman"/>
              </w:rPr>
              <w:t xml:space="preserve">  в том числе уникальных искусственных сооружений</w:t>
            </w:r>
            <w:r w:rsidRPr="002B0876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11B91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</w:tcBorders>
          </w:tcPr>
          <w:p w:rsidR="00E33301" w:rsidRPr="002B0876" w:rsidRDefault="00E33301" w:rsidP="00D11B91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D11B91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E33301" w:rsidRPr="002B0876" w:rsidRDefault="00E33301" w:rsidP="00D11B91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бюджет,      из них:</w:t>
            </w:r>
          </w:p>
          <w:p w:rsidR="00E33301" w:rsidRPr="002B0876" w:rsidRDefault="00E33301" w:rsidP="00D11B9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1B9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1B9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C35E95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3395600,238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C35E9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1935600,238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C35E9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C35E9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730000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E33301" w:rsidRPr="002B0876" w:rsidRDefault="00E33301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AC59F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601C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11B91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выполнение работ на принципах контракта жизненного цикла</w:t>
            </w:r>
          </w:p>
          <w:p w:rsidR="00E33301" w:rsidRDefault="00E33301" w:rsidP="00D11B91">
            <w:pPr>
              <w:ind w:right="-108"/>
              <w:rPr>
                <w:rFonts w:ascii="Times New Roman" w:hAnsi="Times New Roman"/>
              </w:rPr>
            </w:pPr>
          </w:p>
          <w:p w:rsidR="00E33301" w:rsidRPr="002B0876" w:rsidRDefault="00E33301" w:rsidP="00D11B91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36D1C" w:rsidRDefault="00E33301" w:rsidP="00C35E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494408,25557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36D1C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36D1C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36D1C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36D1C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36D1C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36D1C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36D1C" w:rsidRDefault="00E33301" w:rsidP="00C35E95">
            <w:pPr>
              <w:ind w:hanging="108"/>
              <w:jc w:val="center"/>
              <w:rPr>
                <w:rFonts w:ascii="Times New Roman" w:hAnsi="Times New Roman"/>
              </w:rPr>
            </w:pPr>
            <w:r w:rsidRPr="00236D1C">
              <w:rPr>
                <w:rFonts w:ascii="Times New Roman" w:hAnsi="Times New Roman"/>
              </w:rPr>
              <w:t>62902,91003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36D1C" w:rsidRDefault="00E33301" w:rsidP="00240DE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431505,34554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36D1C" w:rsidRDefault="00E33301" w:rsidP="00240DE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36D1C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36D1C" w:rsidRDefault="00E33301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36D1C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601C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11B91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33301" w:rsidRPr="002B0876" w:rsidRDefault="00E33301" w:rsidP="00D11B9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E33301" w:rsidRPr="002B0876" w:rsidRDefault="00E33301" w:rsidP="00D11B9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1B9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1B9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1B9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C35E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7385445,95517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C35E9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35612,16966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E13567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2074344,83389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C35E9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2059755,97611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601C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фонда, в том числе:</w:t>
            </w:r>
          </w:p>
          <w:p w:rsidR="00E33301" w:rsidRPr="002B0876" w:rsidRDefault="00E33301" w:rsidP="00D11B9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1B9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7385445,95517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35612,16966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2074344,83389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2059755,97611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A68CE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601C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Default="00E33301" w:rsidP="00655D90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выполнение работ на принципах контракта жизненного цикла</w:t>
            </w:r>
          </w:p>
          <w:p w:rsidR="00E33301" w:rsidRPr="002B0876" w:rsidRDefault="00E33301" w:rsidP="00655D90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55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239969,38678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55D90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239969,38678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Pr="002B0876" w:rsidRDefault="00E33301" w:rsidP="00655D90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2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632839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7.3.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E33301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Субсидии </w:t>
            </w:r>
            <w:r>
              <w:rPr>
                <w:rFonts w:ascii="Times New Roman" w:hAnsi="Times New Roman"/>
              </w:rPr>
              <w:t xml:space="preserve">бюджетам </w:t>
            </w:r>
            <w:r w:rsidRPr="002B0876">
              <w:rPr>
                <w:rFonts w:ascii="Times New Roman" w:hAnsi="Times New Roman"/>
              </w:rPr>
              <w:t>муниципальны</w:t>
            </w:r>
            <w:r>
              <w:rPr>
                <w:rFonts w:ascii="Times New Roman" w:hAnsi="Times New Roman"/>
              </w:rPr>
              <w:t xml:space="preserve">х образований Рязанской области  </w:t>
            </w:r>
            <w:r w:rsidRPr="002B0876">
              <w:rPr>
                <w:rFonts w:ascii="Times New Roman" w:hAnsi="Times New Roman"/>
              </w:rPr>
              <w:t>на реконструкцию, капитальный ремонт,</w:t>
            </w:r>
          </w:p>
          <w:p w:rsidR="00E33301" w:rsidRPr="002B0876" w:rsidRDefault="00E33301" w:rsidP="00E33301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ремонт и содержание социально значимых</w:t>
            </w:r>
            <w:r>
              <w:rPr>
                <w:rFonts w:ascii="Times New Roman" w:hAnsi="Times New Roman"/>
              </w:rPr>
              <w:t xml:space="preserve"> </w:t>
            </w:r>
            <w:r w:rsidR="002504BB">
              <w:rPr>
                <w:rFonts w:ascii="Times New Roman" w:hAnsi="Times New Roman"/>
              </w:rPr>
              <w:t>о</w:t>
            </w:r>
            <w:r w:rsidRPr="002B0876">
              <w:rPr>
                <w:rFonts w:ascii="Times New Roman" w:hAnsi="Times New Roman"/>
              </w:rPr>
              <w:t xml:space="preserve">бъектов </w:t>
            </w:r>
            <w:r>
              <w:rPr>
                <w:rFonts w:ascii="Times New Roman" w:hAnsi="Times New Roman"/>
              </w:rPr>
              <w:t>–</w:t>
            </w:r>
            <w:r w:rsidRPr="002B0876">
              <w:rPr>
                <w:rFonts w:ascii="Times New Roman" w:hAnsi="Times New Roman"/>
              </w:rPr>
              <w:t xml:space="preserve"> автомобильных дорог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632839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63283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632839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632839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632839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33301" w:rsidRPr="002B0876" w:rsidRDefault="00E33301" w:rsidP="0063283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E33301" w:rsidRPr="002B0876" w:rsidRDefault="00E33301" w:rsidP="0063283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33301" w:rsidRPr="002B0876" w:rsidRDefault="00E33301" w:rsidP="0063283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33301" w:rsidRPr="002B0876" w:rsidRDefault="00E33301" w:rsidP="00632839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32839">
            <w:pPr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2989700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32839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32839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32839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32839">
            <w:pPr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689700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32839">
            <w:pPr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32839">
            <w:pPr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32839">
            <w:pPr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32839">
            <w:pPr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32839">
            <w:pPr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E33301" w:rsidRPr="002B0876" w:rsidTr="002504BB">
        <w:trPr>
          <w:cantSplit/>
          <w:trHeight w:val="227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E33301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местного значения и искусственных сооружений на них во исполнение правовых актов и поручений Президента Российской Федерации,</w:t>
            </w:r>
          </w:p>
          <w:p w:rsidR="00E33301" w:rsidRPr="002B0876" w:rsidRDefault="00E33301" w:rsidP="00A97C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Правительства Российской Федерации, Губернатора Рязанской области и Правительства Рязанской области, </w:t>
            </w:r>
            <w:proofErr w:type="gramStart"/>
            <w:r w:rsidRPr="002B0876">
              <w:rPr>
                <w:rFonts w:ascii="Times New Roman" w:hAnsi="Times New Roman"/>
              </w:rPr>
              <w:t>содержащих</w:t>
            </w:r>
            <w:proofErr w:type="gramEnd"/>
            <w:r w:rsidRPr="002B0876">
              <w:rPr>
                <w:rFonts w:ascii="Times New Roman" w:hAnsi="Times New Roman"/>
              </w:rPr>
              <w:t xml:space="preserve"> указание на их</w:t>
            </w:r>
          </w:p>
          <w:p w:rsidR="00E33301" w:rsidRPr="002B0876" w:rsidRDefault="00E33301" w:rsidP="00A97CB9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реализацию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6A68CE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6A68CE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E33301" w:rsidRPr="002B0876" w:rsidRDefault="00E33301" w:rsidP="00D11B91">
            <w:pPr>
              <w:rPr>
                <w:rFonts w:ascii="Times New Roman" w:hAnsi="Times New Roman"/>
              </w:rPr>
            </w:pPr>
          </w:p>
          <w:p w:rsidR="00E33301" w:rsidRPr="002B0876" w:rsidRDefault="00E33301" w:rsidP="00D11B9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2989700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689700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800000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800000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4E25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E33301" w:rsidRPr="002B0876" w:rsidTr="002504BB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A97CB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5601C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5601C4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D11B9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4E25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4E25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4E25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E33301" w:rsidRPr="002B0876" w:rsidTr="002504BB">
        <w:trPr>
          <w:cantSplit/>
          <w:trHeight w:val="9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7.4.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33301" w:rsidRDefault="00E33301" w:rsidP="005A6F13">
            <w:pPr>
              <w:ind w:right="-108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С</w:t>
            </w:r>
            <w:r w:rsidRPr="001F414F">
              <w:rPr>
                <w:rFonts w:ascii="Times New Roman" w:eastAsia="MS Mincho" w:hAnsi="Times New Roman"/>
              </w:rPr>
              <w:t>убсиди</w:t>
            </w:r>
            <w:r>
              <w:rPr>
                <w:rFonts w:ascii="Times New Roman" w:eastAsia="MS Mincho" w:hAnsi="Times New Roman"/>
              </w:rPr>
              <w:t xml:space="preserve">и бюджетам </w:t>
            </w:r>
            <w:r w:rsidRPr="001F414F">
              <w:rPr>
                <w:rFonts w:ascii="Times New Roman" w:eastAsia="MS Mincho" w:hAnsi="Times New Roman"/>
              </w:rPr>
              <w:t>муниципальны</w:t>
            </w:r>
            <w:r>
              <w:rPr>
                <w:rFonts w:ascii="Times New Roman" w:eastAsia="MS Mincho" w:hAnsi="Times New Roman"/>
              </w:rPr>
              <w:t>х образований Рязанской области</w:t>
            </w:r>
          </w:p>
          <w:p w:rsidR="00E33301" w:rsidRPr="001F414F" w:rsidRDefault="00E33301" w:rsidP="00625810">
            <w:pPr>
              <w:ind w:right="-108"/>
              <w:rPr>
                <w:rFonts w:ascii="Times New Roman" w:hAnsi="Times New Roman"/>
              </w:rPr>
            </w:pPr>
            <w:r w:rsidRPr="001F414F">
              <w:rPr>
                <w:rFonts w:ascii="Times New Roman" w:eastAsia="MS Mincho" w:hAnsi="Times New Roman"/>
              </w:rPr>
              <w:t>на отдельные мероприятия по модернизации дорожной инфраструктуры в городс</w:t>
            </w:r>
            <w:r>
              <w:rPr>
                <w:rFonts w:ascii="Times New Roman" w:eastAsia="MS Mincho" w:hAnsi="Times New Roman"/>
              </w:rPr>
              <w:t>ких агломерациях, осуществляемые</w:t>
            </w:r>
            <w:r w:rsidRPr="001F414F">
              <w:rPr>
                <w:rFonts w:ascii="Times New Roman" w:eastAsia="MS Mincho" w:hAnsi="Times New Roman"/>
              </w:rPr>
              <w:t xml:space="preserve"> </w:t>
            </w:r>
            <w:proofErr w:type="gramStart"/>
            <w:r w:rsidRPr="001F414F">
              <w:rPr>
                <w:rFonts w:ascii="Times New Roman" w:eastAsia="MS Mincho" w:hAnsi="Times New Roman"/>
              </w:rPr>
              <w:t>в</w:t>
            </w:r>
            <w:proofErr w:type="gramEnd"/>
            <w:r w:rsidRPr="001F414F">
              <w:rPr>
                <w:rFonts w:ascii="Times New Roman" w:eastAsia="MS Mincho" w:hAnsi="Times New Roman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33301" w:rsidRPr="002B0876" w:rsidRDefault="00E33301" w:rsidP="001F414F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5601C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nil"/>
            </w:tcBorders>
          </w:tcPr>
          <w:p w:rsidR="00E33301" w:rsidRPr="002B0876" w:rsidRDefault="00E33301" w:rsidP="001F414F">
            <w:pPr>
              <w:ind w:left="-57" w:right="-57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1F414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Default="00E33301" w:rsidP="00417D9C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</w:t>
            </w:r>
          </w:p>
          <w:p w:rsidR="00E33301" w:rsidRPr="002B0876" w:rsidRDefault="00E33301" w:rsidP="00417D9C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D11B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1106500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416500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E33301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490000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E33301" w:rsidRPr="002B0876" w:rsidTr="002504BB">
        <w:trPr>
          <w:cantSplit/>
          <w:trHeight w:val="37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E33301" w:rsidRDefault="00E33301" w:rsidP="001F414F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E33301" w:rsidRPr="002B0876" w:rsidRDefault="00E33301" w:rsidP="001F414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nil"/>
            </w:tcBorders>
          </w:tcPr>
          <w:p w:rsidR="00E33301" w:rsidRPr="002B0876" w:rsidRDefault="00E33301" w:rsidP="001F414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33301" w:rsidRDefault="00E33301" w:rsidP="00417D9C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E33301" w:rsidRDefault="00E33301" w:rsidP="00D11B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E33301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E33301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  <w:vAlign w:val="center"/>
          </w:tcPr>
          <w:p w:rsidR="00E33301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E33301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E33301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E33301" w:rsidRPr="002B0876" w:rsidTr="002504BB">
        <w:trPr>
          <w:cantSplit/>
          <w:trHeight w:val="6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E33301" w:rsidRDefault="00E33301" w:rsidP="001F414F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E33301" w:rsidRPr="002B0876" w:rsidRDefault="00E33301" w:rsidP="001F414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nil"/>
            </w:tcBorders>
          </w:tcPr>
          <w:p w:rsidR="00E33301" w:rsidRPr="002B0876" w:rsidRDefault="00E33301" w:rsidP="001F414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Default="00E33301" w:rsidP="001F414F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D11B9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D11B91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E33301" w:rsidRPr="002B0876" w:rsidTr="002504BB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E33301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E33301" w:rsidRDefault="00E33301" w:rsidP="001F414F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E33301" w:rsidRPr="002B0876" w:rsidRDefault="00E33301" w:rsidP="001F414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nil"/>
            </w:tcBorders>
          </w:tcPr>
          <w:p w:rsidR="00E33301" w:rsidRPr="002B0876" w:rsidRDefault="00E33301" w:rsidP="001F414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Default="00E33301" w:rsidP="007306FE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7306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906500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7306FE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7306FE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7306FE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7306FE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416500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7306FE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7306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7306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7306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7306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E33301" w:rsidRPr="002B0876" w:rsidTr="002504BB">
        <w:trPr>
          <w:cantSplit/>
          <w:trHeight w:val="9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33301" w:rsidRDefault="00E33301" w:rsidP="00625810">
            <w:pPr>
              <w:rPr>
                <w:rFonts w:ascii="Times New Roman" w:eastAsia="MS Mincho" w:hAnsi="Times New Roman"/>
              </w:rPr>
            </w:pPr>
            <w:r w:rsidRPr="001F414F">
              <w:rPr>
                <w:rFonts w:ascii="Times New Roman" w:eastAsia="MS Mincho" w:hAnsi="Times New Roman"/>
              </w:rPr>
              <w:t xml:space="preserve">том числе во исполнение указаний, поручений или актов Президента </w:t>
            </w:r>
            <w:proofErr w:type="gramStart"/>
            <w:r w:rsidRPr="001F414F">
              <w:rPr>
                <w:rFonts w:ascii="Times New Roman" w:eastAsia="MS Mincho" w:hAnsi="Times New Roman"/>
              </w:rPr>
              <w:t>Российской</w:t>
            </w:r>
            <w:proofErr w:type="gramEnd"/>
            <w:r w:rsidRPr="001F414F">
              <w:rPr>
                <w:rFonts w:ascii="Times New Roman" w:eastAsia="MS Mincho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1F414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E33301" w:rsidRPr="002B0876" w:rsidRDefault="00E33301" w:rsidP="001F414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Default="00E33301" w:rsidP="00625810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бюджет,</w:t>
            </w:r>
          </w:p>
          <w:p w:rsidR="00E33301" w:rsidRDefault="00E33301" w:rsidP="00625810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6258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7306FE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7306FE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7306FE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7306FE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625810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7306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7306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7306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7306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9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Default="00E33301" w:rsidP="001F414F">
            <w:pPr>
              <w:rPr>
                <w:rFonts w:ascii="Times New Roman" w:eastAsia="MS Mincho" w:hAnsi="Times New Roman"/>
              </w:rPr>
            </w:pPr>
            <w:r w:rsidRPr="001F414F">
              <w:rPr>
                <w:rFonts w:ascii="Times New Roman" w:eastAsia="MS Mincho" w:hAnsi="Times New Roman"/>
              </w:rPr>
              <w:t>Федерации и (или) Правительства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1F414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33301" w:rsidRPr="002B0876" w:rsidRDefault="00E33301" w:rsidP="001F414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Default="00E33301" w:rsidP="00625810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7306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7306FE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7306FE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7306FE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7306FE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7306FE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7306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7306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7306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7306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9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3301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7.5.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Default="00E33301" w:rsidP="001F414F">
            <w:pPr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 xml:space="preserve">Отдельные </w:t>
            </w:r>
            <w:r w:rsidRPr="001F414F">
              <w:rPr>
                <w:rFonts w:ascii="Times New Roman" w:eastAsia="MS Mincho" w:hAnsi="Times New Roman"/>
              </w:rPr>
              <w:t>мероприятия по модернизации дорожной инфраструктуры в городс</w:t>
            </w:r>
            <w:r>
              <w:rPr>
                <w:rFonts w:ascii="Times New Roman" w:eastAsia="MS Mincho" w:hAnsi="Times New Roman"/>
              </w:rPr>
              <w:t xml:space="preserve">ких агломерациях, </w:t>
            </w:r>
            <w:proofErr w:type="gramStart"/>
            <w:r>
              <w:rPr>
                <w:rFonts w:ascii="Times New Roman" w:eastAsia="MS Mincho" w:hAnsi="Times New Roman"/>
              </w:rPr>
              <w:t>осуществляемые</w:t>
            </w:r>
            <w:proofErr w:type="gramEnd"/>
            <w:r w:rsidRPr="001F414F">
              <w:rPr>
                <w:rFonts w:ascii="Times New Roman" w:eastAsia="MS Mincho" w:hAnsi="Times New Roman"/>
              </w:rPr>
              <w:t xml:space="preserve"> в том числе во исполнение указаний, поручений или актов Президента Российской Федерации и (или) Правительства Российской Федерации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4E251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1F414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E33301" w:rsidRPr="002B0876" w:rsidRDefault="00E33301" w:rsidP="001F414F">
            <w:pPr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ГКУ Рязанской области «ДДРО»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Default="00E33301" w:rsidP="001F414F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всего, </w:t>
            </w:r>
          </w:p>
          <w:p w:rsidR="00E33301" w:rsidRDefault="00E33301" w:rsidP="001F414F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  <w:p w:rsidR="00E33301" w:rsidRDefault="00E33301" w:rsidP="001F414F">
            <w:pPr>
              <w:ind w:right="-108"/>
              <w:rPr>
                <w:rFonts w:ascii="Times New Roman" w:hAnsi="Times New Roman"/>
              </w:rPr>
            </w:pPr>
          </w:p>
          <w:p w:rsidR="00E33301" w:rsidRDefault="00E33301" w:rsidP="001F414F">
            <w:pPr>
              <w:ind w:right="-108"/>
              <w:rPr>
                <w:rFonts w:ascii="Times New Roman" w:hAnsi="Times New Roman"/>
              </w:rPr>
            </w:pPr>
          </w:p>
          <w:p w:rsidR="00E33301" w:rsidRDefault="00E33301" w:rsidP="001F414F">
            <w:pPr>
              <w:ind w:right="-108"/>
              <w:rPr>
                <w:rFonts w:ascii="Times New Roman" w:hAnsi="Times New Roman"/>
              </w:rPr>
            </w:pPr>
          </w:p>
          <w:p w:rsidR="00E33301" w:rsidRDefault="00E33301" w:rsidP="001F414F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3301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33301" w:rsidRDefault="00E33301" w:rsidP="001F414F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3301" w:rsidRPr="002B0876" w:rsidRDefault="00E33301" w:rsidP="004E251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33301" w:rsidRDefault="00E33301" w:rsidP="001F414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Default="00E33301" w:rsidP="001F414F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E33301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E33301" w:rsidRPr="002B0876" w:rsidTr="00E33301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33301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33301" w:rsidRDefault="00E33301" w:rsidP="001F414F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33301" w:rsidRPr="002B0876" w:rsidRDefault="00E33301" w:rsidP="004E251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33301" w:rsidRDefault="00E33301" w:rsidP="001F414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33301" w:rsidRDefault="00E33301" w:rsidP="001F414F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E33301" w:rsidRDefault="00E33301" w:rsidP="006128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E33301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E33301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  <w:vAlign w:val="center"/>
          </w:tcPr>
          <w:p w:rsidR="00E33301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E33301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E33301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E33301" w:rsidRPr="002B0876" w:rsidTr="002504BB">
        <w:trPr>
          <w:cantSplit/>
          <w:trHeight w:val="73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Default="00E33301" w:rsidP="001F414F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4E251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Default="00E33301" w:rsidP="001F414F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Default="00E33301" w:rsidP="001F414F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6128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6128C5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4E25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635A10">
            <w:pPr>
              <w:jc w:val="center"/>
              <w:rPr>
                <w:rFonts w:ascii="Times New Roman" w:hAnsi="Times New Roman"/>
              </w:rPr>
            </w:pPr>
          </w:p>
        </w:tc>
      </w:tr>
      <w:tr w:rsidR="00E33301" w:rsidRPr="002B0876" w:rsidTr="002504BB">
        <w:trPr>
          <w:cantSplit/>
          <w:trHeight w:val="11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33301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7.6.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4F0A49" w:rsidRDefault="00E33301" w:rsidP="00DA578C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vertAlign w:val="superscript"/>
              </w:rPr>
            </w:pPr>
            <w:r w:rsidRPr="00DA578C">
              <w:rPr>
                <w:rFonts w:ascii="Times New Roman" w:hAnsi="Times New Roman"/>
              </w:rPr>
              <w:t>Реконструкция</w:t>
            </w:r>
            <w:r>
              <w:rPr>
                <w:rFonts w:ascii="Times New Roman" w:hAnsi="Times New Roman"/>
              </w:rPr>
              <w:t xml:space="preserve"> автомобильных дорог общего пользования регионального или межмуниципального значения и искусственных сооружений на них</w:t>
            </w:r>
            <w:proofErr w:type="gramStart"/>
            <w:r>
              <w:rPr>
                <w:rFonts w:ascii="Times New Roman" w:hAnsi="Times New Roman"/>
                <w:vertAlign w:val="superscript"/>
              </w:rPr>
              <w:t>4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33301" w:rsidRPr="002B0876" w:rsidRDefault="00E33301" w:rsidP="006128C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E33301" w:rsidRPr="002B0876" w:rsidRDefault="00E33301" w:rsidP="006128C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E33301" w:rsidRPr="002B0876" w:rsidRDefault="00E33301" w:rsidP="006128C5">
            <w:pPr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ГКУ Рязанской области «ДДРО»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4F0A49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E33301" w:rsidRPr="002B0876" w:rsidRDefault="00E33301" w:rsidP="004F0A4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E33301" w:rsidRPr="002B0876" w:rsidRDefault="00E33301" w:rsidP="006128C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4E2E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59784,09134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4E2E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4E2E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4E2E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4E2E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4E2E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59784,09134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4E2E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4E2E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4E2E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4E2E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E33301" w:rsidRPr="002B0876" w:rsidTr="0024305A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Default="00E33301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6128C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33301" w:rsidRPr="002B0876" w:rsidRDefault="00E33301" w:rsidP="006128C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33301" w:rsidRPr="002B0876" w:rsidRDefault="00E33301" w:rsidP="006128C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301" w:rsidRDefault="00E33301" w:rsidP="004F0A49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E33301" w:rsidRDefault="00E33301" w:rsidP="004F0A49">
            <w:pPr>
              <w:ind w:right="-108"/>
              <w:rPr>
                <w:rFonts w:ascii="Times New Roman" w:hAnsi="Times New Roman"/>
              </w:rPr>
            </w:pPr>
          </w:p>
          <w:p w:rsidR="00E33301" w:rsidRPr="002B0876" w:rsidRDefault="00E33301" w:rsidP="004F0A49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59784,09134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Pr="002B0876" w:rsidRDefault="00E33301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33301" w:rsidRDefault="00E33301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59784,09134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33301" w:rsidRDefault="00E33301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01" w:rsidRPr="002B0876" w:rsidRDefault="00E33301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24305A" w:rsidRPr="002B0876" w:rsidTr="002504BB">
        <w:trPr>
          <w:cantSplit/>
          <w:trHeight w:val="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305A" w:rsidRDefault="0024305A" w:rsidP="00632839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305A" w:rsidRPr="002B0876" w:rsidRDefault="0024305A" w:rsidP="0024305A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Задача 8.</w:t>
            </w:r>
          </w:p>
          <w:p w:rsidR="0024305A" w:rsidRPr="002B0876" w:rsidRDefault="0024305A" w:rsidP="002504BB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Реализация регионального проекта «Общесистемные меры развития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305A" w:rsidRPr="002B0876" w:rsidRDefault="0024305A" w:rsidP="006128C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4305A" w:rsidRPr="002B0876" w:rsidRDefault="0024305A" w:rsidP="006128C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305A" w:rsidRPr="002B0876" w:rsidRDefault="0024305A" w:rsidP="00632839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в том числе:</w:t>
            </w:r>
          </w:p>
          <w:p w:rsidR="0024305A" w:rsidRPr="002B0876" w:rsidRDefault="0024305A" w:rsidP="00632839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4305A" w:rsidRPr="002B0876" w:rsidRDefault="0024305A" w:rsidP="002430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553242,16279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4305A" w:rsidRPr="002B0876" w:rsidRDefault="0024305A" w:rsidP="0024305A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4305A" w:rsidRPr="002B0876" w:rsidRDefault="0024305A" w:rsidP="0024305A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4305A" w:rsidRPr="002B0876" w:rsidRDefault="0024305A" w:rsidP="0024305A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4305A" w:rsidRPr="002B0876" w:rsidRDefault="0024305A" w:rsidP="002430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4305A" w:rsidRPr="002B0876" w:rsidRDefault="0024305A" w:rsidP="002430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313242,16279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4305A" w:rsidRPr="002B0876" w:rsidRDefault="0024305A" w:rsidP="002430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4305A" w:rsidRPr="002B0876" w:rsidRDefault="0024305A" w:rsidP="002430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4305A" w:rsidRPr="002B0876" w:rsidRDefault="0024305A" w:rsidP="002430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4305A" w:rsidRPr="002B0876" w:rsidRDefault="0024305A" w:rsidP="002430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05A" w:rsidRPr="002B0876" w:rsidRDefault="0024305A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к концу 2024 года:</w:t>
            </w:r>
          </w:p>
          <w:p w:rsidR="0024305A" w:rsidRPr="002B0876" w:rsidRDefault="0024305A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обеспечение </w:t>
            </w:r>
          </w:p>
          <w:p w:rsidR="0024305A" w:rsidRDefault="0024305A" w:rsidP="004E2E3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доли контрактов на осуществление дорожной деятельности в рамках </w:t>
            </w:r>
            <w:proofErr w:type="spellStart"/>
            <w:proofErr w:type="gramStart"/>
            <w:r w:rsidRPr="002B0876">
              <w:rPr>
                <w:rFonts w:ascii="Times New Roman" w:hAnsi="Times New Roman"/>
              </w:rPr>
              <w:t>националь</w:t>
            </w:r>
            <w:r>
              <w:rPr>
                <w:rFonts w:ascii="Times New Roman" w:hAnsi="Times New Roman"/>
              </w:rPr>
              <w:t>-</w:t>
            </w:r>
            <w:r w:rsidRPr="002B0876">
              <w:rPr>
                <w:rFonts w:ascii="Times New Roman" w:hAnsi="Times New Roman"/>
              </w:rPr>
              <w:t>ного</w:t>
            </w:r>
            <w:proofErr w:type="spellEnd"/>
            <w:proofErr w:type="gramEnd"/>
            <w:r w:rsidRPr="002B0876">
              <w:rPr>
                <w:rFonts w:ascii="Times New Roman" w:hAnsi="Times New Roman"/>
              </w:rPr>
              <w:t xml:space="preserve"> проекта,</w:t>
            </w:r>
          </w:p>
          <w:p w:rsidR="0024305A" w:rsidRDefault="0024305A" w:rsidP="004E2E39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предусматриваю-</w:t>
            </w:r>
            <w:proofErr w:type="spellStart"/>
            <w:r>
              <w:rPr>
                <w:rFonts w:ascii="Times New Roman" w:hAnsi="Times New Roman"/>
              </w:rPr>
              <w:t>щих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использова-ние</w:t>
            </w:r>
            <w:proofErr w:type="spellEnd"/>
            <w:r>
              <w:rPr>
                <w:rFonts w:ascii="Times New Roman" w:hAnsi="Times New Roman"/>
              </w:rPr>
              <w:t xml:space="preserve"> новых техно-логий и </w:t>
            </w:r>
            <w:proofErr w:type="spellStart"/>
            <w:r>
              <w:rPr>
                <w:rFonts w:ascii="Times New Roman" w:hAnsi="Times New Roman"/>
              </w:rPr>
              <w:t>материа</w:t>
            </w:r>
            <w:proofErr w:type="spellEnd"/>
            <w:r>
              <w:rPr>
                <w:rFonts w:ascii="Times New Roman" w:hAnsi="Times New Roman"/>
              </w:rPr>
              <w:t>-лов, включенных в реестр новых и наилучших технологий, материалов и технологических решений повтор-</w:t>
            </w:r>
            <w:proofErr w:type="spellStart"/>
            <w:r>
              <w:rPr>
                <w:rFonts w:ascii="Times New Roman" w:hAnsi="Times New Roman"/>
              </w:rPr>
              <w:t>ного</w:t>
            </w:r>
            <w:proofErr w:type="spellEnd"/>
            <w:r>
              <w:rPr>
                <w:rFonts w:ascii="Times New Roman" w:hAnsi="Times New Roman"/>
              </w:rPr>
              <w:t xml:space="preserve"> применения, до 80% в общем объеме новых государственных контрактов </w:t>
            </w:r>
            <w:proofErr w:type="gramStart"/>
            <w:r>
              <w:rPr>
                <w:rFonts w:ascii="Times New Roman" w:hAnsi="Times New Roman"/>
              </w:rPr>
              <w:t>на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24305A" w:rsidRDefault="0024305A" w:rsidP="00625810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работ по капитальному ремонту, ремонту и содержанию автомобильных дорог;</w:t>
            </w:r>
            <w:r w:rsidRPr="00C25F89">
              <w:rPr>
                <w:rFonts w:ascii="Times New Roman" w:hAnsi="Times New Roman"/>
              </w:rPr>
              <w:t xml:space="preserve"> </w:t>
            </w:r>
          </w:p>
          <w:p w:rsidR="0024305A" w:rsidRPr="002B0876" w:rsidRDefault="0024305A" w:rsidP="00625810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доли контрактов </w:t>
            </w:r>
          </w:p>
          <w:p w:rsidR="0024305A" w:rsidRPr="00C25F89" w:rsidRDefault="0024305A" w:rsidP="00E0679C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на осуществление дорожной деятельности в рамках национального проекта, предусматрива</w:t>
            </w:r>
            <w:proofErr w:type="gramStart"/>
            <w:r w:rsidRPr="00C25F89">
              <w:rPr>
                <w:rFonts w:ascii="Times New Roman" w:hAnsi="Times New Roman"/>
              </w:rPr>
              <w:t>ю-</w:t>
            </w:r>
            <w:proofErr w:type="gramEnd"/>
            <w:r w:rsidRPr="00C25F89">
              <w:rPr>
                <w:rFonts w:ascii="Times New Roman" w:hAnsi="Times New Roman"/>
              </w:rPr>
              <w:t xml:space="preserve"> </w:t>
            </w:r>
            <w:proofErr w:type="spellStart"/>
            <w:r w:rsidRPr="00C25F89">
              <w:rPr>
                <w:rFonts w:ascii="Times New Roman" w:hAnsi="Times New Roman"/>
              </w:rPr>
              <w:t>щих</w:t>
            </w:r>
            <w:proofErr w:type="spellEnd"/>
            <w:r w:rsidRPr="00C25F89">
              <w:rPr>
                <w:rFonts w:ascii="Times New Roman" w:hAnsi="Times New Roman"/>
              </w:rPr>
              <w:t xml:space="preserve"> выполнение работ на </w:t>
            </w:r>
            <w:proofErr w:type="spellStart"/>
            <w:r w:rsidRPr="00C25F89">
              <w:rPr>
                <w:rFonts w:ascii="Times New Roman" w:hAnsi="Times New Roman"/>
              </w:rPr>
              <w:t>принци</w:t>
            </w:r>
            <w:proofErr w:type="spellEnd"/>
            <w:r>
              <w:rPr>
                <w:rFonts w:ascii="Times New Roman" w:hAnsi="Times New Roman"/>
              </w:rPr>
              <w:t>-</w:t>
            </w:r>
            <w:r w:rsidRPr="00C25F89">
              <w:rPr>
                <w:rFonts w:ascii="Times New Roman" w:hAnsi="Times New Roman"/>
              </w:rPr>
              <w:t>пах контракта жизненного цикла, предусматриваю-</w:t>
            </w:r>
          </w:p>
          <w:p w:rsidR="0024305A" w:rsidRPr="00C25F89" w:rsidRDefault="0024305A" w:rsidP="00E0679C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proofErr w:type="spellStart"/>
            <w:r w:rsidRPr="00C25F89">
              <w:rPr>
                <w:rFonts w:ascii="Times New Roman" w:hAnsi="Times New Roman"/>
              </w:rPr>
              <w:t>щих</w:t>
            </w:r>
            <w:proofErr w:type="spellEnd"/>
            <w:r w:rsidRPr="00C25F89">
              <w:rPr>
                <w:rFonts w:ascii="Times New Roman" w:hAnsi="Times New Roman"/>
              </w:rPr>
              <w:t xml:space="preserve"> объединение</w:t>
            </w:r>
          </w:p>
          <w:p w:rsidR="0024305A" w:rsidRDefault="0024305A" w:rsidP="00E0679C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в один контракт различных видов </w:t>
            </w:r>
          </w:p>
          <w:p w:rsidR="0024305A" w:rsidRPr="00C25F89" w:rsidRDefault="0024305A" w:rsidP="00E0679C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дорожных работ,         до 70% в общем</w:t>
            </w:r>
            <w:r>
              <w:rPr>
                <w:rFonts w:ascii="Times New Roman" w:hAnsi="Times New Roman"/>
              </w:rPr>
              <w:t xml:space="preserve"> </w:t>
            </w:r>
            <w:r w:rsidRPr="00C25F89">
              <w:rPr>
                <w:rFonts w:ascii="Times New Roman" w:hAnsi="Times New Roman"/>
              </w:rPr>
              <w:t>объеме</w:t>
            </w:r>
            <w:r>
              <w:rPr>
                <w:rFonts w:ascii="Times New Roman" w:hAnsi="Times New Roman"/>
              </w:rPr>
              <w:t xml:space="preserve"> </w:t>
            </w:r>
            <w:r w:rsidRPr="00C25F89">
              <w:rPr>
                <w:rFonts w:ascii="Times New Roman" w:hAnsi="Times New Roman"/>
              </w:rPr>
              <w:t>новых</w:t>
            </w:r>
            <w:r>
              <w:rPr>
                <w:rFonts w:ascii="Times New Roman" w:hAnsi="Times New Roman"/>
              </w:rPr>
              <w:t xml:space="preserve"> </w:t>
            </w:r>
            <w:r w:rsidRPr="00C25F89">
              <w:rPr>
                <w:rFonts w:ascii="Times New Roman" w:hAnsi="Times New Roman"/>
              </w:rPr>
              <w:t xml:space="preserve">государственных контрактов на выполнение работ по </w:t>
            </w:r>
            <w:proofErr w:type="gramStart"/>
            <w:r w:rsidRPr="00C25F89">
              <w:rPr>
                <w:rFonts w:ascii="Times New Roman" w:hAnsi="Times New Roman"/>
              </w:rPr>
              <w:t>капитальному</w:t>
            </w:r>
            <w:proofErr w:type="gramEnd"/>
          </w:p>
          <w:p w:rsidR="0024305A" w:rsidRPr="00C25F89" w:rsidRDefault="0024305A" w:rsidP="00E0679C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ремонту, ремонту и содержанию автомобильных дорог; </w:t>
            </w:r>
          </w:p>
          <w:p w:rsidR="0024305A" w:rsidRPr="00C25F89" w:rsidRDefault="0024305A" w:rsidP="00E0679C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внедрение </w:t>
            </w:r>
            <w:proofErr w:type="spellStart"/>
            <w:proofErr w:type="gramStart"/>
            <w:r w:rsidRPr="00C25F89">
              <w:rPr>
                <w:rFonts w:ascii="Times New Roman" w:hAnsi="Times New Roman"/>
              </w:rPr>
              <w:t>интел</w:t>
            </w:r>
            <w:r>
              <w:rPr>
                <w:rFonts w:ascii="Times New Roman" w:hAnsi="Times New Roman"/>
              </w:rPr>
              <w:t>-</w:t>
            </w:r>
            <w:r w:rsidRPr="00C25F89">
              <w:rPr>
                <w:rFonts w:ascii="Times New Roman" w:hAnsi="Times New Roman"/>
              </w:rPr>
              <w:t>лектуальных</w:t>
            </w:r>
            <w:proofErr w:type="spellEnd"/>
            <w:proofErr w:type="gramEnd"/>
            <w:r w:rsidRPr="00C25F89">
              <w:rPr>
                <w:rFonts w:ascii="Times New Roman" w:hAnsi="Times New Roman"/>
              </w:rPr>
              <w:t xml:space="preserve"> транспортных систем на </w:t>
            </w:r>
            <w:proofErr w:type="spellStart"/>
            <w:r w:rsidRPr="00C25F89">
              <w:rPr>
                <w:rFonts w:ascii="Times New Roman" w:hAnsi="Times New Roman"/>
              </w:rPr>
              <w:t>террито</w:t>
            </w:r>
            <w:r>
              <w:rPr>
                <w:rFonts w:ascii="Times New Roman" w:hAnsi="Times New Roman"/>
              </w:rPr>
              <w:t>-</w:t>
            </w:r>
            <w:r w:rsidRPr="00C25F89">
              <w:rPr>
                <w:rFonts w:ascii="Times New Roman" w:hAnsi="Times New Roman"/>
              </w:rPr>
              <w:t>рии</w:t>
            </w:r>
            <w:proofErr w:type="spellEnd"/>
            <w:r w:rsidRPr="00C25F89">
              <w:rPr>
                <w:rFonts w:ascii="Times New Roman" w:hAnsi="Times New Roman"/>
              </w:rPr>
              <w:t xml:space="preserve"> Рязанской области </w:t>
            </w:r>
            <w:r>
              <w:rPr>
                <w:rFonts w:ascii="Times New Roman" w:hAnsi="Times New Roman"/>
              </w:rPr>
              <w:t>–</w:t>
            </w:r>
            <w:r w:rsidRPr="00C25F89">
              <w:rPr>
                <w:rFonts w:ascii="Times New Roman" w:hAnsi="Times New Roman"/>
              </w:rPr>
              <w:t xml:space="preserve"> 1шт.;</w:t>
            </w:r>
          </w:p>
          <w:p w:rsidR="0024305A" w:rsidRPr="002B0876" w:rsidRDefault="0024305A" w:rsidP="00625810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размещение автоматических пунктов </w:t>
            </w:r>
            <w:proofErr w:type="spellStart"/>
            <w:proofErr w:type="gramStart"/>
            <w:r w:rsidRPr="00C25F89">
              <w:rPr>
                <w:rFonts w:ascii="Times New Roman" w:hAnsi="Times New Roman"/>
              </w:rPr>
              <w:t>весогаба</w:t>
            </w:r>
            <w:r>
              <w:rPr>
                <w:rFonts w:ascii="Times New Roman" w:hAnsi="Times New Roman"/>
              </w:rPr>
              <w:t>-</w:t>
            </w:r>
            <w:r w:rsidRPr="00C25F89">
              <w:rPr>
                <w:rFonts w:ascii="Times New Roman" w:hAnsi="Times New Roman"/>
              </w:rPr>
              <w:t>ритного</w:t>
            </w:r>
            <w:proofErr w:type="spellEnd"/>
            <w:proofErr w:type="gramEnd"/>
            <w:r w:rsidRPr="00C25F89">
              <w:rPr>
                <w:rFonts w:ascii="Times New Roman" w:hAnsi="Times New Roman"/>
              </w:rPr>
              <w:t xml:space="preserve"> контроля транспортных</w:t>
            </w:r>
            <w:r w:rsidRPr="002B1EF0">
              <w:rPr>
                <w:rFonts w:ascii="Times New Roman" w:hAnsi="Times New Roman"/>
              </w:rPr>
              <w:t xml:space="preserve"> </w:t>
            </w:r>
          </w:p>
          <w:p w:rsidR="0024305A" w:rsidRDefault="0024305A" w:rsidP="00625810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>средств на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C25F89">
              <w:rPr>
                <w:rFonts w:ascii="Times New Roman" w:hAnsi="Times New Roman"/>
              </w:rPr>
              <w:t>автомо</w:t>
            </w:r>
            <w:r>
              <w:rPr>
                <w:rFonts w:ascii="Times New Roman" w:hAnsi="Times New Roman"/>
              </w:rPr>
              <w:t>-</w:t>
            </w:r>
            <w:r w:rsidRPr="00C25F89">
              <w:rPr>
                <w:rFonts w:ascii="Times New Roman" w:hAnsi="Times New Roman"/>
              </w:rPr>
              <w:t>бильных</w:t>
            </w:r>
            <w:proofErr w:type="spellEnd"/>
            <w:proofErr w:type="gramEnd"/>
            <w:r w:rsidRPr="00C25F89">
              <w:rPr>
                <w:rFonts w:ascii="Times New Roman" w:hAnsi="Times New Roman"/>
              </w:rPr>
              <w:t xml:space="preserve"> дорогах</w:t>
            </w:r>
          </w:p>
          <w:p w:rsidR="0024305A" w:rsidRPr="00C25F89" w:rsidRDefault="0024305A" w:rsidP="00625810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C25F89">
              <w:rPr>
                <w:rFonts w:ascii="Times New Roman" w:hAnsi="Times New Roman"/>
              </w:rPr>
              <w:t xml:space="preserve">регионального или </w:t>
            </w:r>
            <w:proofErr w:type="spellStart"/>
            <w:r w:rsidRPr="00C25F89">
              <w:rPr>
                <w:rFonts w:ascii="Times New Roman" w:hAnsi="Times New Roman"/>
              </w:rPr>
              <w:t>межмуниципально</w:t>
            </w:r>
            <w:proofErr w:type="spellEnd"/>
            <w:r w:rsidRPr="00C25F89">
              <w:rPr>
                <w:rFonts w:ascii="Times New Roman" w:hAnsi="Times New Roman"/>
              </w:rPr>
              <w:t>-</w:t>
            </w:r>
          </w:p>
          <w:p w:rsidR="0024305A" w:rsidRDefault="0024305A" w:rsidP="00625810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proofErr w:type="spellStart"/>
            <w:r w:rsidRPr="00C25F89">
              <w:rPr>
                <w:rFonts w:ascii="Times New Roman" w:hAnsi="Times New Roman"/>
              </w:rPr>
              <w:t>го</w:t>
            </w:r>
            <w:proofErr w:type="spellEnd"/>
            <w:r w:rsidRPr="00C25F89">
              <w:rPr>
                <w:rFonts w:ascii="Times New Roman" w:hAnsi="Times New Roman"/>
              </w:rPr>
              <w:t xml:space="preserve"> значения - 8 шт.</w:t>
            </w:r>
            <w:r>
              <w:rPr>
                <w:rFonts w:ascii="Times New Roman" w:hAnsi="Times New Roman"/>
              </w:rPr>
              <w:t>;</w:t>
            </w:r>
          </w:p>
          <w:p w:rsidR="0024305A" w:rsidRPr="002B0876" w:rsidRDefault="0024305A" w:rsidP="00625810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2B1EF0">
              <w:rPr>
                <w:rFonts w:ascii="Times New Roman" w:hAnsi="Times New Roman"/>
              </w:rPr>
              <w:t xml:space="preserve">установка стационарных камер </w:t>
            </w:r>
          </w:p>
          <w:p w:rsidR="0024305A" w:rsidRPr="00993540" w:rsidRDefault="0024305A" w:rsidP="00625810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  <w:highlight w:val="yellow"/>
              </w:rPr>
            </w:pPr>
            <w:proofErr w:type="spellStart"/>
            <w:r w:rsidRPr="002B1EF0">
              <w:rPr>
                <w:rFonts w:ascii="Times New Roman" w:hAnsi="Times New Roman"/>
              </w:rPr>
              <w:t>фотовидеофикса</w:t>
            </w:r>
            <w:r>
              <w:rPr>
                <w:rFonts w:ascii="Times New Roman" w:hAnsi="Times New Roman"/>
              </w:rPr>
              <w:t>-</w:t>
            </w:r>
            <w:r w:rsidRPr="002B1EF0">
              <w:rPr>
                <w:rFonts w:ascii="Times New Roman" w:hAnsi="Times New Roman"/>
              </w:rPr>
              <w:t>ции</w:t>
            </w:r>
            <w:proofErr w:type="spellEnd"/>
            <w:r w:rsidRPr="002B1EF0">
              <w:rPr>
                <w:rFonts w:ascii="Times New Roman" w:hAnsi="Times New Roman"/>
              </w:rPr>
              <w:t xml:space="preserve"> нарушений правил дорожного </w:t>
            </w:r>
            <w:r w:rsidRPr="00993540">
              <w:rPr>
                <w:rFonts w:ascii="Times New Roman" w:hAnsi="Times New Roman"/>
              </w:rPr>
              <w:t xml:space="preserve">движения на автомобильных дорогах </w:t>
            </w:r>
          </w:p>
          <w:p w:rsidR="0024305A" w:rsidRPr="002B0876" w:rsidRDefault="0024305A" w:rsidP="004F0A4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993540">
              <w:rPr>
                <w:rFonts w:ascii="Times New Roman" w:hAnsi="Times New Roman"/>
              </w:rPr>
              <w:t xml:space="preserve">федерального, регионального или </w:t>
            </w:r>
            <w:proofErr w:type="spellStart"/>
            <w:proofErr w:type="gramStart"/>
            <w:r w:rsidRPr="00993540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993540">
              <w:rPr>
                <w:rFonts w:ascii="Times New Roman" w:hAnsi="Times New Roman"/>
              </w:rPr>
              <w:t>, местного значения до 243 шт./311%</w:t>
            </w:r>
          </w:p>
        </w:tc>
      </w:tr>
      <w:tr w:rsidR="002504BB" w:rsidRPr="002B0876" w:rsidTr="002504BB">
        <w:trPr>
          <w:cantSplit/>
          <w:trHeight w:val="12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2504BB" w:rsidRDefault="002504BB" w:rsidP="00632839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504BB" w:rsidRDefault="002504BB" w:rsidP="002504BB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дорожного хозяйства (Рязанская область)»,</w:t>
            </w:r>
          </w:p>
          <w:p w:rsidR="002504BB" w:rsidRDefault="002504BB" w:rsidP="002504BB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направленного на</w:t>
            </w:r>
          </w:p>
          <w:p w:rsidR="002504BB" w:rsidRPr="002B0876" w:rsidRDefault="002504BB" w:rsidP="002504BB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</w:t>
            </w:r>
            <w:r w:rsidRPr="002B0876">
              <w:rPr>
                <w:rFonts w:ascii="Times New Roman" w:hAnsi="Times New Roman"/>
              </w:rPr>
              <w:t xml:space="preserve"> результатов реализации </w:t>
            </w:r>
            <w:proofErr w:type="gramStart"/>
            <w:r w:rsidRPr="002B0876">
              <w:rPr>
                <w:rFonts w:ascii="Times New Roman" w:hAnsi="Times New Roman"/>
              </w:rPr>
              <w:t>федерального</w:t>
            </w:r>
            <w:proofErr w:type="gramEnd"/>
            <w:r w:rsidRPr="002B087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5A229F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4BB" w:rsidRPr="002B0876" w:rsidRDefault="002504BB" w:rsidP="00BE2105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2504BB" w:rsidRPr="002B0876" w:rsidTr="002504BB">
        <w:trPr>
          <w:cantSplit/>
          <w:trHeight w:val="1283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Default="002504B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2504BB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проекта</w:t>
            </w:r>
          </w:p>
          <w:p w:rsidR="002504BB" w:rsidRPr="002B0876" w:rsidRDefault="002504BB" w:rsidP="002504BB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«Общесистемные меры развития дорожного</w:t>
            </w:r>
          </w:p>
          <w:p w:rsidR="002504BB" w:rsidRPr="002B0876" w:rsidRDefault="002504BB" w:rsidP="002504BB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хозяйства»</w:t>
            </w:r>
          </w:p>
          <w:p w:rsidR="002504BB" w:rsidRDefault="002504BB" w:rsidP="002504BB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 рамках</w:t>
            </w:r>
          </w:p>
          <w:p w:rsidR="002504BB" w:rsidRPr="002B0876" w:rsidRDefault="002504BB" w:rsidP="002504BB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национального проекта «Безопасные и качественные автомобильные дороги», в том числе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113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E33301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</w:tcBorders>
          </w:tcPr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5A229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областной бюджет     </w:t>
            </w:r>
            <w:r w:rsidRPr="002B0876">
              <w:rPr>
                <w:rFonts w:ascii="Times New Roman" w:hAnsi="Times New Roman"/>
              </w:rPr>
              <w:t xml:space="preserve"> из них:</w:t>
            </w:r>
          </w:p>
          <w:p w:rsidR="002504BB" w:rsidRDefault="002504BB" w:rsidP="005A229F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Default="002504BB" w:rsidP="005A22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Default="002504BB" w:rsidP="005A22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4BB" w:rsidRPr="002B0876" w:rsidRDefault="002504BB" w:rsidP="004F0A4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2504BB" w:rsidRPr="002B0876" w:rsidTr="002504BB">
        <w:trPr>
          <w:cantSplit/>
          <w:trHeight w:val="135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Default="002504B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2504BB" w:rsidRDefault="002504BB" w:rsidP="005A229F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2504BB" w:rsidRDefault="002504BB" w:rsidP="005A229F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Default="002504BB" w:rsidP="005A22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193242,16279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2504BB" w:rsidRDefault="002504BB" w:rsidP="005A22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193242,16279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2504BB" w:rsidRPr="002B0876" w:rsidRDefault="002504BB" w:rsidP="005A22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4BB" w:rsidRPr="002B0876" w:rsidRDefault="002504BB" w:rsidP="004F0A4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2504BB" w:rsidRPr="002B0876" w:rsidTr="0024305A">
        <w:trPr>
          <w:cantSplit/>
          <w:trHeight w:val="9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Default="002504BB" w:rsidP="00632839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Default="002504BB" w:rsidP="004F0A49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Субсидии </w:t>
            </w:r>
            <w:r>
              <w:rPr>
                <w:rFonts w:ascii="Times New Roman" w:hAnsi="Times New Roman"/>
              </w:rPr>
              <w:t xml:space="preserve">бюджетам муниципальных образований Рязанской области </w:t>
            </w:r>
            <w:proofErr w:type="gramStart"/>
            <w:r w:rsidRPr="002B0876">
              <w:rPr>
                <w:rFonts w:ascii="Times New Roman" w:hAnsi="Times New Roman"/>
              </w:rPr>
              <w:t>на</w:t>
            </w:r>
            <w:proofErr w:type="gramEnd"/>
          </w:p>
          <w:p w:rsidR="002504BB" w:rsidRPr="002B0876" w:rsidRDefault="002504BB" w:rsidP="00E33301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капитальный ремонт, ремонт и содержание социально значимых объектов </w:t>
            </w:r>
            <w:r>
              <w:rPr>
                <w:rFonts w:ascii="Times New Roman" w:hAnsi="Times New Roman"/>
              </w:rPr>
              <w:t>–</w:t>
            </w:r>
            <w:r w:rsidRPr="002B0876">
              <w:rPr>
                <w:rFonts w:ascii="Times New Roman" w:hAnsi="Times New Roman"/>
              </w:rPr>
              <w:t xml:space="preserve"> автомобильных дорог общего</w:t>
            </w:r>
            <w:r>
              <w:rPr>
                <w:rFonts w:ascii="Times New Roman" w:hAnsi="Times New Roman"/>
              </w:rPr>
              <w:t xml:space="preserve"> </w:t>
            </w:r>
            <w:r w:rsidRPr="002B0876">
              <w:rPr>
                <w:rFonts w:ascii="Times New Roman" w:hAnsi="Times New Roman"/>
              </w:rPr>
              <w:t>пользования</w:t>
            </w:r>
          </w:p>
          <w:p w:rsidR="002504BB" w:rsidRDefault="002504BB" w:rsidP="00E33301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местного значения и искусственных сооружений на них во исполнение</w:t>
            </w:r>
          </w:p>
          <w:p w:rsidR="002504BB" w:rsidRPr="002B0876" w:rsidRDefault="002504BB" w:rsidP="004F0A49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632839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2504BB" w:rsidRPr="002B0876" w:rsidRDefault="002504BB" w:rsidP="0063283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504BB" w:rsidRPr="002B0876" w:rsidRDefault="002504BB" w:rsidP="00632839">
            <w:pPr>
              <w:ind w:left="-57" w:right="-57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Default="002504BB" w:rsidP="00632839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всего, 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Default="002504BB" w:rsidP="00E33301">
            <w:pPr>
              <w:ind w:left="57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309487,7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E33301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E33301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E33301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E33301">
            <w:pPr>
              <w:ind w:left="57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Default="002504BB" w:rsidP="00E33301">
            <w:pPr>
              <w:ind w:left="57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69487,7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E33301">
            <w:pPr>
              <w:ind w:left="57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E33301">
            <w:pPr>
              <w:ind w:left="57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E33301">
            <w:pPr>
              <w:ind w:left="57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E33301">
            <w:pPr>
              <w:ind w:left="57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4BB" w:rsidRPr="002B0876" w:rsidRDefault="002504BB" w:rsidP="004F0A4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2504BB" w:rsidRPr="002B0876" w:rsidTr="0024305A">
        <w:trPr>
          <w:cantSplit/>
          <w:trHeight w:val="3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Default="002504B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4F0A49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504BB" w:rsidRPr="002B0876" w:rsidRDefault="002504BB" w:rsidP="006128C5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Default="002504BB" w:rsidP="004F0A49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Default="002504BB" w:rsidP="00976570">
            <w:pPr>
              <w:ind w:left="57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309487,7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976570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976570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976570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976570">
            <w:pPr>
              <w:ind w:left="57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Default="002504BB" w:rsidP="00976570">
            <w:pPr>
              <w:ind w:left="57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69487,7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976570">
            <w:pPr>
              <w:ind w:left="57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976570">
            <w:pPr>
              <w:ind w:left="57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976570">
            <w:pPr>
              <w:ind w:left="57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976570">
            <w:pPr>
              <w:ind w:left="57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4BB" w:rsidRPr="002B0876" w:rsidRDefault="002504BB" w:rsidP="004F0A4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2504BB" w:rsidRPr="002B0876" w:rsidTr="0024305A">
        <w:trPr>
          <w:cantSplit/>
          <w:trHeight w:val="9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504BB" w:rsidRDefault="002504B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504BB" w:rsidRPr="002B0876" w:rsidRDefault="002504BB" w:rsidP="004F0A4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Содержание автомобильных дорог общего пользования регионального или </w:t>
            </w:r>
            <w:r w:rsidRPr="002B0876">
              <w:rPr>
                <w:rFonts w:ascii="Times New Roman" w:hAnsi="Times New Roman"/>
                <w:spacing w:val="-2"/>
              </w:rPr>
              <w:t>межмуниципального</w:t>
            </w:r>
            <w:r w:rsidRPr="002B0876">
              <w:rPr>
                <w:rFonts w:ascii="Times New Roman" w:hAnsi="Times New Roman"/>
              </w:rPr>
              <w:t xml:space="preserve"> значения и </w:t>
            </w:r>
          </w:p>
          <w:p w:rsidR="002504BB" w:rsidRPr="002B0876" w:rsidRDefault="002504BB" w:rsidP="004F0A4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искусственных сооружений </w:t>
            </w:r>
            <w:proofErr w:type="gramStart"/>
            <w:r w:rsidRPr="002B0876">
              <w:rPr>
                <w:rFonts w:ascii="Times New Roman" w:hAnsi="Times New Roman"/>
              </w:rPr>
              <w:t>на</w:t>
            </w:r>
            <w:proofErr w:type="gramEnd"/>
          </w:p>
          <w:p w:rsidR="002504BB" w:rsidRPr="004F0A49" w:rsidRDefault="002504BB" w:rsidP="004F0A49">
            <w:pPr>
              <w:rPr>
                <w:rFonts w:ascii="Times New Roman" w:hAnsi="Times New Roman"/>
                <w:bCs/>
                <w:vertAlign w:val="superscript"/>
              </w:rPr>
            </w:pPr>
            <w:r w:rsidRPr="002B0876">
              <w:rPr>
                <w:rFonts w:ascii="Times New Roman" w:hAnsi="Times New Roman"/>
              </w:rPr>
              <w:t>них</w:t>
            </w:r>
            <w:proofErr w:type="gramStart"/>
            <w:r w:rsidRPr="002B0876">
              <w:rPr>
                <w:rFonts w:ascii="Times New Roman" w:hAnsi="Times New Roman"/>
                <w:bCs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2504BB" w:rsidRPr="002B0876" w:rsidRDefault="002504BB" w:rsidP="006128C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</w:tcPr>
          <w:p w:rsidR="002504BB" w:rsidRPr="002B0876" w:rsidRDefault="002504BB" w:rsidP="006128C5">
            <w:pPr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ГКУ Рязанской области «ДДРО»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Default="002504BB" w:rsidP="001B3FB3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</w:t>
            </w:r>
          </w:p>
          <w:p w:rsidR="002504BB" w:rsidRDefault="002504BB" w:rsidP="001B3FB3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Default="002504BB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188513,3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Default="002504BB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Default="002504BB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188512,3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Default="002504BB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Default="002504BB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Default="002504BB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Default="002504BB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4BB" w:rsidRPr="00C25F89" w:rsidRDefault="002504BB" w:rsidP="004F0A4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2504BB" w:rsidRPr="002B0876" w:rsidTr="0024305A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504BB" w:rsidRDefault="002504B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504BB" w:rsidRPr="002B0876" w:rsidRDefault="002504BB" w:rsidP="004F0A4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2504BB" w:rsidRDefault="002504BB" w:rsidP="006128C5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1B3FB3">
            <w:pPr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50512,3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50512,3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4BB" w:rsidRPr="00993540" w:rsidRDefault="002504BB" w:rsidP="004F0A4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2504BB" w:rsidRPr="002B0876" w:rsidTr="0024305A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504BB" w:rsidRDefault="002504B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504BB" w:rsidRPr="002B0876" w:rsidRDefault="002504BB" w:rsidP="004F0A4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2504BB" w:rsidRDefault="002504BB" w:rsidP="006128C5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1B3FB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областной бюджет     </w:t>
            </w:r>
            <w:r w:rsidRPr="002B0876">
              <w:rPr>
                <w:rFonts w:ascii="Times New Roman" w:hAnsi="Times New Roman"/>
              </w:rPr>
              <w:t xml:space="preserve"> из них:</w:t>
            </w:r>
          </w:p>
          <w:p w:rsidR="002504BB" w:rsidRDefault="002504BB" w:rsidP="001B3FB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4BB" w:rsidRPr="00993540" w:rsidRDefault="002504BB" w:rsidP="004F0A4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  <w:highlight w:val="yellow"/>
              </w:rPr>
            </w:pPr>
          </w:p>
        </w:tc>
      </w:tr>
      <w:tr w:rsidR="002504BB" w:rsidRPr="002B0876" w:rsidTr="0024305A">
        <w:trPr>
          <w:cantSplit/>
          <w:trHeight w:val="9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Default="002504B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4F0A4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2504BB" w:rsidRDefault="002504BB" w:rsidP="006128C5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Default="002504BB" w:rsidP="001B3FB3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2504BB" w:rsidRDefault="002504BB" w:rsidP="001B3FB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4BB" w:rsidRPr="00C25F89" w:rsidRDefault="002504BB" w:rsidP="004F0A4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2504BB" w:rsidRPr="002B0876" w:rsidTr="0024305A">
        <w:trPr>
          <w:cantSplit/>
          <w:trHeight w:val="139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Default="002504B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8.3.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4357F0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Капитальный ремонт и ремонт </w:t>
            </w:r>
          </w:p>
          <w:p w:rsidR="002504BB" w:rsidRPr="002B0876" w:rsidRDefault="002504BB" w:rsidP="004357F0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автомобильных дорог общего пользования</w:t>
            </w:r>
          </w:p>
          <w:p w:rsidR="002504BB" w:rsidRPr="002B0876" w:rsidRDefault="002504BB" w:rsidP="004357F0">
            <w:pPr>
              <w:ind w:right="-103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регионального или межмуниципального значения и </w:t>
            </w:r>
            <w:proofErr w:type="gramStart"/>
            <w:r w:rsidRPr="002B0876">
              <w:rPr>
                <w:rFonts w:ascii="Times New Roman" w:hAnsi="Times New Roman"/>
              </w:rPr>
              <w:t>искусственных</w:t>
            </w:r>
            <w:proofErr w:type="gramEnd"/>
          </w:p>
          <w:p w:rsidR="002504BB" w:rsidRPr="002B0876" w:rsidRDefault="002504BB" w:rsidP="004357F0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сооружений на них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4357F0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Минтранс Рязанской области</w:t>
            </w:r>
          </w:p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504BB" w:rsidRDefault="002504BB" w:rsidP="006128C5">
            <w:pPr>
              <w:ind w:left="-57" w:right="-57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ГКУ Рязанской области «ДДРО»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Default="002504BB" w:rsidP="004357F0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</w:t>
            </w:r>
          </w:p>
          <w:p w:rsidR="002504BB" w:rsidRPr="004357F0" w:rsidRDefault="002504BB" w:rsidP="004357F0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504BB" w:rsidRPr="00C25F89" w:rsidRDefault="002504BB" w:rsidP="004F0A4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2504BB" w:rsidRPr="002B0876" w:rsidTr="0024305A">
        <w:trPr>
          <w:cantSplit/>
          <w:trHeight w:val="140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Default="002504B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4F0A4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504BB" w:rsidRDefault="002504BB" w:rsidP="006128C5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4357F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областной бюджет     </w:t>
            </w:r>
            <w:r w:rsidRPr="002B0876">
              <w:rPr>
                <w:rFonts w:ascii="Times New Roman" w:hAnsi="Times New Roman"/>
              </w:rPr>
              <w:t xml:space="preserve"> из них:</w:t>
            </w:r>
          </w:p>
          <w:p w:rsidR="002504BB" w:rsidRDefault="002504BB" w:rsidP="001B3FB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Default="002504BB" w:rsidP="00AF19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AF19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AF19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AF19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AF19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Default="002504BB" w:rsidP="00AF19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AF19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AF19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AF19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AF19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504BB" w:rsidRPr="00C25F89" w:rsidRDefault="002504BB" w:rsidP="004F0A4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2504BB" w:rsidRPr="002B0876" w:rsidTr="002504BB">
        <w:trPr>
          <w:cantSplit/>
          <w:trHeight w:val="129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Default="002504B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4F0A4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504BB" w:rsidRDefault="002504BB" w:rsidP="006128C5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Default="002504BB" w:rsidP="004357F0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2504BB" w:rsidRDefault="002504BB" w:rsidP="001B3FB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Default="002504BB" w:rsidP="00AF19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AF19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AF19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AF19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AF19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Default="002504BB" w:rsidP="00AF19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AF19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AF19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AF19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AF19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504BB" w:rsidRPr="00C25F89" w:rsidRDefault="002504BB" w:rsidP="004F0A4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2504BB" w:rsidRPr="002B0876" w:rsidTr="00C641FA">
        <w:trPr>
          <w:cantSplit/>
          <w:trHeight w:val="9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2504BB" w:rsidRDefault="002504B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504BB" w:rsidRPr="002B0876" w:rsidRDefault="002504BB" w:rsidP="004F0A49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ИТОГО,</w:t>
            </w:r>
          </w:p>
          <w:p w:rsidR="002504BB" w:rsidRPr="002B0876" w:rsidRDefault="002504BB" w:rsidP="004F0A49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в том числе:</w:t>
            </w:r>
          </w:p>
          <w:p w:rsidR="002504BB" w:rsidRDefault="002504BB" w:rsidP="004F0A4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2504BB" w:rsidRDefault="002504BB" w:rsidP="004F0A4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2504BB" w:rsidRDefault="002504BB" w:rsidP="004F0A4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2504BB" w:rsidRDefault="002504BB" w:rsidP="004F0A4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2504BB" w:rsidRDefault="002504BB" w:rsidP="004F0A4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2504BB" w:rsidRPr="002B0876" w:rsidRDefault="002504BB" w:rsidP="004F0A4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2504BB" w:rsidRDefault="002504BB" w:rsidP="006128C5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65140490,09006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6128C5">
            <w:pPr>
              <w:ind w:left="113" w:right="113" w:hanging="108"/>
              <w:jc w:val="center"/>
              <w:rPr>
                <w:rFonts w:ascii="Times New Roman" w:hAnsi="Times New Roman"/>
                <w:highlight w:val="yellow"/>
              </w:rPr>
            </w:pPr>
            <w:r w:rsidRPr="00E06C25">
              <w:rPr>
                <w:rFonts w:ascii="Times New Roman" w:hAnsi="Times New Roman"/>
              </w:rPr>
              <w:t>5003886,16219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E06C25">
              <w:rPr>
                <w:rFonts w:ascii="Times New Roman" w:hAnsi="Times New Roman"/>
              </w:rPr>
              <w:t>5575889,0127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6128C5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E06C25">
              <w:rPr>
                <w:rFonts w:ascii="Times New Roman" w:hAnsi="Times New Roman"/>
              </w:rPr>
              <w:t>5312357,31397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E06C25">
              <w:rPr>
                <w:rFonts w:ascii="Times New Roman" w:hAnsi="Times New Roman"/>
              </w:rPr>
              <w:t>7038851,46016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8544660,01856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E06C25">
              <w:rPr>
                <w:rFonts w:ascii="Times New Roman" w:hAnsi="Times New Roman"/>
              </w:rPr>
              <w:t>10338858,8147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E06C25">
              <w:rPr>
                <w:rFonts w:ascii="Times New Roman" w:hAnsi="Times New Roman"/>
              </w:rPr>
              <w:t>11177824,30778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E06C25">
              <w:rPr>
                <w:rFonts w:ascii="Times New Roman" w:hAnsi="Times New Roman"/>
              </w:rPr>
              <w:t>7427031,5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E06C25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E06C25">
              <w:rPr>
                <w:rFonts w:ascii="Times New Roman" w:hAnsi="Times New Roman"/>
              </w:rPr>
              <w:t>4721131,5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504BB" w:rsidRPr="00C25F89" w:rsidRDefault="002504BB" w:rsidP="004F0A4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2504BB" w:rsidRPr="002B0876" w:rsidTr="002504BB">
        <w:trPr>
          <w:cantSplit/>
          <w:trHeight w:val="98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Default="002504B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4F0A4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</w:tcBorders>
          </w:tcPr>
          <w:p w:rsidR="002504BB" w:rsidRDefault="002504BB" w:rsidP="006128C5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6128C5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федеральный</w:t>
            </w:r>
          </w:p>
          <w:p w:rsidR="002504BB" w:rsidRPr="002B0876" w:rsidRDefault="002504BB" w:rsidP="006128C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бюджет</w:t>
            </w:r>
          </w:p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4357F0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15623996,89717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1066666,5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935107,68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1054935,41717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2743710,7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1645354,8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2088648,8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1859673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680000</w:t>
            </w:r>
          </w:p>
        </w:tc>
        <w:tc>
          <w:tcPr>
            <w:tcW w:w="184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2504BB" w:rsidRPr="00C25F89" w:rsidRDefault="002504BB" w:rsidP="004F0A4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2504BB" w:rsidRPr="002B0876" w:rsidTr="002504BB">
        <w:trPr>
          <w:cantSplit/>
          <w:trHeight w:val="9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Default="002504B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4F0A4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504BB" w:rsidRDefault="002504BB" w:rsidP="006128C5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6128C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областной бюджет, </w:t>
            </w:r>
          </w:p>
          <w:p w:rsidR="002504BB" w:rsidRPr="002B0876" w:rsidRDefault="002504BB" w:rsidP="006128C5">
            <w:pPr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из них:</w:t>
            </w:r>
          </w:p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49516493,19289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 w:rsidRPr="002B0876">
              <w:rPr>
                <w:rFonts w:ascii="Times New Roman" w:hAnsi="Times New Roman"/>
              </w:rPr>
              <w:t>3937219,66219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4640781,3327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4257421,8968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4295140,76016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6899305,21856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8250210,0147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9318151,30778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3877131,5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4041131,5</w:t>
            </w:r>
          </w:p>
        </w:tc>
        <w:tc>
          <w:tcPr>
            <w:tcW w:w="1843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4BB" w:rsidRPr="00C25F89" w:rsidRDefault="002504BB" w:rsidP="004F0A4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2504BB" w:rsidRPr="002B0876" w:rsidTr="002504BB">
        <w:trPr>
          <w:cantSplit/>
          <w:trHeight w:val="9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Default="002504BB" w:rsidP="00F852D6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4F0A4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504BB" w:rsidRDefault="002504BB" w:rsidP="006128C5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04BB" w:rsidRPr="002B0876" w:rsidRDefault="002504BB" w:rsidP="006128C5">
            <w:pPr>
              <w:ind w:right="-108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  <w:p w:rsidR="002504BB" w:rsidRPr="002B0876" w:rsidRDefault="002504BB" w:rsidP="006128C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48186490,10231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3782646,70277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4478583,1327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4110480,86602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4146888,14471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6740246,20311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8127297,93057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9196694,12243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3719826,5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504BB" w:rsidRPr="002B0876" w:rsidRDefault="002504BB" w:rsidP="006128C5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2B0876">
              <w:rPr>
                <w:rFonts w:ascii="Times New Roman" w:hAnsi="Times New Roman"/>
              </w:rPr>
              <w:t>3883826,5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4BB" w:rsidRPr="00C25F89" w:rsidRDefault="002504BB" w:rsidP="004F0A49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</w:tbl>
    <w:p w:rsidR="000C37E8" w:rsidRDefault="000C37E8" w:rsidP="002856AA">
      <w:pPr>
        <w:ind w:left="-142"/>
        <w:jc w:val="both"/>
        <w:rPr>
          <w:rFonts w:ascii="Times New Roman" w:hAnsi="Times New Roman"/>
          <w:vertAlign w:val="superscript"/>
        </w:rPr>
      </w:pPr>
    </w:p>
    <w:p w:rsidR="002856AA" w:rsidRDefault="009960AC" w:rsidP="00BE2105">
      <w:pPr>
        <w:ind w:left="284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vertAlign w:val="superscript"/>
        </w:rPr>
        <w:t>1</w:t>
      </w:r>
      <w:r w:rsidR="002504BB">
        <w:rPr>
          <w:rFonts w:ascii="Times New Roman" w:hAnsi="Times New Roman"/>
          <w:vertAlign w:val="superscript"/>
        </w:rPr>
        <w:t> </w:t>
      </w:r>
      <w:r w:rsidR="00BC2F0E" w:rsidRPr="00BC044A">
        <w:rPr>
          <w:rFonts w:ascii="Times New Roman" w:hAnsi="Times New Roman"/>
        </w:rPr>
        <w:t>Объемы финансирования подпрограммы по годам и мероприятиям подлежат уточнению при изменении объемов средств, выделяемых из областного</w:t>
      </w:r>
      <w:r w:rsidR="004F36EA">
        <w:rPr>
          <w:rFonts w:ascii="Times New Roman" w:hAnsi="Times New Roman"/>
        </w:rPr>
        <w:t xml:space="preserve"> и федерального</w:t>
      </w:r>
      <w:r w:rsidR="00CC31A1">
        <w:rPr>
          <w:rFonts w:ascii="Times New Roman" w:hAnsi="Times New Roman"/>
        </w:rPr>
        <w:t xml:space="preserve"> бюджетов</w:t>
      </w:r>
      <w:r w:rsidR="00BC2F0E" w:rsidRPr="00BC044A">
        <w:rPr>
          <w:rFonts w:ascii="Times New Roman" w:hAnsi="Times New Roman"/>
        </w:rPr>
        <w:t>.</w:t>
      </w:r>
      <w:proofErr w:type="gramEnd"/>
    </w:p>
    <w:p w:rsidR="00BC2F0E" w:rsidRDefault="009960AC" w:rsidP="00BE2105">
      <w:pPr>
        <w:ind w:left="-142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2</w:t>
      </w:r>
      <w:r w:rsidR="00E33301">
        <w:rPr>
          <w:rFonts w:ascii="Times New Roman" w:hAnsi="Times New Roman"/>
          <w:vertAlign w:val="superscript"/>
        </w:rPr>
        <w:t xml:space="preserve"> </w:t>
      </w:r>
      <w:r w:rsidR="00BC2F0E" w:rsidRPr="00BC044A">
        <w:rPr>
          <w:rFonts w:ascii="Times New Roman" w:hAnsi="Times New Roman"/>
        </w:rPr>
        <w:t>Планируемые объемы фи</w:t>
      </w:r>
      <w:r w:rsidR="00B662EF">
        <w:rPr>
          <w:rFonts w:ascii="Times New Roman" w:hAnsi="Times New Roman"/>
        </w:rPr>
        <w:t>нансирования приведены в таблиц</w:t>
      </w:r>
      <w:r w:rsidR="0071487E">
        <w:rPr>
          <w:rFonts w:ascii="Times New Roman" w:hAnsi="Times New Roman"/>
        </w:rPr>
        <w:t>е</w:t>
      </w:r>
      <w:r w:rsidR="00A131D5">
        <w:rPr>
          <w:rFonts w:ascii="Times New Roman" w:hAnsi="Times New Roman"/>
        </w:rPr>
        <w:t xml:space="preserve"> № </w:t>
      </w:r>
      <w:r w:rsidR="00B662EF">
        <w:rPr>
          <w:rFonts w:ascii="Times New Roman" w:hAnsi="Times New Roman"/>
        </w:rPr>
        <w:t>2</w:t>
      </w:r>
      <w:r w:rsidR="00B662EF" w:rsidRPr="00B662EF">
        <w:rPr>
          <w:rFonts w:ascii="Times New Roman" w:hAnsi="Times New Roman"/>
        </w:rPr>
        <w:t>.</w:t>
      </w:r>
      <w:r w:rsidR="00B662EF">
        <w:rPr>
          <w:rFonts w:ascii="Times New Roman" w:hAnsi="Times New Roman"/>
        </w:rPr>
        <w:t>1</w:t>
      </w:r>
      <w:r w:rsidR="00BC2F0E" w:rsidRPr="00BC044A">
        <w:rPr>
          <w:rFonts w:ascii="Times New Roman" w:hAnsi="Times New Roman"/>
        </w:rPr>
        <w:t>.</w:t>
      </w:r>
    </w:p>
    <w:p w:rsidR="00BC2F0E" w:rsidRPr="00BC044A" w:rsidRDefault="00A97CB9" w:rsidP="00BE2105">
      <w:pPr>
        <w:spacing w:line="226" w:lineRule="auto"/>
        <w:ind w:left="-142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3</w:t>
      </w:r>
      <w:r w:rsidR="00E33301">
        <w:rPr>
          <w:rFonts w:ascii="Times New Roman" w:hAnsi="Times New Roman"/>
          <w:vertAlign w:val="superscript"/>
        </w:rPr>
        <w:t xml:space="preserve"> </w:t>
      </w:r>
      <w:r w:rsidR="00BC2F0E" w:rsidRPr="00BC044A">
        <w:rPr>
          <w:rFonts w:ascii="Times New Roman" w:hAnsi="Times New Roman"/>
        </w:rPr>
        <w:t>Планируемые объемы финансирования по объектам приведены в таблицах № 3.1, 3.2.</w:t>
      </w:r>
    </w:p>
    <w:p w:rsidR="00E24EE7" w:rsidRDefault="00A97CB9" w:rsidP="00BE2105">
      <w:pPr>
        <w:ind w:left="-142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4</w:t>
      </w:r>
      <w:r w:rsidR="00E33301">
        <w:rPr>
          <w:rFonts w:ascii="Times New Roman" w:hAnsi="Times New Roman"/>
          <w:vertAlign w:val="superscript"/>
        </w:rPr>
        <w:t xml:space="preserve"> </w:t>
      </w:r>
      <w:r w:rsidR="00BC2F0E" w:rsidRPr="00BC044A">
        <w:rPr>
          <w:rFonts w:ascii="Times New Roman" w:hAnsi="Times New Roman"/>
        </w:rPr>
        <w:t>Планируемые объемы финансирования по объектам приведены в таблице № 4.</w:t>
      </w:r>
    </w:p>
    <w:p w:rsidR="00BC2F0E" w:rsidRDefault="00E24EE7" w:rsidP="00BE2105">
      <w:pPr>
        <w:ind w:left="284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vertAlign w:val="superscript"/>
        </w:rPr>
        <w:t>5</w:t>
      </w:r>
      <w:r w:rsidR="002504BB">
        <w:rPr>
          <w:rFonts w:ascii="Times New Roman" w:hAnsi="Times New Roman"/>
        </w:rPr>
        <w:t> </w:t>
      </w:r>
      <w:r>
        <w:rPr>
          <w:rFonts w:ascii="Times New Roman" w:hAnsi="Times New Roman"/>
        </w:rPr>
        <w:t>Средства областного бюджета, источником финансового обеспечения котор</w:t>
      </w:r>
      <w:r w:rsidR="00BE2105">
        <w:rPr>
          <w:rFonts w:ascii="Times New Roman" w:hAnsi="Times New Roman"/>
        </w:rPr>
        <w:t>ых</w:t>
      </w:r>
      <w:r>
        <w:rPr>
          <w:rFonts w:ascii="Times New Roman" w:hAnsi="Times New Roman"/>
        </w:rPr>
        <w:t xml:space="preserve"> являются иные межбюджетные трансферты, предоставляемые на достижение целевых показателей региональных программ в сфере дорожного хозяйства, предусматривающих осуществление крупных особо важных для социально-экономического развития Российской Федерации проектов</w:t>
      </w:r>
      <w:r w:rsidR="00BE210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расходуются на с</w:t>
      </w:r>
      <w:r w:rsidRPr="00E24EE7">
        <w:rPr>
          <w:rFonts w:ascii="Times New Roman" w:hAnsi="Times New Roman"/>
        </w:rPr>
        <w:t xml:space="preserve">троительство автодороги «Шацк - </w:t>
      </w:r>
      <w:proofErr w:type="spellStart"/>
      <w:r w:rsidRPr="00E24EE7">
        <w:rPr>
          <w:rFonts w:ascii="Times New Roman" w:hAnsi="Times New Roman"/>
        </w:rPr>
        <w:t>Касимов</w:t>
      </w:r>
      <w:proofErr w:type="spellEnd"/>
      <w:r w:rsidRPr="00E24EE7">
        <w:rPr>
          <w:rFonts w:ascii="Times New Roman" w:hAnsi="Times New Roman"/>
        </w:rPr>
        <w:t xml:space="preserve">» на участке обхода г. Сасово  с подъездом  к автодороге «Сасово - Восход - </w:t>
      </w:r>
      <w:proofErr w:type="spellStart"/>
      <w:r w:rsidRPr="00E24EE7">
        <w:rPr>
          <w:rFonts w:ascii="Times New Roman" w:hAnsi="Times New Roman"/>
        </w:rPr>
        <w:t>Кадом</w:t>
      </w:r>
      <w:proofErr w:type="spellEnd"/>
      <w:r w:rsidRPr="00E24EE7">
        <w:rPr>
          <w:rFonts w:ascii="Times New Roman" w:hAnsi="Times New Roman"/>
        </w:rPr>
        <w:t>», 1 очередь</w:t>
      </w:r>
      <w:r w:rsidR="00E33301">
        <w:rPr>
          <w:rFonts w:ascii="Times New Roman" w:hAnsi="Times New Roman"/>
        </w:rPr>
        <w:t xml:space="preserve"> </w:t>
      </w:r>
      <w:r w:rsidRPr="00E24EE7">
        <w:rPr>
          <w:rFonts w:ascii="Times New Roman" w:hAnsi="Times New Roman"/>
        </w:rPr>
        <w:t>(1 пусковой комплекс)</w:t>
      </w:r>
      <w:r w:rsidR="00BE2105">
        <w:rPr>
          <w:rFonts w:ascii="Times New Roman" w:hAnsi="Times New Roman"/>
        </w:rPr>
        <w:t xml:space="preserve"> (подпункт </w:t>
      </w:r>
      <w:r>
        <w:rPr>
          <w:rFonts w:ascii="Times New Roman" w:hAnsi="Times New Roman"/>
        </w:rPr>
        <w:t>15.1 таблицы</w:t>
      </w:r>
      <w:proofErr w:type="gramEnd"/>
      <w:r>
        <w:rPr>
          <w:rFonts w:ascii="Times New Roman" w:hAnsi="Times New Roman"/>
        </w:rPr>
        <w:t xml:space="preserve"> № 4</w:t>
      </w:r>
      <w:r w:rsidR="00BE2105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  <w:r w:rsidR="00E0679C">
        <w:rPr>
          <w:rFonts w:ascii="Times New Roman" w:hAnsi="Times New Roman"/>
        </w:rPr>
        <w:t>».</w:t>
      </w:r>
    </w:p>
    <w:p w:rsidR="0024305A" w:rsidRDefault="0024305A" w:rsidP="004C419C">
      <w:pPr>
        <w:jc w:val="right"/>
        <w:rPr>
          <w:rFonts w:ascii="Times New Roman" w:hAnsi="Times New Roman"/>
          <w:sz w:val="28"/>
          <w:szCs w:val="28"/>
        </w:rPr>
      </w:pPr>
    </w:p>
    <w:p w:rsidR="0024305A" w:rsidRDefault="0024305A" w:rsidP="004C419C">
      <w:pPr>
        <w:jc w:val="right"/>
        <w:rPr>
          <w:rFonts w:ascii="Times New Roman" w:hAnsi="Times New Roman"/>
          <w:sz w:val="28"/>
          <w:szCs w:val="28"/>
        </w:rPr>
      </w:pPr>
    </w:p>
    <w:p w:rsidR="0024305A" w:rsidRDefault="0024305A" w:rsidP="004C419C">
      <w:pPr>
        <w:jc w:val="right"/>
        <w:rPr>
          <w:rFonts w:ascii="Times New Roman" w:hAnsi="Times New Roman"/>
          <w:sz w:val="28"/>
          <w:szCs w:val="28"/>
        </w:rPr>
      </w:pPr>
    </w:p>
    <w:p w:rsidR="0024305A" w:rsidRDefault="0024305A" w:rsidP="004C419C">
      <w:pPr>
        <w:jc w:val="right"/>
        <w:rPr>
          <w:rFonts w:ascii="Times New Roman" w:hAnsi="Times New Roman"/>
          <w:sz w:val="28"/>
          <w:szCs w:val="28"/>
        </w:rPr>
      </w:pPr>
    </w:p>
    <w:p w:rsidR="0024305A" w:rsidRDefault="0024305A" w:rsidP="004C419C">
      <w:pPr>
        <w:jc w:val="right"/>
        <w:rPr>
          <w:rFonts w:ascii="Times New Roman" w:hAnsi="Times New Roman"/>
          <w:sz w:val="28"/>
          <w:szCs w:val="28"/>
        </w:rPr>
      </w:pPr>
    </w:p>
    <w:p w:rsidR="0024305A" w:rsidRDefault="0024305A" w:rsidP="004C419C">
      <w:pPr>
        <w:jc w:val="right"/>
        <w:rPr>
          <w:rFonts w:ascii="Times New Roman" w:hAnsi="Times New Roman"/>
          <w:sz w:val="28"/>
          <w:szCs w:val="28"/>
        </w:rPr>
      </w:pPr>
    </w:p>
    <w:p w:rsidR="0024305A" w:rsidRDefault="0024305A" w:rsidP="004C419C">
      <w:pPr>
        <w:jc w:val="right"/>
        <w:rPr>
          <w:rFonts w:ascii="Times New Roman" w:hAnsi="Times New Roman"/>
          <w:sz w:val="28"/>
          <w:szCs w:val="28"/>
        </w:rPr>
      </w:pPr>
    </w:p>
    <w:p w:rsidR="0024305A" w:rsidRDefault="0024305A" w:rsidP="004C419C">
      <w:pPr>
        <w:jc w:val="right"/>
        <w:rPr>
          <w:rFonts w:ascii="Times New Roman" w:hAnsi="Times New Roman"/>
          <w:sz w:val="28"/>
          <w:szCs w:val="28"/>
        </w:rPr>
      </w:pPr>
    </w:p>
    <w:p w:rsidR="0024305A" w:rsidRDefault="0024305A" w:rsidP="004C419C">
      <w:pPr>
        <w:jc w:val="right"/>
        <w:rPr>
          <w:rFonts w:ascii="Times New Roman" w:hAnsi="Times New Roman"/>
          <w:sz w:val="28"/>
          <w:szCs w:val="28"/>
        </w:rPr>
      </w:pPr>
    </w:p>
    <w:p w:rsidR="0024305A" w:rsidRDefault="0024305A" w:rsidP="004C419C">
      <w:pPr>
        <w:jc w:val="right"/>
        <w:rPr>
          <w:rFonts w:ascii="Times New Roman" w:hAnsi="Times New Roman"/>
          <w:sz w:val="28"/>
          <w:szCs w:val="28"/>
        </w:rPr>
      </w:pPr>
    </w:p>
    <w:p w:rsidR="0024305A" w:rsidRDefault="0024305A" w:rsidP="004C419C">
      <w:pPr>
        <w:jc w:val="right"/>
        <w:rPr>
          <w:rFonts w:ascii="Times New Roman" w:hAnsi="Times New Roman"/>
          <w:sz w:val="28"/>
          <w:szCs w:val="28"/>
        </w:rPr>
      </w:pPr>
    </w:p>
    <w:p w:rsidR="0024305A" w:rsidRDefault="0024305A" w:rsidP="004C419C">
      <w:pPr>
        <w:jc w:val="right"/>
        <w:rPr>
          <w:rFonts w:ascii="Times New Roman" w:hAnsi="Times New Roman"/>
          <w:sz w:val="28"/>
          <w:szCs w:val="28"/>
        </w:rPr>
      </w:pPr>
    </w:p>
    <w:p w:rsidR="0024305A" w:rsidRDefault="0024305A" w:rsidP="004C419C">
      <w:pPr>
        <w:jc w:val="right"/>
        <w:rPr>
          <w:rFonts w:ascii="Times New Roman" w:hAnsi="Times New Roman"/>
          <w:sz w:val="28"/>
          <w:szCs w:val="28"/>
        </w:rPr>
      </w:pPr>
    </w:p>
    <w:p w:rsidR="0024305A" w:rsidRDefault="0024305A" w:rsidP="004C419C">
      <w:pPr>
        <w:jc w:val="right"/>
        <w:rPr>
          <w:rFonts w:ascii="Times New Roman" w:hAnsi="Times New Roman"/>
          <w:sz w:val="28"/>
          <w:szCs w:val="28"/>
        </w:rPr>
      </w:pPr>
    </w:p>
    <w:p w:rsidR="0024305A" w:rsidRDefault="0024305A" w:rsidP="004C419C">
      <w:pPr>
        <w:jc w:val="right"/>
        <w:rPr>
          <w:rFonts w:ascii="Times New Roman" w:hAnsi="Times New Roman"/>
          <w:sz w:val="28"/>
          <w:szCs w:val="28"/>
        </w:rPr>
      </w:pPr>
    </w:p>
    <w:p w:rsidR="0024305A" w:rsidRDefault="0024305A" w:rsidP="004C419C">
      <w:pPr>
        <w:jc w:val="right"/>
        <w:rPr>
          <w:rFonts w:ascii="Times New Roman" w:hAnsi="Times New Roman"/>
          <w:sz w:val="28"/>
          <w:szCs w:val="28"/>
        </w:rPr>
      </w:pPr>
    </w:p>
    <w:p w:rsidR="004C419C" w:rsidRDefault="00A97CB9" w:rsidP="004C419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E7C21">
        <w:rPr>
          <w:rFonts w:ascii="Times New Roman" w:hAnsi="Times New Roman"/>
          <w:sz w:val="28"/>
          <w:szCs w:val="28"/>
        </w:rPr>
        <w:t>Т</w:t>
      </w:r>
      <w:r w:rsidR="005E4735">
        <w:rPr>
          <w:rFonts w:ascii="Times New Roman" w:hAnsi="Times New Roman"/>
          <w:sz w:val="28"/>
          <w:szCs w:val="28"/>
        </w:rPr>
        <w:t>аблица № 2.1</w:t>
      </w:r>
    </w:p>
    <w:p w:rsidR="00866788" w:rsidRPr="00FD1B65" w:rsidRDefault="00866788" w:rsidP="004C419C">
      <w:pPr>
        <w:jc w:val="center"/>
        <w:rPr>
          <w:rFonts w:ascii="Times New Roman" w:hAnsi="Times New Roman"/>
          <w:sz w:val="28"/>
          <w:szCs w:val="28"/>
        </w:rPr>
      </w:pPr>
    </w:p>
    <w:p w:rsidR="004C419C" w:rsidRPr="00FD1B65" w:rsidRDefault="004C419C" w:rsidP="004C419C">
      <w:pPr>
        <w:jc w:val="center"/>
        <w:rPr>
          <w:rFonts w:ascii="Times New Roman" w:hAnsi="Times New Roman"/>
          <w:sz w:val="28"/>
          <w:szCs w:val="28"/>
        </w:rPr>
      </w:pPr>
      <w:r w:rsidRPr="00FD1B65">
        <w:rPr>
          <w:rFonts w:ascii="Times New Roman" w:hAnsi="Times New Roman"/>
          <w:sz w:val="28"/>
          <w:szCs w:val="28"/>
        </w:rPr>
        <w:t xml:space="preserve">Планируемые  объемы финансирования </w:t>
      </w:r>
    </w:p>
    <w:p w:rsidR="004C419C" w:rsidRPr="00FD1B65" w:rsidRDefault="004C419C" w:rsidP="004C419C">
      <w:pPr>
        <w:jc w:val="center"/>
        <w:rPr>
          <w:rFonts w:ascii="Times New Roman" w:hAnsi="Times New Roman"/>
          <w:sz w:val="28"/>
          <w:szCs w:val="28"/>
        </w:rPr>
      </w:pPr>
      <w:r w:rsidRPr="00FD1B65">
        <w:rPr>
          <w:rFonts w:ascii="Times New Roman" w:hAnsi="Times New Roman"/>
          <w:sz w:val="28"/>
          <w:szCs w:val="28"/>
        </w:rPr>
        <w:t xml:space="preserve">по содержанию автомобильных дорог общего пользования регионального или  </w:t>
      </w:r>
    </w:p>
    <w:p w:rsidR="004C419C" w:rsidRPr="00FD1B65" w:rsidRDefault="004C419C" w:rsidP="004C419C">
      <w:pPr>
        <w:jc w:val="center"/>
        <w:rPr>
          <w:rFonts w:ascii="Times New Roman" w:hAnsi="Times New Roman"/>
          <w:sz w:val="28"/>
          <w:szCs w:val="28"/>
        </w:rPr>
      </w:pPr>
      <w:r w:rsidRPr="00FD1B65">
        <w:rPr>
          <w:rFonts w:ascii="Times New Roman" w:hAnsi="Times New Roman"/>
          <w:sz w:val="28"/>
          <w:szCs w:val="28"/>
        </w:rPr>
        <w:t>межмуниципального значения и искусственных сооружений на них</w:t>
      </w:r>
      <w:r w:rsidR="006250E8" w:rsidRPr="00FD1B6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по муниципальным образованиям Рязанской области </w:t>
      </w:r>
      <w:r w:rsidRPr="00FD1B65">
        <w:rPr>
          <w:rFonts w:ascii="Times New Roman" w:hAnsi="Times New Roman"/>
          <w:sz w:val="28"/>
          <w:szCs w:val="28"/>
        </w:rPr>
        <w:t>на 2018-202</w:t>
      </w:r>
      <w:r w:rsidR="00C34718" w:rsidRPr="00FD1B65">
        <w:rPr>
          <w:rFonts w:ascii="Times New Roman" w:hAnsi="Times New Roman"/>
          <w:sz w:val="28"/>
          <w:szCs w:val="28"/>
        </w:rPr>
        <w:t>4</w:t>
      </w:r>
      <w:r w:rsidRPr="00FD1B65">
        <w:rPr>
          <w:rFonts w:ascii="Times New Roman" w:hAnsi="Times New Roman"/>
          <w:sz w:val="28"/>
          <w:szCs w:val="28"/>
        </w:rPr>
        <w:t xml:space="preserve"> годы</w:t>
      </w:r>
    </w:p>
    <w:p w:rsidR="004C419C" w:rsidRPr="005320E8" w:rsidRDefault="004C419C" w:rsidP="004C419C">
      <w:pPr>
        <w:spacing w:line="192" w:lineRule="auto"/>
        <w:jc w:val="center"/>
        <w:rPr>
          <w:rFonts w:ascii="Times New Roman" w:hAnsi="Times New Roman"/>
          <w:sz w:val="36"/>
          <w:szCs w:val="36"/>
        </w:rPr>
      </w:pPr>
    </w:p>
    <w:p w:rsidR="004C419C" w:rsidRPr="00BC2F0E" w:rsidRDefault="004C419C" w:rsidP="004C419C">
      <w:pPr>
        <w:spacing w:line="192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559"/>
        <w:gridCol w:w="1418"/>
        <w:gridCol w:w="1559"/>
        <w:gridCol w:w="1559"/>
        <w:gridCol w:w="1134"/>
        <w:gridCol w:w="1134"/>
        <w:gridCol w:w="1134"/>
        <w:gridCol w:w="993"/>
      </w:tblGrid>
      <w:tr w:rsidR="00C0292A" w:rsidRPr="001D19CB" w:rsidTr="00D87800">
        <w:trPr>
          <w:trHeight w:val="427"/>
          <w:tblHeader/>
        </w:trPr>
        <w:tc>
          <w:tcPr>
            <w:tcW w:w="568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C0292A" w:rsidRPr="00DF7234" w:rsidRDefault="00C0292A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DF7234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DF7234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368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C0292A" w:rsidRPr="00DF7234" w:rsidRDefault="00C0292A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Наименование мероприятий и муниципальных образований</w:t>
            </w:r>
          </w:p>
          <w:p w:rsidR="00C0292A" w:rsidRPr="00DF7234" w:rsidRDefault="00C0292A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Рязанской области</w:t>
            </w:r>
          </w:p>
        </w:tc>
        <w:tc>
          <w:tcPr>
            <w:tcW w:w="10490" w:type="dxa"/>
            <w:gridSpan w:val="8"/>
            <w:shd w:val="clear" w:color="auto" w:fill="auto"/>
            <w:vAlign w:val="center"/>
          </w:tcPr>
          <w:p w:rsidR="00C0292A" w:rsidRPr="00DF7234" w:rsidRDefault="00C0292A" w:rsidP="00877A7F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Объемы финансирования, тыс. рублей</w:t>
            </w:r>
          </w:p>
        </w:tc>
      </w:tr>
      <w:tr w:rsidR="00C0292A" w:rsidRPr="001D19CB" w:rsidTr="00D87800">
        <w:trPr>
          <w:trHeight w:val="20"/>
          <w:tblHeader/>
        </w:trPr>
        <w:tc>
          <w:tcPr>
            <w:tcW w:w="56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0292A" w:rsidRPr="00DF7234" w:rsidRDefault="00C0292A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0292A" w:rsidRPr="00DF7234" w:rsidRDefault="00C0292A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C0292A" w:rsidRPr="00DF7234" w:rsidRDefault="00C0292A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8931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292A" w:rsidRPr="00DF7234" w:rsidRDefault="00C0292A" w:rsidP="00877A7F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CC2AD7" w:rsidRPr="001D19CB" w:rsidTr="00D87800">
        <w:trPr>
          <w:trHeight w:val="421"/>
          <w:tblHeader/>
        </w:trPr>
        <w:tc>
          <w:tcPr>
            <w:tcW w:w="56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vAlign w:val="center"/>
          </w:tcPr>
          <w:p w:rsidR="00CC2AD7" w:rsidRPr="00DF7234" w:rsidRDefault="00CC2AD7" w:rsidP="00C0292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</w:tr>
    </w:tbl>
    <w:p w:rsidR="0046050A" w:rsidRPr="0046050A" w:rsidRDefault="0046050A">
      <w:pPr>
        <w:rPr>
          <w:rFonts w:ascii="Times New Roman" w:hAnsi="Times New Roman"/>
          <w:sz w:val="2"/>
          <w:szCs w:val="2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559"/>
        <w:gridCol w:w="1418"/>
        <w:gridCol w:w="1559"/>
        <w:gridCol w:w="1559"/>
        <w:gridCol w:w="1134"/>
        <w:gridCol w:w="1134"/>
        <w:gridCol w:w="1129"/>
        <w:gridCol w:w="998"/>
      </w:tblGrid>
      <w:tr w:rsidR="009F6ACA" w:rsidRPr="001D19CB" w:rsidTr="00BE2105">
        <w:trPr>
          <w:trHeight w:val="20"/>
          <w:tblHeader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2AD7" w:rsidRPr="00DF7234" w:rsidRDefault="00CC2AD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C2AD7" w:rsidRPr="00DF7234" w:rsidRDefault="00CC2AD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2AD7" w:rsidRPr="00DF7234" w:rsidRDefault="00CC2AD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2AD7" w:rsidRPr="00DF7234" w:rsidRDefault="00CC2AD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2AD7" w:rsidRPr="00DF7234" w:rsidRDefault="00CC2AD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2AD7" w:rsidRPr="00DF7234" w:rsidRDefault="00CC2AD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AD7" w:rsidRPr="00DF7234" w:rsidRDefault="00CC2AD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AD7" w:rsidRPr="00DF7234" w:rsidRDefault="00CC2AD7" w:rsidP="00877A7F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CC2AD7" w:rsidRPr="00DF7234" w:rsidRDefault="00CC2AD7" w:rsidP="00877A7F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C2AD7" w:rsidRPr="00DF7234" w:rsidRDefault="00CC2AD7" w:rsidP="00877A7F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</w:tr>
      <w:tr w:rsidR="009F6ACA" w:rsidRPr="001D19CB" w:rsidTr="00BE2105">
        <w:trPr>
          <w:trHeight w:val="20"/>
        </w:trPr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</w:tcPr>
          <w:p w:rsidR="009F6ACA" w:rsidRPr="00DF7234" w:rsidRDefault="009F6ACA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685" w:type="dxa"/>
            <w:shd w:val="clear" w:color="auto" w:fill="auto"/>
          </w:tcPr>
          <w:p w:rsidR="009F6ACA" w:rsidRPr="00DF7234" w:rsidRDefault="009F6ACA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Нормативное содержание и  приведение в нормативное состояние автомобильных дорог</w:t>
            </w:r>
          </w:p>
        </w:tc>
        <w:tc>
          <w:tcPr>
            <w:tcW w:w="1559" w:type="dxa"/>
            <w:shd w:val="clear" w:color="auto" w:fill="auto"/>
          </w:tcPr>
          <w:p w:rsidR="009F6ACA" w:rsidRPr="00B262FD" w:rsidRDefault="005E4120" w:rsidP="00AF73C3">
            <w:pPr>
              <w:ind w:left="-57" w:right="-57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13870522,23387</w:t>
            </w:r>
          </w:p>
        </w:tc>
        <w:tc>
          <w:tcPr>
            <w:tcW w:w="1418" w:type="dxa"/>
            <w:shd w:val="clear" w:color="auto" w:fill="auto"/>
          </w:tcPr>
          <w:p w:rsidR="009F6ACA" w:rsidRPr="009D4B17" w:rsidRDefault="009B109F" w:rsidP="00877A7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2076289,08697</w:t>
            </w:r>
          </w:p>
        </w:tc>
        <w:tc>
          <w:tcPr>
            <w:tcW w:w="1559" w:type="dxa"/>
            <w:shd w:val="clear" w:color="auto" w:fill="auto"/>
          </w:tcPr>
          <w:p w:rsidR="009F6ACA" w:rsidRPr="00B849DE" w:rsidRDefault="00EE4B2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2160347,95348</w:t>
            </w:r>
          </w:p>
        </w:tc>
        <w:tc>
          <w:tcPr>
            <w:tcW w:w="1559" w:type="dxa"/>
            <w:shd w:val="clear" w:color="auto" w:fill="auto"/>
          </w:tcPr>
          <w:p w:rsidR="009F6ACA" w:rsidRPr="00B262FD" w:rsidRDefault="00E93A4D" w:rsidP="00AF73C3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1720779,81342</w:t>
            </w:r>
          </w:p>
        </w:tc>
        <w:tc>
          <w:tcPr>
            <w:tcW w:w="1134" w:type="dxa"/>
            <w:shd w:val="clear" w:color="auto" w:fill="auto"/>
          </w:tcPr>
          <w:p w:rsidR="009F6ACA" w:rsidRPr="00B849DE" w:rsidRDefault="00E93A4D" w:rsidP="005E412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2872091,05</w:t>
            </w:r>
          </w:p>
        </w:tc>
        <w:tc>
          <w:tcPr>
            <w:tcW w:w="1134" w:type="dxa"/>
            <w:shd w:val="clear" w:color="auto" w:fill="auto"/>
          </w:tcPr>
          <w:p w:rsidR="009F6ACA" w:rsidRPr="001D19CB" w:rsidRDefault="00E93A4D" w:rsidP="005E412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2772540,43</w:t>
            </w:r>
          </w:p>
        </w:tc>
        <w:tc>
          <w:tcPr>
            <w:tcW w:w="1129" w:type="dxa"/>
            <w:shd w:val="clear" w:color="auto" w:fill="auto"/>
          </w:tcPr>
          <w:p w:rsidR="009F6ACA" w:rsidRPr="001D19CB" w:rsidRDefault="005E4120" w:rsidP="005E412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1255717,33</w:t>
            </w:r>
          </w:p>
        </w:tc>
        <w:tc>
          <w:tcPr>
            <w:tcW w:w="998" w:type="dxa"/>
            <w:shd w:val="clear" w:color="auto" w:fill="auto"/>
          </w:tcPr>
          <w:p w:rsidR="009F6ACA" w:rsidRPr="001D19CB" w:rsidRDefault="005E4120" w:rsidP="005E4120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1012756,57</w:t>
            </w:r>
          </w:p>
        </w:tc>
      </w:tr>
      <w:tr w:rsidR="005E4120" w:rsidRPr="001D19CB" w:rsidTr="00BE2105">
        <w:trPr>
          <w:trHeight w:val="20"/>
        </w:trPr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</w:tcPr>
          <w:p w:rsidR="005E4120" w:rsidRPr="00DF7234" w:rsidRDefault="005E4120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5E4120" w:rsidRPr="00DF7234" w:rsidRDefault="005E4120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9" w:type="dxa"/>
            <w:shd w:val="clear" w:color="auto" w:fill="auto"/>
          </w:tcPr>
          <w:p w:rsidR="005E4120" w:rsidRPr="00B262FD" w:rsidRDefault="005E4120" w:rsidP="006128C5">
            <w:pPr>
              <w:ind w:left="-57" w:right="-57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13870522,23387</w:t>
            </w:r>
          </w:p>
        </w:tc>
        <w:tc>
          <w:tcPr>
            <w:tcW w:w="1418" w:type="dxa"/>
            <w:shd w:val="clear" w:color="auto" w:fill="auto"/>
          </w:tcPr>
          <w:p w:rsidR="005E4120" w:rsidRPr="009D4B17" w:rsidRDefault="005E4120" w:rsidP="006128C5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2076289,08697</w:t>
            </w:r>
          </w:p>
        </w:tc>
        <w:tc>
          <w:tcPr>
            <w:tcW w:w="1559" w:type="dxa"/>
            <w:shd w:val="clear" w:color="auto" w:fill="auto"/>
          </w:tcPr>
          <w:p w:rsidR="005E4120" w:rsidRPr="00B849DE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2160347,95348</w:t>
            </w:r>
          </w:p>
        </w:tc>
        <w:tc>
          <w:tcPr>
            <w:tcW w:w="1559" w:type="dxa"/>
            <w:shd w:val="clear" w:color="auto" w:fill="auto"/>
          </w:tcPr>
          <w:p w:rsidR="005E4120" w:rsidRPr="00B262FD" w:rsidRDefault="005E4120" w:rsidP="006128C5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1720779,81342</w:t>
            </w:r>
          </w:p>
        </w:tc>
        <w:tc>
          <w:tcPr>
            <w:tcW w:w="1134" w:type="dxa"/>
            <w:shd w:val="clear" w:color="auto" w:fill="auto"/>
          </w:tcPr>
          <w:p w:rsidR="005E4120" w:rsidRPr="00B849DE" w:rsidRDefault="005E4120" w:rsidP="005E412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2872091,05</w:t>
            </w:r>
          </w:p>
        </w:tc>
        <w:tc>
          <w:tcPr>
            <w:tcW w:w="1134" w:type="dxa"/>
            <w:shd w:val="clear" w:color="auto" w:fill="auto"/>
          </w:tcPr>
          <w:p w:rsidR="005E4120" w:rsidRPr="001D19CB" w:rsidRDefault="005E4120" w:rsidP="005E412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2772540,43</w:t>
            </w:r>
          </w:p>
        </w:tc>
        <w:tc>
          <w:tcPr>
            <w:tcW w:w="1129" w:type="dxa"/>
            <w:shd w:val="clear" w:color="auto" w:fill="auto"/>
          </w:tcPr>
          <w:p w:rsidR="005E4120" w:rsidRPr="001D19CB" w:rsidRDefault="005E4120" w:rsidP="005E412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1255717,33</w:t>
            </w:r>
          </w:p>
        </w:tc>
        <w:tc>
          <w:tcPr>
            <w:tcW w:w="998" w:type="dxa"/>
            <w:shd w:val="clear" w:color="auto" w:fill="auto"/>
          </w:tcPr>
          <w:p w:rsidR="005E4120" w:rsidRPr="001D19CB" w:rsidRDefault="005E4120" w:rsidP="005E4120">
            <w:pPr>
              <w:ind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1012756,57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 w:val="restart"/>
            <w:tcBorders>
              <w:bottom w:val="nil"/>
            </w:tcBorders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1A78C3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Мероприятия по безопасности движения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5E4120" w:rsidP="00877A7F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  <w:r>
              <w:rPr>
                <w:rFonts w:ascii="Times New Roman" w:hAnsi="Times New Roman"/>
                <w:bCs/>
              </w:rPr>
              <w:t>213205,46803</w:t>
            </w:r>
          </w:p>
        </w:tc>
        <w:tc>
          <w:tcPr>
            <w:tcW w:w="1418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3000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05EC8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5E4120" w:rsidP="00877A7F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11521,46803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E93A4D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E93A4D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60000</w:t>
            </w:r>
          </w:p>
        </w:tc>
        <w:tc>
          <w:tcPr>
            <w:tcW w:w="1129" w:type="dxa"/>
            <w:shd w:val="clear" w:color="auto" w:fill="auto"/>
          </w:tcPr>
          <w:p w:rsidR="001A78C3" w:rsidRPr="00B849DE" w:rsidRDefault="001A78C3" w:rsidP="00FF6D50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39342</w:t>
            </w:r>
          </w:p>
        </w:tc>
        <w:tc>
          <w:tcPr>
            <w:tcW w:w="998" w:type="dxa"/>
            <w:shd w:val="clear" w:color="auto" w:fill="auto"/>
          </w:tcPr>
          <w:p w:rsidR="001A78C3" w:rsidRPr="00B849DE" w:rsidRDefault="001A78C3" w:rsidP="00FF6D50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39342</w:t>
            </w:r>
          </w:p>
        </w:tc>
      </w:tr>
      <w:tr w:rsidR="005E4120" w:rsidRPr="001D19CB" w:rsidTr="00BE2105">
        <w:trPr>
          <w:trHeight w:val="552"/>
        </w:trPr>
        <w:tc>
          <w:tcPr>
            <w:tcW w:w="568" w:type="dxa"/>
            <w:vMerge/>
            <w:tcBorders>
              <w:bottom w:val="nil"/>
            </w:tcBorders>
            <w:shd w:val="clear" w:color="auto" w:fill="auto"/>
          </w:tcPr>
          <w:p w:rsidR="005E4120" w:rsidRPr="00DF7234" w:rsidRDefault="005E4120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5E4120" w:rsidRPr="00DF7234" w:rsidRDefault="005E4120" w:rsidP="001A78C3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</w:t>
            </w:r>
          </w:p>
          <w:p w:rsidR="005E4120" w:rsidRPr="00DF7234" w:rsidRDefault="005E4120" w:rsidP="001A78C3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областного бюджета, из них:</w:t>
            </w:r>
          </w:p>
        </w:tc>
        <w:tc>
          <w:tcPr>
            <w:tcW w:w="1559" w:type="dxa"/>
            <w:shd w:val="clear" w:color="auto" w:fill="auto"/>
          </w:tcPr>
          <w:p w:rsidR="005E4120" w:rsidRPr="00B262FD" w:rsidRDefault="005E4120" w:rsidP="006128C5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  <w:r>
              <w:rPr>
                <w:rFonts w:ascii="Times New Roman" w:hAnsi="Times New Roman"/>
                <w:bCs/>
              </w:rPr>
              <w:t>213205,46803</w:t>
            </w:r>
          </w:p>
        </w:tc>
        <w:tc>
          <w:tcPr>
            <w:tcW w:w="1418" w:type="dxa"/>
            <w:shd w:val="clear" w:color="auto" w:fill="auto"/>
          </w:tcPr>
          <w:p w:rsidR="005E4120" w:rsidRPr="00B849DE" w:rsidRDefault="005E4120" w:rsidP="006128C5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3000</w:t>
            </w:r>
          </w:p>
        </w:tc>
        <w:tc>
          <w:tcPr>
            <w:tcW w:w="1559" w:type="dxa"/>
            <w:shd w:val="clear" w:color="auto" w:fill="auto"/>
          </w:tcPr>
          <w:p w:rsidR="005E4120" w:rsidRPr="00B849DE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E4120" w:rsidRPr="00B262FD" w:rsidRDefault="005E4120" w:rsidP="006128C5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11521,46803</w:t>
            </w:r>
          </w:p>
        </w:tc>
        <w:tc>
          <w:tcPr>
            <w:tcW w:w="1134" w:type="dxa"/>
            <w:shd w:val="clear" w:color="auto" w:fill="auto"/>
          </w:tcPr>
          <w:p w:rsidR="005E4120" w:rsidRPr="00B849DE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60000</w:t>
            </w:r>
          </w:p>
        </w:tc>
        <w:tc>
          <w:tcPr>
            <w:tcW w:w="1134" w:type="dxa"/>
            <w:shd w:val="clear" w:color="auto" w:fill="auto"/>
          </w:tcPr>
          <w:p w:rsidR="005E4120" w:rsidRPr="00B849DE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60000</w:t>
            </w:r>
          </w:p>
        </w:tc>
        <w:tc>
          <w:tcPr>
            <w:tcW w:w="1129" w:type="dxa"/>
            <w:shd w:val="clear" w:color="auto" w:fill="auto"/>
          </w:tcPr>
          <w:p w:rsidR="005E4120" w:rsidRPr="00B849DE" w:rsidRDefault="005E4120" w:rsidP="006128C5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39342</w:t>
            </w:r>
          </w:p>
        </w:tc>
        <w:tc>
          <w:tcPr>
            <w:tcW w:w="998" w:type="dxa"/>
            <w:shd w:val="clear" w:color="auto" w:fill="auto"/>
          </w:tcPr>
          <w:p w:rsidR="005E4120" w:rsidRPr="00B849DE" w:rsidRDefault="005E4120" w:rsidP="006128C5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39342</w:t>
            </w:r>
          </w:p>
        </w:tc>
      </w:tr>
      <w:tr w:rsidR="005320E8" w:rsidRPr="001D19CB" w:rsidTr="00BE2105">
        <w:trPr>
          <w:trHeight w:val="2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320E8" w:rsidRPr="00DF7234" w:rsidRDefault="005320E8" w:rsidP="00BE210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2.1.</w:t>
            </w:r>
          </w:p>
          <w:p w:rsidR="005320E8" w:rsidRPr="00DF7234" w:rsidRDefault="005320E8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320E8" w:rsidRPr="00DF7234" w:rsidRDefault="005320E8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5320E8" w:rsidRPr="00DF7234" w:rsidRDefault="005320E8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Нанесение горизонтальной разметки</w:t>
            </w:r>
          </w:p>
        </w:tc>
        <w:tc>
          <w:tcPr>
            <w:tcW w:w="1559" w:type="dxa"/>
            <w:shd w:val="clear" w:color="auto" w:fill="auto"/>
          </w:tcPr>
          <w:p w:rsidR="005320E8" w:rsidRPr="005F4747" w:rsidRDefault="005E4120" w:rsidP="00877A7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135684</w:t>
            </w:r>
          </w:p>
        </w:tc>
        <w:tc>
          <w:tcPr>
            <w:tcW w:w="1418" w:type="dxa"/>
            <w:shd w:val="clear" w:color="auto" w:fill="auto"/>
          </w:tcPr>
          <w:p w:rsidR="005320E8" w:rsidRPr="005F4747" w:rsidRDefault="005320E8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320E8" w:rsidRPr="005F4747" w:rsidRDefault="00105EC8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320E8" w:rsidRPr="005F4747" w:rsidRDefault="005E412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320E8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</w:t>
            </w:r>
          </w:p>
        </w:tc>
        <w:tc>
          <w:tcPr>
            <w:tcW w:w="1134" w:type="dxa"/>
            <w:shd w:val="clear" w:color="auto" w:fill="auto"/>
          </w:tcPr>
          <w:p w:rsidR="005320E8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</w:t>
            </w:r>
          </w:p>
        </w:tc>
        <w:tc>
          <w:tcPr>
            <w:tcW w:w="1129" w:type="dxa"/>
            <w:shd w:val="clear" w:color="auto" w:fill="auto"/>
          </w:tcPr>
          <w:p w:rsidR="005320E8" w:rsidRPr="001D19CB" w:rsidRDefault="005320E8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27842</w:t>
            </w:r>
          </w:p>
        </w:tc>
        <w:tc>
          <w:tcPr>
            <w:tcW w:w="998" w:type="dxa"/>
            <w:shd w:val="clear" w:color="auto" w:fill="auto"/>
          </w:tcPr>
          <w:p w:rsidR="005320E8" w:rsidRPr="001D19CB" w:rsidRDefault="005320E8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27842</w:t>
            </w:r>
          </w:p>
        </w:tc>
      </w:tr>
      <w:tr w:rsidR="005E4120" w:rsidRPr="001D19CB" w:rsidTr="00BE2105">
        <w:trPr>
          <w:trHeight w:val="552"/>
        </w:trPr>
        <w:tc>
          <w:tcPr>
            <w:tcW w:w="568" w:type="dxa"/>
            <w:vMerge/>
            <w:shd w:val="clear" w:color="auto" w:fill="auto"/>
          </w:tcPr>
          <w:p w:rsidR="005E4120" w:rsidRPr="00DF7234" w:rsidRDefault="005E4120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5E4120" w:rsidRPr="00DF7234" w:rsidRDefault="005E4120" w:rsidP="005320E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</w:t>
            </w:r>
          </w:p>
          <w:p w:rsidR="005E4120" w:rsidRPr="00DF7234" w:rsidRDefault="005E4120" w:rsidP="0027369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1559" w:type="dxa"/>
            <w:shd w:val="clear" w:color="auto" w:fill="auto"/>
          </w:tcPr>
          <w:p w:rsidR="005E4120" w:rsidRPr="005F4747" w:rsidRDefault="005E4120" w:rsidP="006128C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135684</w:t>
            </w:r>
          </w:p>
        </w:tc>
        <w:tc>
          <w:tcPr>
            <w:tcW w:w="1418" w:type="dxa"/>
            <w:shd w:val="clear" w:color="auto" w:fill="auto"/>
          </w:tcPr>
          <w:p w:rsidR="005E4120" w:rsidRPr="005F4747" w:rsidRDefault="005E4120" w:rsidP="006128C5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E4120" w:rsidRPr="005F4747" w:rsidRDefault="005E4120" w:rsidP="006128C5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E4120" w:rsidRPr="005F4747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4120" w:rsidRPr="00B849DE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</w:t>
            </w:r>
          </w:p>
        </w:tc>
        <w:tc>
          <w:tcPr>
            <w:tcW w:w="1134" w:type="dxa"/>
            <w:shd w:val="clear" w:color="auto" w:fill="auto"/>
          </w:tcPr>
          <w:p w:rsidR="005E4120" w:rsidRPr="00B849DE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</w:t>
            </w:r>
          </w:p>
        </w:tc>
        <w:tc>
          <w:tcPr>
            <w:tcW w:w="1129" w:type="dxa"/>
            <w:shd w:val="clear" w:color="auto" w:fill="auto"/>
          </w:tcPr>
          <w:p w:rsidR="005E4120" w:rsidRPr="001D19CB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27842</w:t>
            </w:r>
          </w:p>
        </w:tc>
        <w:tc>
          <w:tcPr>
            <w:tcW w:w="998" w:type="dxa"/>
            <w:shd w:val="clear" w:color="auto" w:fill="auto"/>
          </w:tcPr>
          <w:p w:rsidR="005E4120" w:rsidRPr="001D19CB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27842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78C3" w:rsidRPr="00DF7234" w:rsidRDefault="001A78C3" w:rsidP="00BE210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2.2.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Замена барьерного ограждения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451960" w:rsidP="00877A7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18000</w:t>
            </w:r>
          </w:p>
        </w:tc>
        <w:tc>
          <w:tcPr>
            <w:tcW w:w="1418" w:type="dxa"/>
            <w:shd w:val="clear" w:color="auto" w:fill="auto"/>
          </w:tcPr>
          <w:p w:rsidR="001A78C3" w:rsidRPr="00B849DE" w:rsidRDefault="001A78C3" w:rsidP="0090151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5F4747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998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</w:tr>
      <w:tr w:rsidR="00451960" w:rsidRPr="001D19CB" w:rsidTr="00BE2105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960" w:rsidRPr="00DF7234" w:rsidRDefault="00451960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</w:tcPr>
          <w:p w:rsidR="00451960" w:rsidRPr="00DF7234" w:rsidRDefault="00451960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9" w:type="dxa"/>
            <w:shd w:val="clear" w:color="auto" w:fill="auto"/>
          </w:tcPr>
          <w:p w:rsidR="00451960" w:rsidRPr="005F4747" w:rsidRDefault="00451960" w:rsidP="006128C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18000</w:t>
            </w:r>
          </w:p>
        </w:tc>
        <w:tc>
          <w:tcPr>
            <w:tcW w:w="1418" w:type="dxa"/>
            <w:shd w:val="clear" w:color="auto" w:fill="auto"/>
          </w:tcPr>
          <w:p w:rsidR="00451960" w:rsidRPr="00B849DE" w:rsidRDefault="0045196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51960" w:rsidRPr="00B849DE" w:rsidRDefault="00451960" w:rsidP="006128C5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51960" w:rsidRPr="005F4747" w:rsidRDefault="00451960" w:rsidP="006128C5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1960" w:rsidRPr="00B849DE" w:rsidRDefault="0045196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451960" w:rsidRPr="00B849DE" w:rsidRDefault="0045196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29" w:type="dxa"/>
            <w:shd w:val="clear" w:color="auto" w:fill="auto"/>
          </w:tcPr>
          <w:p w:rsidR="00451960" w:rsidRPr="001D19CB" w:rsidRDefault="0045196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998" w:type="dxa"/>
            <w:shd w:val="clear" w:color="auto" w:fill="auto"/>
          </w:tcPr>
          <w:p w:rsidR="00451960" w:rsidRPr="001D19CB" w:rsidRDefault="0045196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</w:tr>
      <w:tr w:rsidR="001A78C3" w:rsidRPr="001D19CB" w:rsidTr="00BE2105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A78C3" w:rsidRPr="00DF7234" w:rsidRDefault="001A78C3" w:rsidP="00BE210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2.3.</w:t>
            </w: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602D9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Установка новых  дорожных знаков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5E4120" w:rsidP="00877A7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20600</w:t>
            </w:r>
          </w:p>
        </w:tc>
        <w:tc>
          <w:tcPr>
            <w:tcW w:w="1418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5E412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451960" w:rsidP="00602D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</w:t>
            </w:r>
          </w:p>
        </w:tc>
        <w:tc>
          <w:tcPr>
            <w:tcW w:w="998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</w:t>
            </w:r>
          </w:p>
        </w:tc>
      </w:tr>
      <w:tr w:rsidR="001A78C3" w:rsidRPr="001D19CB" w:rsidTr="00BE2105">
        <w:trPr>
          <w:trHeight w:val="277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5E4120" w:rsidP="00877A7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20600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5E412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A78C3" w:rsidRPr="00B849DE" w:rsidRDefault="00451960" w:rsidP="00602D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</w:t>
            </w:r>
          </w:p>
        </w:tc>
      </w:tr>
      <w:tr w:rsidR="001A78C3" w:rsidRPr="001D19CB" w:rsidTr="00BE2105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78C3" w:rsidRPr="00DF7234" w:rsidRDefault="001A78C3" w:rsidP="00BE210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2.4.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Замена устаревших дорожных знаков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5E4120" w:rsidP="00877A7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17750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78C3" w:rsidRPr="005F4747" w:rsidRDefault="005E412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A78C3" w:rsidRPr="00B849DE">
              <w:rPr>
                <w:rFonts w:ascii="Times New Roman" w:hAnsi="Times New Roman"/>
              </w:rPr>
              <w:t>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A78C3" w:rsidRPr="00B849DE" w:rsidRDefault="00451960" w:rsidP="00602D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A78C3" w:rsidRPr="00B849DE">
              <w:rPr>
                <w:rFonts w:ascii="Times New Roman" w:hAnsi="Times New Roman"/>
              </w:rPr>
              <w:t>000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5F4747" w:rsidRDefault="005E4120" w:rsidP="00AF73C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17750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5F4747" w:rsidRDefault="005E412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A78C3" w:rsidRPr="00B849DE">
              <w:rPr>
                <w:rFonts w:ascii="Times New Roman" w:hAnsi="Times New Roman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A78C3" w:rsidRPr="00B849DE">
              <w:rPr>
                <w:rFonts w:ascii="Times New Roman" w:hAnsi="Times New Roman"/>
              </w:rPr>
              <w:t>000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</w:tr>
      <w:tr w:rsidR="001A78C3" w:rsidRPr="001D19CB" w:rsidTr="00BE2105">
        <w:trPr>
          <w:trHeight w:val="554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A78C3" w:rsidRPr="00DF7234" w:rsidRDefault="001A78C3" w:rsidP="00BE210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2.5.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Мероприятия по установке элементов обустройства автодорог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1A78C3" w:rsidRPr="005F4747" w:rsidRDefault="005E4120" w:rsidP="00877A7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13650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1A78C3" w:rsidRPr="005F4747" w:rsidRDefault="005E412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A78C3" w:rsidRPr="001D19CB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5E4120" w:rsidP="00877A7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13650</w:t>
            </w:r>
          </w:p>
        </w:tc>
        <w:tc>
          <w:tcPr>
            <w:tcW w:w="1418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3000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5E412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1A78C3" w:rsidRPr="001D19CB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E4120" w:rsidRPr="001D19CB" w:rsidTr="00BE2105">
        <w:trPr>
          <w:trHeight w:val="20"/>
        </w:trPr>
        <w:tc>
          <w:tcPr>
            <w:tcW w:w="568" w:type="dxa"/>
            <w:vMerge w:val="restart"/>
            <w:shd w:val="clear" w:color="auto" w:fill="auto"/>
          </w:tcPr>
          <w:p w:rsidR="005E4120" w:rsidRPr="00DF7234" w:rsidRDefault="005E4120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2.6.</w:t>
            </w:r>
          </w:p>
        </w:tc>
        <w:tc>
          <w:tcPr>
            <w:tcW w:w="3685" w:type="dxa"/>
            <w:shd w:val="clear" w:color="auto" w:fill="auto"/>
          </w:tcPr>
          <w:p w:rsidR="005E4120" w:rsidRPr="00DF7234" w:rsidRDefault="005E4120" w:rsidP="00877A7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Устройство шумовых полос</w:t>
            </w:r>
          </w:p>
        </w:tc>
        <w:tc>
          <w:tcPr>
            <w:tcW w:w="1559" w:type="dxa"/>
            <w:shd w:val="clear" w:color="auto" w:fill="auto"/>
          </w:tcPr>
          <w:p w:rsidR="005E4120" w:rsidRDefault="005E4120" w:rsidP="00877A7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7521,46803</w:t>
            </w:r>
          </w:p>
        </w:tc>
        <w:tc>
          <w:tcPr>
            <w:tcW w:w="1418" w:type="dxa"/>
            <w:shd w:val="clear" w:color="auto" w:fill="auto"/>
          </w:tcPr>
          <w:p w:rsidR="005E4120" w:rsidRPr="005F4747" w:rsidRDefault="005E412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E4120" w:rsidRPr="005F4747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E4120" w:rsidRDefault="005E4120" w:rsidP="006128C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7521,46803</w:t>
            </w:r>
          </w:p>
        </w:tc>
        <w:tc>
          <w:tcPr>
            <w:tcW w:w="1134" w:type="dxa"/>
            <w:shd w:val="clear" w:color="auto" w:fill="auto"/>
          </w:tcPr>
          <w:p w:rsidR="005E4120" w:rsidRPr="005F4747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4120" w:rsidRPr="005F4747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5E4120" w:rsidRPr="005F4747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5E4120" w:rsidRPr="005F4747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E4120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5E4120" w:rsidRPr="00DF7234" w:rsidRDefault="005E4120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5E4120" w:rsidRPr="00DF7234" w:rsidRDefault="005E4120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9" w:type="dxa"/>
            <w:shd w:val="clear" w:color="auto" w:fill="auto"/>
          </w:tcPr>
          <w:p w:rsidR="005E4120" w:rsidRDefault="005E4120" w:rsidP="00877A7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7521,46803</w:t>
            </w:r>
          </w:p>
        </w:tc>
        <w:tc>
          <w:tcPr>
            <w:tcW w:w="1418" w:type="dxa"/>
            <w:shd w:val="clear" w:color="auto" w:fill="auto"/>
          </w:tcPr>
          <w:p w:rsidR="005E4120" w:rsidRPr="005F4747" w:rsidRDefault="005E412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E4120" w:rsidRPr="005F4747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E4120" w:rsidRDefault="005E4120" w:rsidP="006128C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7521,46803</w:t>
            </w:r>
          </w:p>
        </w:tc>
        <w:tc>
          <w:tcPr>
            <w:tcW w:w="1134" w:type="dxa"/>
            <w:shd w:val="clear" w:color="auto" w:fill="auto"/>
          </w:tcPr>
          <w:p w:rsidR="005E4120" w:rsidRPr="005F4747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4120" w:rsidRPr="005F4747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5E4120" w:rsidRPr="005F4747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5E4120" w:rsidRPr="005F4747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Паспортизация автомобильных дорог  и  искусственных сооружений, разработка проектов организации  дорожного движения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5E4120" w:rsidP="0045196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38</w:t>
            </w:r>
            <w:r w:rsidR="005F4747" w:rsidRPr="005F4747">
              <w:rPr>
                <w:rFonts w:ascii="Times New Roman" w:hAnsi="Times New Roman"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</w:tcPr>
          <w:p w:rsidR="001A78C3" w:rsidRPr="005F4747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5E412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="001A78C3" w:rsidRPr="00B849DE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1A78C3" w:rsidRPr="001D19CB" w:rsidRDefault="00451960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="001A78C3">
              <w:rPr>
                <w:rFonts w:ascii="Times New Roman" w:hAnsi="Times New Roman"/>
              </w:rPr>
              <w:t>00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5500</w:t>
            </w:r>
          </w:p>
        </w:tc>
        <w:tc>
          <w:tcPr>
            <w:tcW w:w="998" w:type="dxa"/>
            <w:shd w:val="clear" w:color="auto" w:fill="auto"/>
          </w:tcPr>
          <w:p w:rsidR="001A78C3" w:rsidRPr="001D19CB" w:rsidRDefault="001A78C3" w:rsidP="00FF6D50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5500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Содержание искусственных и защитных дорожных сооружений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5E4120" w:rsidP="00877A7F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  <w:r>
              <w:rPr>
                <w:rFonts w:ascii="Times New Roman" w:hAnsi="Times New Roman"/>
                <w:bCs/>
              </w:rPr>
              <w:t>40</w:t>
            </w:r>
            <w:r w:rsidR="00451960">
              <w:rPr>
                <w:rFonts w:ascii="Times New Roman" w:hAnsi="Times New Roman"/>
                <w:bCs/>
              </w:rPr>
              <w:t>5840,40633</w:t>
            </w:r>
          </w:p>
        </w:tc>
        <w:tc>
          <w:tcPr>
            <w:tcW w:w="1418" w:type="dxa"/>
            <w:shd w:val="clear" w:color="auto" w:fill="auto"/>
          </w:tcPr>
          <w:p w:rsidR="001A78C3" w:rsidRPr="001D19CB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8702,40633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5E4120" w:rsidP="005E4120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</w:t>
            </w:r>
            <w:r w:rsidR="00AF73C3">
              <w:rPr>
                <w:rFonts w:ascii="Times New Roman" w:hAnsi="Times New Roman"/>
              </w:rPr>
              <w:t>0</w:t>
            </w:r>
            <w:r w:rsidR="005F4747" w:rsidRPr="005F4747">
              <w:rPr>
                <w:rFonts w:ascii="Times New Roman" w:hAnsi="Times New Roman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110000</w:t>
            </w:r>
          </w:p>
        </w:tc>
        <w:tc>
          <w:tcPr>
            <w:tcW w:w="1134" w:type="dxa"/>
            <w:shd w:val="clear" w:color="auto" w:fill="auto"/>
          </w:tcPr>
          <w:p w:rsidR="001A78C3" w:rsidRPr="001D19CB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150000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53569</w:t>
            </w:r>
          </w:p>
        </w:tc>
        <w:tc>
          <w:tcPr>
            <w:tcW w:w="998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53569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Содержание линий электроосвещения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451960" w:rsidP="005E4120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  <w:r>
              <w:rPr>
                <w:rFonts w:ascii="Times New Roman" w:hAnsi="Times New Roman"/>
                <w:bCs/>
              </w:rPr>
              <w:t>5</w:t>
            </w:r>
            <w:r w:rsidR="005E4120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0833,58724</w:t>
            </w:r>
          </w:p>
        </w:tc>
        <w:tc>
          <w:tcPr>
            <w:tcW w:w="1418" w:type="dxa"/>
            <w:shd w:val="clear" w:color="auto" w:fill="auto"/>
          </w:tcPr>
          <w:p w:rsidR="001A78C3" w:rsidRPr="00B849DE" w:rsidRDefault="001A78C3" w:rsidP="00877A7F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50644,54367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90175,29357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451960" w:rsidP="005E4120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</w:t>
            </w:r>
            <w:r w:rsidR="005E412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0013,75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120000</w:t>
            </w:r>
          </w:p>
        </w:tc>
        <w:tc>
          <w:tcPr>
            <w:tcW w:w="1134" w:type="dxa"/>
            <w:shd w:val="clear" w:color="auto" w:fill="auto"/>
          </w:tcPr>
          <w:p w:rsidR="001A78C3" w:rsidRPr="001D19CB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130000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Аварийно-восстановительные работы в зоне чрезвычайной ситуации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451960" w:rsidP="00A131D5">
            <w:pPr>
              <w:jc w:val="center"/>
              <w:rPr>
                <w:rFonts w:ascii="Times New Roman" w:hAnsi="Times New Roman"/>
                <w:bCs/>
                <w:highlight w:val="yellow"/>
              </w:rPr>
            </w:pPr>
            <w:r>
              <w:rPr>
                <w:rFonts w:ascii="Times New Roman" w:hAnsi="Times New Roman"/>
                <w:bCs/>
              </w:rPr>
              <w:t>42428</w:t>
            </w:r>
          </w:p>
        </w:tc>
        <w:tc>
          <w:tcPr>
            <w:tcW w:w="1418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5000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AD5A54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5F4747" w:rsidP="00877A7F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1A78C3" w:rsidRPr="001D19CB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11214</w:t>
            </w:r>
          </w:p>
        </w:tc>
        <w:tc>
          <w:tcPr>
            <w:tcW w:w="998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11214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105EC8" w:rsidRPr="001F1528" w:rsidRDefault="001A78C3" w:rsidP="00A97A19">
            <w:pPr>
              <w:ind w:right="-108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proofErr w:type="gramStart"/>
            <w:r w:rsidRPr="003F7C41">
              <w:rPr>
                <w:rFonts w:ascii="Times New Roman" w:hAnsi="Times New Roman"/>
                <w:sz w:val="22"/>
                <w:szCs w:val="22"/>
              </w:rPr>
              <w:t>Прочие работы (</w:t>
            </w:r>
            <w:r w:rsidR="001F1528" w:rsidRPr="003F7C41">
              <w:rPr>
                <w:rFonts w:ascii="Times New Roman" w:hAnsi="Times New Roman"/>
                <w:sz w:val="22"/>
                <w:szCs w:val="22"/>
              </w:rPr>
              <w:t xml:space="preserve">в том числе </w:t>
            </w:r>
            <w:r w:rsidR="00A97A19" w:rsidRPr="003F7C41">
              <w:rPr>
                <w:rFonts w:ascii="Times New Roman" w:hAnsi="Times New Roman"/>
                <w:sz w:val="22"/>
                <w:szCs w:val="22"/>
              </w:rPr>
              <w:t xml:space="preserve">установка недостающих и восстановление существующих систем видеонаблюдения, </w:t>
            </w:r>
            <w:r w:rsidR="001F1528" w:rsidRPr="003F7C41">
              <w:rPr>
                <w:rFonts w:ascii="Times New Roman" w:hAnsi="Times New Roman"/>
                <w:sz w:val="22"/>
                <w:szCs w:val="22"/>
              </w:rPr>
              <w:t>обслуживание систем видеонаблюдения, установка недостающего оборудования для функционирования систем освещения и метеорологических систем мониторинга и прогнозирования условий движения, диагностика, обследование и оценка технического состояния автомобильных дорог и искусственных сооружений на них, обследование и испытание искусственных сооружений, охрана дорожных сооружений, инженерно-технических средств обеспечения транспортной безопасности, оплата расходов, связанных с</w:t>
            </w:r>
            <w:proofErr w:type="gramEnd"/>
            <w:r w:rsidR="001F1528" w:rsidRPr="003F7C41">
              <w:rPr>
                <w:rFonts w:ascii="Times New Roman" w:hAnsi="Times New Roman"/>
                <w:sz w:val="22"/>
                <w:szCs w:val="22"/>
              </w:rPr>
              <w:t xml:space="preserve"> обработкой и рассылкой постановлений органов государственного контроля (надзора), муниципального контроля об административных правонарушениях, выявленных с помощью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  <w:r w:rsidRPr="003F7C41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6128C5" w:rsidP="00B849DE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268457,52987</w:t>
            </w:r>
          </w:p>
        </w:tc>
        <w:tc>
          <w:tcPr>
            <w:tcW w:w="1418" w:type="dxa"/>
            <w:shd w:val="clear" w:color="auto" w:fill="auto"/>
          </w:tcPr>
          <w:p w:rsidR="001A78C3" w:rsidRPr="00B849DE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9355,45633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18102,07354</w:t>
            </w:r>
          </w:p>
        </w:tc>
        <w:tc>
          <w:tcPr>
            <w:tcW w:w="1559" w:type="dxa"/>
            <w:shd w:val="clear" w:color="auto" w:fill="auto"/>
          </w:tcPr>
          <w:p w:rsidR="001A78C3" w:rsidRDefault="006128C5" w:rsidP="00AF73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185000,0</w:t>
            </w:r>
          </w:p>
          <w:p w:rsidR="006128C5" w:rsidRPr="00B262FD" w:rsidRDefault="006128C5" w:rsidP="00AF73C3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25000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451960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25000</w:t>
            </w:r>
          </w:p>
        </w:tc>
        <w:tc>
          <w:tcPr>
            <w:tcW w:w="1129" w:type="dxa"/>
            <w:shd w:val="clear" w:color="auto" w:fill="auto"/>
          </w:tcPr>
          <w:p w:rsidR="001A78C3" w:rsidRPr="001D19CB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 w:val="restart"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DF7234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Приведение в нормативное состояние автомобильных дорог регионального или межмуниципального значения путем проведения работ по их содержанию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1A78C3" w:rsidP="00877A7F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176267,5811</w:t>
            </w:r>
          </w:p>
        </w:tc>
        <w:tc>
          <w:tcPr>
            <w:tcW w:w="1418" w:type="dxa"/>
            <w:shd w:val="clear" w:color="auto" w:fill="auto"/>
          </w:tcPr>
          <w:p w:rsidR="001A78C3" w:rsidRPr="00B849DE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176267,5811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1A78C3" w:rsidP="00C72943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176267,5811</w:t>
            </w:r>
          </w:p>
        </w:tc>
        <w:tc>
          <w:tcPr>
            <w:tcW w:w="1418" w:type="dxa"/>
            <w:shd w:val="clear" w:color="auto" w:fill="auto"/>
          </w:tcPr>
          <w:p w:rsidR="001A78C3" w:rsidRPr="00B849DE" w:rsidRDefault="001A78C3" w:rsidP="00C7294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176267,5811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 w:val="restart"/>
            <w:tcBorders>
              <w:top w:val="nil"/>
            </w:tcBorders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105EC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Приведение в нормативное состояние автомобильных дорог регионального или межмуниципального значения путем проведения работ по их содержанию в границах агломерации*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1A78C3" w:rsidP="00877A7F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542662,98242</w:t>
            </w:r>
          </w:p>
        </w:tc>
        <w:tc>
          <w:tcPr>
            <w:tcW w:w="1418" w:type="dxa"/>
            <w:shd w:val="clear" w:color="auto" w:fill="auto"/>
          </w:tcPr>
          <w:p w:rsidR="001A78C3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542662,98242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559" w:type="dxa"/>
            <w:shd w:val="clear" w:color="auto" w:fill="auto"/>
          </w:tcPr>
          <w:p w:rsidR="001A78C3" w:rsidRPr="00B262FD" w:rsidRDefault="001A78C3" w:rsidP="00877A7F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:rsidR="001A78C3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8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областного бюджета, из них: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106027,98242</w:t>
            </w:r>
          </w:p>
        </w:tc>
        <w:tc>
          <w:tcPr>
            <w:tcW w:w="1418" w:type="dxa"/>
            <w:shd w:val="clear" w:color="auto" w:fill="auto"/>
          </w:tcPr>
          <w:p w:rsidR="001A78C3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106027,98242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105EC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1A78C3" w:rsidP="00256541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106027,98242</w:t>
            </w:r>
          </w:p>
        </w:tc>
        <w:tc>
          <w:tcPr>
            <w:tcW w:w="1418" w:type="dxa"/>
            <w:shd w:val="clear" w:color="auto" w:fill="auto"/>
          </w:tcPr>
          <w:p w:rsidR="001A78C3" w:rsidRDefault="001A78C3" w:rsidP="00256541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106027,98242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федерального бюджета, из них: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436635</w:t>
            </w:r>
          </w:p>
        </w:tc>
        <w:tc>
          <w:tcPr>
            <w:tcW w:w="1418" w:type="dxa"/>
            <w:shd w:val="clear" w:color="auto" w:fill="auto"/>
          </w:tcPr>
          <w:p w:rsidR="001A78C3" w:rsidRDefault="001A78C3" w:rsidP="00F637C3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436635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A78C3" w:rsidRPr="001D19CB" w:rsidTr="00BE2105">
        <w:trPr>
          <w:trHeight w:val="20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78C3" w:rsidRPr="00DF7234" w:rsidRDefault="001A78C3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A78C3" w:rsidRPr="00DF7234" w:rsidRDefault="001A78C3" w:rsidP="00877A7F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9" w:type="dxa"/>
            <w:shd w:val="clear" w:color="auto" w:fill="auto"/>
          </w:tcPr>
          <w:p w:rsidR="001A78C3" w:rsidRPr="005F4747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436635</w:t>
            </w:r>
          </w:p>
        </w:tc>
        <w:tc>
          <w:tcPr>
            <w:tcW w:w="1418" w:type="dxa"/>
            <w:shd w:val="clear" w:color="auto" w:fill="auto"/>
          </w:tcPr>
          <w:p w:rsidR="001A78C3" w:rsidRDefault="001A78C3" w:rsidP="00877A7F">
            <w:pPr>
              <w:ind w:left="-15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436635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B849DE" w:rsidRDefault="001A78C3" w:rsidP="00877A7F">
            <w:pPr>
              <w:jc w:val="center"/>
              <w:rPr>
                <w:rFonts w:ascii="Times New Roman" w:hAnsi="Times New Roman"/>
              </w:rPr>
            </w:pPr>
            <w:r w:rsidRPr="00B849DE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Default="001A78C3" w:rsidP="00877A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1A78C3" w:rsidRDefault="001A78C3" w:rsidP="00FF6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 w:val="restart"/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B262FD" w:rsidRDefault="006128C5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  <w:highlight w:val="yellow"/>
              </w:rPr>
            </w:pPr>
            <w:r>
              <w:rPr>
                <w:rFonts w:ascii="Times New Roman" w:hAnsi="Times New Roman"/>
                <w:bCs/>
                <w:spacing w:val="-4"/>
              </w:rPr>
              <w:t>16068217,78886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2873219,65049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225AD3" w:rsidRDefault="00B262FD" w:rsidP="006A68CE">
            <w:pPr>
              <w:ind w:left="-48" w:right="-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2277327,72692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6128C5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2077315,03145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451960" w:rsidP="005E412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3198091,05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451960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3148540,43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5E4120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1368342,33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5E4120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1125381,57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федеральный бюджет, из них: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706AFE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F4747">
              <w:rPr>
                <w:rFonts w:ascii="Times New Roman" w:hAnsi="Times New Roman"/>
              </w:rPr>
              <w:t>436635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Pr="007A44E7" w:rsidRDefault="00706AFE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</w:rPr>
              <w:t>436635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1D19CB" w:rsidRDefault="00706AFE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706AFE" w:rsidP="006A68CE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105EC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706AFE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5F4747">
              <w:rPr>
                <w:rFonts w:ascii="Times New Roman" w:hAnsi="Times New Roman"/>
              </w:rPr>
              <w:t>436635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Pr="007A44E7" w:rsidRDefault="00706AFE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</w:rPr>
              <w:t>436635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706AFE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706AFE" w:rsidP="006A68CE">
            <w:pPr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128C5" w:rsidRPr="001D19CB" w:rsidTr="006128C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6128C5" w:rsidRPr="00DF7234" w:rsidRDefault="006128C5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6128C5" w:rsidRPr="00DF7234" w:rsidRDefault="006128C5" w:rsidP="00BE2105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областной бюджет, из них: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28C5" w:rsidRPr="005F4747" w:rsidRDefault="006128C5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15631582,78886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28C5" w:rsidRDefault="006128C5" w:rsidP="00551C20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pacing w:val="-4"/>
              </w:rPr>
              <w:t>2436584,65049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28C5" w:rsidRPr="00225AD3" w:rsidRDefault="006128C5" w:rsidP="00551C20">
            <w:pPr>
              <w:ind w:left="-48" w:right="-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2277327,72692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28C5" w:rsidRDefault="006128C5" w:rsidP="006128C5">
            <w:pPr>
              <w:jc w:val="center"/>
            </w:pPr>
            <w:r w:rsidRPr="00E32D86">
              <w:rPr>
                <w:rFonts w:ascii="Times New Roman" w:hAnsi="Times New Roman"/>
              </w:rPr>
              <w:t>2077315,03145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8C5" w:rsidRPr="001D19CB" w:rsidRDefault="006128C5" w:rsidP="005E412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3198091,05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8C5" w:rsidRPr="001D19CB" w:rsidRDefault="006128C5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3148540,43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6128C5" w:rsidRPr="001D19CB" w:rsidRDefault="006128C5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1368342,33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128C5" w:rsidRPr="001D19CB" w:rsidRDefault="006128C5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1125381,57</w:t>
            </w:r>
          </w:p>
        </w:tc>
      </w:tr>
      <w:tr w:rsidR="006128C5" w:rsidRPr="001D19CB" w:rsidTr="006128C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6128C5" w:rsidRPr="00DF7234" w:rsidRDefault="006128C5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6128C5" w:rsidRPr="00DF7234" w:rsidRDefault="006128C5" w:rsidP="00551C20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фонда, из них: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28C5" w:rsidRPr="005F4747" w:rsidRDefault="006128C5" w:rsidP="006128C5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15631582,78886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28C5" w:rsidRDefault="006128C5" w:rsidP="006128C5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pacing w:val="-4"/>
              </w:rPr>
              <w:t>2436584,65049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28C5" w:rsidRPr="00225AD3" w:rsidRDefault="006128C5" w:rsidP="006128C5">
            <w:pPr>
              <w:ind w:left="-48" w:right="-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2277327,72692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28C5" w:rsidRDefault="006128C5" w:rsidP="006128C5">
            <w:pPr>
              <w:jc w:val="center"/>
            </w:pPr>
            <w:r w:rsidRPr="00E32D86">
              <w:rPr>
                <w:rFonts w:ascii="Times New Roman" w:hAnsi="Times New Roman"/>
              </w:rPr>
              <w:t>2077315,03145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8C5" w:rsidRPr="001D19CB" w:rsidRDefault="006128C5" w:rsidP="005E412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3198091,05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8C5" w:rsidRPr="001D19CB" w:rsidRDefault="006128C5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3148540,43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6128C5" w:rsidRPr="001D19CB" w:rsidRDefault="006128C5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1368342,33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128C5" w:rsidRPr="001D19CB" w:rsidRDefault="006128C5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1125381,57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551C20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5F4747" w:rsidRDefault="00706AFE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106027,98242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Default="00706AFE" w:rsidP="00551C20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106027,98242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706AFE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706AFE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Default="00706AFE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E2105" w:rsidRPr="001D19CB" w:rsidTr="006128C5">
        <w:trPr>
          <w:trHeight w:val="611"/>
        </w:trPr>
        <w:tc>
          <w:tcPr>
            <w:tcW w:w="14743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F7234" w:rsidRDefault="00BE2105" w:rsidP="00DF7234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Мероприятия по реализации регионального проекта «Дорожная сеть (Рязанская область)»,</w:t>
            </w:r>
          </w:p>
          <w:p w:rsidR="00BE2105" w:rsidRPr="00DF7234" w:rsidRDefault="00DF7234" w:rsidP="00DF7234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направленные</w:t>
            </w:r>
            <w:r w:rsidR="00BE2105" w:rsidRPr="00DF7234">
              <w:rPr>
                <w:rFonts w:ascii="Times New Roman" w:hAnsi="Times New Roman"/>
                <w:sz w:val="22"/>
                <w:szCs w:val="22"/>
              </w:rPr>
              <w:t xml:space="preserve"> на достижение результатов реализации федерального проекта «Дорожная сеть»                                                                                                                  в рамках национального проекта «Безопасные и качественные автомобильные дороги»</w:t>
            </w: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105EC8" w:rsidRPr="00DF7234" w:rsidRDefault="00167EC7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10</w:t>
            </w:r>
            <w:r w:rsidR="00105EC8" w:rsidRPr="00DF723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105EC8" w:rsidRPr="00DF7234" w:rsidRDefault="00105EC8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Мероприятия по безопасности движения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05EC8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05EC8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:rsidR="00105EC8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105EC8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vMerge w:val="restart"/>
            <w:shd w:val="clear" w:color="auto" w:fill="auto"/>
          </w:tcPr>
          <w:p w:rsidR="00105EC8" w:rsidRPr="00DF7234" w:rsidRDefault="00167EC7" w:rsidP="005E4120"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10</w:t>
            </w:r>
            <w:r w:rsidR="001C2D5C" w:rsidRPr="00DF7234">
              <w:rPr>
                <w:rFonts w:ascii="Times New Roman" w:hAnsi="Times New Roman"/>
                <w:sz w:val="22"/>
                <w:szCs w:val="22"/>
              </w:rPr>
              <w:t>.1</w:t>
            </w:r>
            <w:r w:rsidR="00BE2105" w:rsidRPr="00DF723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77F67" w:rsidRPr="00DF7234" w:rsidRDefault="00177F67" w:rsidP="00167EC7">
            <w:pPr>
              <w:ind w:right="-13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DF7234" w:rsidRDefault="00105EC8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 xml:space="preserve">Нанесение </w:t>
            </w:r>
            <w:proofErr w:type="gramStart"/>
            <w:r w:rsidRPr="00DF7234">
              <w:rPr>
                <w:rFonts w:ascii="Times New Roman" w:hAnsi="Times New Roman"/>
                <w:sz w:val="22"/>
                <w:szCs w:val="22"/>
              </w:rPr>
              <w:t>горизонтальной</w:t>
            </w:r>
            <w:proofErr w:type="gramEnd"/>
          </w:p>
          <w:p w:rsidR="00105EC8" w:rsidRPr="00DF7234" w:rsidRDefault="00105EC8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разметки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5E4120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23257,02431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EC8" w:rsidRDefault="00105EC8" w:rsidP="00105EC8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AD5A54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10778,49234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D19CB" w:rsidRDefault="005E412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12478,53197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105EC8" w:rsidRPr="00DF7234" w:rsidRDefault="00105EC8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05EC8" w:rsidRPr="00DF7234" w:rsidRDefault="00105EC8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105EC8" w:rsidP="006A68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05EC8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05EC8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:rsidR="00105EC8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105EC8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551C20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5E4120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17166,36231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Default="00706AFE" w:rsidP="00551C20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AD5A54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4687,83034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1D19CB" w:rsidRDefault="005E412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12478,53197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551C20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706AFE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6090,662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Default="00706AFE" w:rsidP="00551C20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706AFE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6090,662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1D19CB" w:rsidRDefault="00706AFE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E527F" w:rsidRPr="001D19CB" w:rsidTr="00BE2105">
        <w:trPr>
          <w:trHeight w:val="20"/>
        </w:trPr>
        <w:tc>
          <w:tcPr>
            <w:tcW w:w="568" w:type="dxa"/>
            <w:vMerge w:val="restart"/>
            <w:shd w:val="clear" w:color="auto" w:fill="auto"/>
          </w:tcPr>
          <w:p w:rsidR="004E527F" w:rsidRPr="00DF7234" w:rsidRDefault="004E527F" w:rsidP="005E412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10.2.</w:t>
            </w:r>
          </w:p>
        </w:tc>
        <w:tc>
          <w:tcPr>
            <w:tcW w:w="3685" w:type="dxa"/>
            <w:shd w:val="clear" w:color="auto" w:fill="auto"/>
          </w:tcPr>
          <w:p w:rsidR="004E527F" w:rsidRPr="00DF7234" w:rsidRDefault="004E527F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Замена барьерного ограждения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527F" w:rsidRDefault="004E527F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31565,92624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E527F" w:rsidRDefault="004E527F" w:rsidP="006128C5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527F" w:rsidRDefault="004E527F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E527F" w:rsidRDefault="004E527F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31565,92624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527F" w:rsidRDefault="004E527F" w:rsidP="006128C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527F" w:rsidRDefault="004E527F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4E527F" w:rsidRDefault="004E527F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E527F" w:rsidRDefault="004E527F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E527F" w:rsidRPr="001D19CB" w:rsidTr="004E527F">
        <w:trPr>
          <w:trHeight w:val="506"/>
        </w:trPr>
        <w:tc>
          <w:tcPr>
            <w:tcW w:w="568" w:type="dxa"/>
            <w:vMerge/>
            <w:shd w:val="clear" w:color="auto" w:fill="auto"/>
          </w:tcPr>
          <w:p w:rsidR="004E527F" w:rsidRDefault="004E527F" w:rsidP="005E4120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4E527F" w:rsidRPr="00DF7234" w:rsidRDefault="004E527F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средств:</w:t>
            </w:r>
          </w:p>
          <w:p w:rsidR="004E527F" w:rsidRPr="00DF7234" w:rsidRDefault="004E527F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1559" w:type="dxa"/>
            <w:shd w:val="clear" w:color="auto" w:fill="auto"/>
          </w:tcPr>
          <w:p w:rsidR="004E527F" w:rsidRDefault="004E527F" w:rsidP="004E52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31565,92624</w:t>
            </w:r>
          </w:p>
        </w:tc>
        <w:tc>
          <w:tcPr>
            <w:tcW w:w="1418" w:type="dxa"/>
            <w:shd w:val="clear" w:color="auto" w:fill="auto"/>
          </w:tcPr>
          <w:p w:rsidR="004E527F" w:rsidRDefault="004E527F" w:rsidP="004E527F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527F" w:rsidRDefault="004E527F" w:rsidP="004E52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527F" w:rsidRDefault="004E527F" w:rsidP="004E52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31565,92624</w:t>
            </w:r>
          </w:p>
        </w:tc>
        <w:tc>
          <w:tcPr>
            <w:tcW w:w="1134" w:type="dxa"/>
            <w:shd w:val="clear" w:color="auto" w:fill="auto"/>
          </w:tcPr>
          <w:p w:rsidR="004E527F" w:rsidRDefault="004E527F" w:rsidP="004E527F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E527F" w:rsidRDefault="004E527F" w:rsidP="004E527F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4E527F" w:rsidRDefault="004E527F" w:rsidP="004E527F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4E527F" w:rsidRDefault="004E527F" w:rsidP="004E527F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05EC8" w:rsidRPr="001D19CB" w:rsidTr="00BE2105">
        <w:trPr>
          <w:trHeight w:val="20"/>
        </w:trPr>
        <w:tc>
          <w:tcPr>
            <w:tcW w:w="568" w:type="dxa"/>
            <w:vMerge w:val="restart"/>
            <w:shd w:val="clear" w:color="auto" w:fill="auto"/>
          </w:tcPr>
          <w:p w:rsidR="00105EC8" w:rsidRPr="00DF7234" w:rsidRDefault="00105EC8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105EC8" w:rsidRPr="00DF7234" w:rsidRDefault="00105EC8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5E412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54822,95055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EC8" w:rsidRDefault="00105EC8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Default="00AD5A54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10778,49234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EC8" w:rsidRPr="001D19CB" w:rsidRDefault="005E412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44044,45821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05EC8" w:rsidRPr="001D19CB" w:rsidRDefault="00105EC8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BE2105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областно</w:t>
            </w:r>
            <w:r w:rsidR="00BE2105" w:rsidRPr="00DF7234">
              <w:rPr>
                <w:rFonts w:ascii="Times New Roman" w:hAnsi="Times New Roman"/>
                <w:sz w:val="22"/>
                <w:szCs w:val="22"/>
              </w:rPr>
              <w:t>й</w:t>
            </w:r>
            <w:r w:rsidRPr="00DF7234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5E4120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48732,28855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Default="00706AFE" w:rsidP="00551C20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AD5A54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4687,83034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1D19CB" w:rsidRDefault="005E412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44044,45821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6AFE" w:rsidRPr="001D19CB" w:rsidTr="00BE2105">
        <w:trPr>
          <w:trHeight w:val="20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6AFE" w:rsidRPr="00DF7234" w:rsidRDefault="00706AFE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706AFE" w:rsidRPr="00DF7234" w:rsidRDefault="00706AFE" w:rsidP="00BE2105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федеральн</w:t>
            </w:r>
            <w:r w:rsidR="00BE2105" w:rsidRPr="00DF7234">
              <w:rPr>
                <w:rFonts w:ascii="Times New Roman" w:hAnsi="Times New Roman"/>
                <w:sz w:val="22"/>
                <w:szCs w:val="22"/>
              </w:rPr>
              <w:t>ый</w:t>
            </w:r>
            <w:r w:rsidRPr="00DF7234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706AFE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6090,662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Default="00706AFE" w:rsidP="00551C20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Default="00706AFE" w:rsidP="00551C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6090,662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6AFE" w:rsidRPr="001D19CB" w:rsidRDefault="00706AFE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06AFE" w:rsidRPr="001D19CB" w:rsidRDefault="00706AFE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E4120" w:rsidRPr="001D19CB" w:rsidTr="006128C5">
        <w:trPr>
          <w:trHeight w:val="20"/>
        </w:trPr>
        <w:tc>
          <w:tcPr>
            <w:tcW w:w="14743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E4120" w:rsidRDefault="005E4120" w:rsidP="005E4120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Мероприятия по реализации регионального проекта «</w:t>
            </w:r>
            <w:r>
              <w:rPr>
                <w:rFonts w:ascii="Times New Roman" w:hAnsi="Times New Roman"/>
                <w:sz w:val="22"/>
                <w:szCs w:val="22"/>
              </w:rPr>
              <w:t>Общесистемные меры развития дорожного хозяйства</w:t>
            </w:r>
            <w:r w:rsidRPr="00DF7234">
              <w:rPr>
                <w:rFonts w:ascii="Times New Roman" w:hAnsi="Times New Roman"/>
                <w:sz w:val="22"/>
                <w:szCs w:val="22"/>
              </w:rPr>
              <w:t xml:space="preserve"> (Рязанская область)»,</w:t>
            </w:r>
          </w:p>
          <w:p w:rsidR="005E4120" w:rsidRDefault="005E4120" w:rsidP="005E4120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направленные</w:t>
            </w:r>
            <w:r w:rsidRPr="00DF7234">
              <w:rPr>
                <w:rFonts w:ascii="Times New Roman" w:hAnsi="Times New Roman"/>
                <w:sz w:val="22"/>
                <w:szCs w:val="22"/>
              </w:rPr>
              <w:t xml:space="preserve"> на достижение результатов реализации федерального проекта «</w:t>
            </w:r>
            <w:r>
              <w:rPr>
                <w:rFonts w:ascii="Times New Roman" w:hAnsi="Times New Roman"/>
                <w:sz w:val="22"/>
                <w:szCs w:val="22"/>
              </w:rPr>
              <w:t>Общесистемные меры развития дорожного хозяйства</w:t>
            </w:r>
            <w:r w:rsidRPr="00DF7234">
              <w:rPr>
                <w:rFonts w:ascii="Times New Roman" w:hAnsi="Times New Roman"/>
                <w:sz w:val="22"/>
                <w:szCs w:val="22"/>
              </w:rPr>
              <w:t>»                                                                                                                  в рамках национального проекта «Безопасные и качественные автомобильные дороги»</w:t>
            </w:r>
          </w:p>
        </w:tc>
      </w:tr>
      <w:tr w:rsidR="005E4120" w:rsidRPr="001D19CB" w:rsidTr="00BE2105">
        <w:trPr>
          <w:trHeight w:val="20"/>
        </w:trPr>
        <w:tc>
          <w:tcPr>
            <w:tcW w:w="568" w:type="dxa"/>
            <w:vMerge w:val="restart"/>
            <w:shd w:val="clear" w:color="auto" w:fill="auto"/>
          </w:tcPr>
          <w:p w:rsidR="005E4120" w:rsidRDefault="005E4120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3685" w:type="dxa"/>
            <w:shd w:val="clear" w:color="auto" w:fill="auto"/>
          </w:tcPr>
          <w:p w:rsidR="005E4120" w:rsidRPr="00DF7234" w:rsidRDefault="005E4120" w:rsidP="00105E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Установка элементов интеллектуальных транспортных систем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Default="005E4120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50512,3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Default="005E4120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Default="005E412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Default="005E4120" w:rsidP="006128C5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50512,3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Default="005E4120" w:rsidP="006128C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Default="005E4120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5E4120" w:rsidRDefault="005E4120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5E4120" w:rsidRDefault="005E4120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E527F" w:rsidRPr="001D19CB" w:rsidTr="004E527F">
        <w:trPr>
          <w:trHeight w:val="506"/>
        </w:trPr>
        <w:tc>
          <w:tcPr>
            <w:tcW w:w="568" w:type="dxa"/>
            <w:vMerge/>
            <w:shd w:val="clear" w:color="auto" w:fill="auto"/>
          </w:tcPr>
          <w:p w:rsidR="004E527F" w:rsidRDefault="004E527F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4E527F" w:rsidRPr="00DF7234" w:rsidRDefault="004E527F" w:rsidP="00105EC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том числе за счет средств:</w:t>
            </w:r>
          </w:p>
          <w:p w:rsidR="004E527F" w:rsidRPr="00DF7234" w:rsidRDefault="004E527F" w:rsidP="00105EC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1559" w:type="dxa"/>
            <w:shd w:val="clear" w:color="auto" w:fill="auto"/>
          </w:tcPr>
          <w:p w:rsidR="004E527F" w:rsidRDefault="004E527F" w:rsidP="004E527F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50512,3</w:t>
            </w:r>
          </w:p>
        </w:tc>
        <w:tc>
          <w:tcPr>
            <w:tcW w:w="1418" w:type="dxa"/>
            <w:shd w:val="clear" w:color="auto" w:fill="auto"/>
          </w:tcPr>
          <w:p w:rsidR="004E527F" w:rsidRDefault="004E527F" w:rsidP="004E527F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527F" w:rsidRDefault="004E527F" w:rsidP="004E52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527F" w:rsidRDefault="004E527F" w:rsidP="004E527F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50512,3</w:t>
            </w:r>
          </w:p>
        </w:tc>
        <w:tc>
          <w:tcPr>
            <w:tcW w:w="1134" w:type="dxa"/>
            <w:shd w:val="clear" w:color="auto" w:fill="auto"/>
          </w:tcPr>
          <w:p w:rsidR="004E527F" w:rsidRDefault="004E527F" w:rsidP="004E527F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E527F" w:rsidRDefault="004E527F" w:rsidP="004E527F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4E527F" w:rsidRDefault="004E527F" w:rsidP="004E527F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</w:tcPr>
          <w:p w:rsidR="004E527F" w:rsidRDefault="004E527F" w:rsidP="004E527F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128C5" w:rsidRPr="001D19CB" w:rsidTr="00BE2105">
        <w:trPr>
          <w:trHeight w:val="20"/>
        </w:trPr>
        <w:tc>
          <w:tcPr>
            <w:tcW w:w="568" w:type="dxa"/>
            <w:shd w:val="clear" w:color="auto" w:fill="auto"/>
          </w:tcPr>
          <w:p w:rsidR="006128C5" w:rsidRPr="006128C5" w:rsidRDefault="006128C5" w:rsidP="00877A7F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602F7C"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3685" w:type="dxa"/>
            <w:shd w:val="clear" w:color="auto" w:fill="auto"/>
          </w:tcPr>
          <w:p w:rsidR="006128C5" w:rsidRPr="00BD7CE3" w:rsidRDefault="006128C5" w:rsidP="00BD7CE3">
            <w:pPr>
              <w:rPr>
                <w:rFonts w:ascii="Times New Roman" w:hAnsi="Times New Roman"/>
                <w:sz w:val="22"/>
                <w:szCs w:val="22"/>
              </w:rPr>
            </w:pPr>
            <w:r w:rsidRPr="00BD7CE3">
              <w:rPr>
                <w:rFonts w:ascii="Times New Roman" w:hAnsi="Times New Roman"/>
                <w:sz w:val="22"/>
                <w:szCs w:val="22"/>
              </w:rPr>
              <w:t xml:space="preserve">Установка </w:t>
            </w:r>
            <w:r w:rsidR="00BD7CE3" w:rsidRPr="00BD7CE3">
              <w:rPr>
                <w:rFonts w:ascii="Times New Roman" w:hAnsi="Times New Roman"/>
                <w:sz w:val="22"/>
                <w:szCs w:val="22"/>
              </w:rPr>
              <w:t xml:space="preserve">пунктов </w:t>
            </w:r>
            <w:proofErr w:type="gramStart"/>
            <w:r w:rsidR="00BD7CE3" w:rsidRPr="00BD7CE3">
              <w:rPr>
                <w:rFonts w:ascii="Times New Roman" w:hAnsi="Times New Roman"/>
                <w:sz w:val="22"/>
                <w:szCs w:val="22"/>
              </w:rPr>
              <w:t>контроля за</w:t>
            </w:r>
            <w:proofErr w:type="gramEnd"/>
            <w:r w:rsidR="00BD7CE3" w:rsidRPr="00BD7CE3">
              <w:rPr>
                <w:rFonts w:ascii="Times New Roman" w:hAnsi="Times New Roman"/>
                <w:sz w:val="22"/>
                <w:szCs w:val="22"/>
              </w:rPr>
              <w:t xml:space="preserve"> дорожным движением - </w:t>
            </w:r>
            <w:r w:rsidRPr="00BD7CE3">
              <w:rPr>
                <w:rFonts w:ascii="Times New Roman" w:hAnsi="Times New Roman"/>
                <w:sz w:val="22"/>
                <w:szCs w:val="22"/>
              </w:rPr>
              <w:t>стационарных камер фото</w:t>
            </w:r>
            <w:r w:rsidR="00BD7CE3" w:rsidRPr="00BD7CE3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BD7CE3">
              <w:rPr>
                <w:rFonts w:ascii="Times New Roman" w:hAnsi="Times New Roman"/>
                <w:sz w:val="22"/>
                <w:szCs w:val="22"/>
              </w:rPr>
              <w:t>видеофиксации</w:t>
            </w:r>
            <w:proofErr w:type="spellEnd"/>
            <w:r w:rsidRPr="00BD7CE3">
              <w:rPr>
                <w:rFonts w:ascii="Times New Roman" w:hAnsi="Times New Roman"/>
                <w:sz w:val="22"/>
                <w:szCs w:val="22"/>
              </w:rPr>
              <w:t xml:space="preserve"> нарушений правил дорожного движения на автомобильных дорогах</w:t>
            </w:r>
            <w:r w:rsidR="00BD7CE3" w:rsidRPr="00BD7CE3">
              <w:rPr>
                <w:rFonts w:ascii="Times New Roman" w:hAnsi="Times New Roman"/>
                <w:sz w:val="22"/>
                <w:szCs w:val="22"/>
              </w:rPr>
              <w:t xml:space="preserve"> регионального или межмуниципального значения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28C5" w:rsidRDefault="006128C5" w:rsidP="006128C5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28C5" w:rsidRDefault="006128C5" w:rsidP="006128C5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128C5" w:rsidRDefault="006128C5" w:rsidP="006128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128C5" w:rsidRDefault="006128C5" w:rsidP="006128C5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8C5" w:rsidRDefault="006128C5" w:rsidP="006128C5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28C5" w:rsidRDefault="006128C5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:rsidR="006128C5" w:rsidRDefault="006128C5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6128C5" w:rsidRDefault="006128C5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6128C5" w:rsidRPr="001D19CB" w:rsidTr="0088033A">
        <w:trPr>
          <w:trHeight w:val="2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6128C5" w:rsidRPr="006128C5" w:rsidRDefault="006128C5" w:rsidP="00877A7F"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:rsidR="006128C5" w:rsidRPr="003F7C41" w:rsidRDefault="006128C5" w:rsidP="006128C5">
            <w:pPr>
              <w:rPr>
                <w:rFonts w:ascii="Times New Roman" w:hAnsi="Times New Roman"/>
                <w:sz w:val="22"/>
                <w:szCs w:val="22"/>
              </w:rPr>
            </w:pPr>
            <w:r w:rsidRPr="003F7C41">
              <w:rPr>
                <w:rFonts w:ascii="Times New Roman" w:hAnsi="Times New Roman"/>
                <w:sz w:val="22"/>
                <w:szCs w:val="22"/>
              </w:rPr>
              <w:t>в том числе за счет средств:</w:t>
            </w:r>
          </w:p>
          <w:p w:rsidR="006128C5" w:rsidRPr="003F7C41" w:rsidRDefault="006128C5" w:rsidP="006128C5">
            <w:pPr>
              <w:rPr>
                <w:rFonts w:ascii="Times New Roman" w:hAnsi="Times New Roman"/>
                <w:sz w:val="22"/>
                <w:szCs w:val="22"/>
              </w:rPr>
            </w:pPr>
            <w:r w:rsidRPr="003F7C41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28C5" w:rsidRDefault="006128C5" w:rsidP="006128C5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28C5" w:rsidRDefault="006128C5" w:rsidP="006128C5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128C5" w:rsidRDefault="006128C5" w:rsidP="006128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128C5" w:rsidRDefault="006128C5" w:rsidP="006128C5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8C5" w:rsidRDefault="006128C5" w:rsidP="006128C5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28C5" w:rsidRDefault="006128C5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:rsidR="006128C5" w:rsidRDefault="006128C5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6128C5" w:rsidRDefault="006128C5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5E4120" w:rsidRPr="001D19CB" w:rsidTr="0088033A">
        <w:trPr>
          <w:trHeight w:val="20"/>
        </w:trPr>
        <w:tc>
          <w:tcPr>
            <w:tcW w:w="568" w:type="dxa"/>
            <w:vMerge w:val="restart"/>
            <w:tcBorders>
              <w:bottom w:val="nil"/>
            </w:tcBorders>
            <w:shd w:val="clear" w:color="auto" w:fill="auto"/>
          </w:tcPr>
          <w:p w:rsidR="005E4120" w:rsidRDefault="005E4120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5E4120" w:rsidRPr="00DF7234" w:rsidRDefault="005E4120" w:rsidP="00105EC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Default="006128C5" w:rsidP="006128C5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188512,3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Default="005E4120" w:rsidP="006128C5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Default="006128C5" w:rsidP="006128C5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188512,3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Default="005E4120" w:rsidP="006128C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Default="005E4120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5E4120" w:rsidRDefault="005E4120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5E4120" w:rsidRDefault="005E4120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E4120" w:rsidRPr="001D19CB" w:rsidTr="0088033A">
        <w:trPr>
          <w:trHeight w:val="20"/>
        </w:trPr>
        <w:tc>
          <w:tcPr>
            <w:tcW w:w="568" w:type="dxa"/>
            <w:vMerge/>
            <w:tcBorders>
              <w:bottom w:val="nil"/>
            </w:tcBorders>
            <w:shd w:val="clear" w:color="auto" w:fill="auto"/>
          </w:tcPr>
          <w:p w:rsidR="005E4120" w:rsidRDefault="005E4120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5E4120" w:rsidRPr="00DF7234" w:rsidRDefault="005E4120" w:rsidP="00105EC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Default="005E4120" w:rsidP="006128C5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50512,3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Default="005E4120" w:rsidP="006128C5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Default="005E4120" w:rsidP="006128C5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50512,3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Default="005E4120" w:rsidP="006128C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Default="005E4120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5E4120" w:rsidRDefault="005E4120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5E4120" w:rsidRDefault="005E4120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128C5" w:rsidRPr="001D19CB" w:rsidTr="0088033A">
        <w:trPr>
          <w:trHeight w:val="20"/>
        </w:trPr>
        <w:tc>
          <w:tcPr>
            <w:tcW w:w="568" w:type="dxa"/>
            <w:tcBorders>
              <w:top w:val="nil"/>
            </w:tcBorders>
            <w:shd w:val="clear" w:color="auto" w:fill="auto"/>
          </w:tcPr>
          <w:p w:rsidR="006128C5" w:rsidRDefault="006128C5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6128C5" w:rsidRPr="00DF7234" w:rsidRDefault="006128C5" w:rsidP="00105E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28C5" w:rsidRDefault="006128C5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28C5" w:rsidRDefault="006128C5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128C5" w:rsidRDefault="006128C5" w:rsidP="006A68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128C5" w:rsidRDefault="006128C5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8C5" w:rsidRDefault="006128C5" w:rsidP="005E4120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28C5" w:rsidRDefault="006128C5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:rsidR="006128C5" w:rsidRDefault="006128C5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6128C5" w:rsidRDefault="006128C5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5E4120" w:rsidRPr="001D19CB" w:rsidTr="00BE2105">
        <w:trPr>
          <w:trHeight w:val="20"/>
        </w:trPr>
        <w:tc>
          <w:tcPr>
            <w:tcW w:w="568" w:type="dxa"/>
            <w:vMerge w:val="restart"/>
            <w:shd w:val="clear" w:color="auto" w:fill="auto"/>
          </w:tcPr>
          <w:p w:rsidR="005E4120" w:rsidRDefault="005E4120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4120" w:rsidRDefault="005E4120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4120" w:rsidRPr="00DF7234" w:rsidRDefault="005E4120" w:rsidP="00877A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5E4120" w:rsidRPr="00DF7234" w:rsidRDefault="005E4120" w:rsidP="00105EC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Pr="001A5E05" w:rsidRDefault="005E4120" w:rsidP="006A68CE">
            <w:pPr>
              <w:ind w:left="-56" w:right="-45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16311553,03941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Default="005E4120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pacing w:val="-4"/>
              </w:rPr>
              <w:t>2873219,65049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Default="005E412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2288106,21926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Pr="005F4747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2309871,78966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1D19CB" w:rsidRDefault="005E4120" w:rsidP="005E4120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3198091,05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1D19CB" w:rsidRDefault="005E4120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3148540,43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5E4120" w:rsidRPr="001D19CB" w:rsidRDefault="005E4120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1368342,33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5E4120" w:rsidRPr="001D19CB" w:rsidRDefault="005E4120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1125381,57</w:t>
            </w:r>
          </w:p>
        </w:tc>
      </w:tr>
      <w:tr w:rsidR="005E4120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5E4120" w:rsidRDefault="005E4120" w:rsidP="00877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5E4120" w:rsidRPr="00DF7234" w:rsidRDefault="005E4120" w:rsidP="00BE2105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областной бюджет, из них: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Pr="001A5E05" w:rsidRDefault="005E4120" w:rsidP="006A68CE">
            <w:pPr>
              <w:ind w:left="-56" w:right="-45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15818315,07741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Default="005E4120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pacing w:val="-4"/>
              </w:rPr>
              <w:t>2436584,65049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Default="005E412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2282015,55726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Pr="005F4747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2259359,48966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1D19CB" w:rsidRDefault="005E4120" w:rsidP="006128C5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3198091,05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1D19CB" w:rsidRDefault="005E4120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3148540,43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5E4120" w:rsidRPr="001D19CB" w:rsidRDefault="005E4120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1368342,33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5E4120" w:rsidRPr="001D19CB" w:rsidRDefault="005E4120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1125381,57</w:t>
            </w:r>
          </w:p>
        </w:tc>
      </w:tr>
      <w:tr w:rsidR="005E4120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5E4120" w:rsidRDefault="005E4120" w:rsidP="00877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5E4120" w:rsidRPr="00DF7234" w:rsidRDefault="005E4120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фонда, из них: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Pr="001A5E05" w:rsidRDefault="005E4120" w:rsidP="006128C5">
            <w:pPr>
              <w:ind w:left="-56" w:right="-45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15818315,07741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Default="005E4120" w:rsidP="006128C5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pacing w:val="-4"/>
              </w:rPr>
              <w:t>2436584,65049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2282015,55726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Pr="005F4747" w:rsidRDefault="005E4120" w:rsidP="006128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2259359,48966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1D19CB" w:rsidRDefault="005E4120" w:rsidP="006128C5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3198091,05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1D19CB" w:rsidRDefault="005E4120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3148540,43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5E4120" w:rsidRPr="001D19CB" w:rsidRDefault="005E4120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1368342,33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5E4120" w:rsidRPr="001D19CB" w:rsidRDefault="005E4120" w:rsidP="006128C5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1125381,57</w:t>
            </w:r>
          </w:p>
        </w:tc>
      </w:tr>
      <w:tr w:rsidR="005E4120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5E4120" w:rsidRDefault="005E4120" w:rsidP="00877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5E4120" w:rsidRPr="00DF7234" w:rsidRDefault="005E4120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Pr="001A5E05" w:rsidRDefault="005E4120" w:rsidP="006A68CE">
            <w:pPr>
              <w:ind w:left="-56" w:right="-45"/>
              <w:jc w:val="center"/>
              <w:rPr>
                <w:rFonts w:ascii="Times New Roman" w:hAnsi="Times New Roman"/>
                <w:highlight w:val="yellow"/>
              </w:rPr>
            </w:pPr>
            <w:r w:rsidRPr="005F4747">
              <w:rPr>
                <w:rFonts w:ascii="Times New Roman" w:hAnsi="Times New Roman"/>
              </w:rPr>
              <w:t>106027,98242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Default="005E4120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106027,98242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Default="005E412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Pr="001D19CB" w:rsidRDefault="005E412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1D19CB" w:rsidRDefault="005E4120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1D19CB" w:rsidRDefault="005E4120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5E4120" w:rsidRPr="001D19CB" w:rsidRDefault="005E4120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5E4120" w:rsidRPr="001D19CB" w:rsidRDefault="005E4120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E4120" w:rsidRPr="001D19CB" w:rsidTr="005E4120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5E4120" w:rsidRDefault="005E4120" w:rsidP="00877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5E4120" w:rsidRPr="00DF7234" w:rsidRDefault="005E4120" w:rsidP="00275D1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регионального проекта «Дорожная сеть</w:t>
            </w:r>
            <w:r w:rsidR="00275D18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Pr="001A5E05" w:rsidRDefault="005E4120" w:rsidP="006A68CE">
            <w:pPr>
              <w:ind w:left="-56" w:right="-45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48732,28855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Default="005E4120" w:rsidP="005E4120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Default="005E412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4687,83034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Pr="001D19CB" w:rsidRDefault="005E412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44044,45821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1D19CB" w:rsidRDefault="005E4120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1D19CB" w:rsidRDefault="005E4120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5E4120" w:rsidRPr="001D19CB" w:rsidRDefault="005E4120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5E4120" w:rsidRPr="001D19CB" w:rsidRDefault="005E4120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128C5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6128C5" w:rsidRDefault="006128C5" w:rsidP="00877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128C5" w:rsidRPr="00DF7234" w:rsidRDefault="00893EC0" w:rsidP="00BE2105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регионального проекта «</w:t>
            </w:r>
            <w:r>
              <w:rPr>
                <w:rFonts w:ascii="Times New Roman" w:hAnsi="Times New Roman"/>
                <w:sz w:val="22"/>
                <w:szCs w:val="22"/>
              </w:rPr>
              <w:t>Общесистемные меры развития дорожного хозяйства</w:t>
            </w:r>
            <w:r w:rsidRPr="00DF7234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28C5" w:rsidRDefault="00893EC0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28C5" w:rsidRDefault="006128C5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128C5" w:rsidRDefault="006128C5" w:rsidP="006A68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128C5" w:rsidRDefault="00893EC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8C5" w:rsidRDefault="006128C5" w:rsidP="006A68CE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28C5" w:rsidRDefault="006128C5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:rsidR="006128C5" w:rsidRDefault="006128C5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6128C5" w:rsidRDefault="006128C5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5E4120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5E4120" w:rsidRDefault="005E4120" w:rsidP="00877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5E4120" w:rsidRPr="00DF7234" w:rsidRDefault="005E4120" w:rsidP="00BE2105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федеральный бюджет, из них: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Pr="005F4747" w:rsidRDefault="005E4120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493237,962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Pr="007A44E7" w:rsidRDefault="005E4120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</w:rPr>
              <w:t>436635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Default="005E412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6090,662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Pr="001D19CB" w:rsidRDefault="005E412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50512,3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1D19CB" w:rsidRDefault="005E4120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1D19CB" w:rsidRDefault="005E4120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5E4120" w:rsidRPr="001D19CB" w:rsidRDefault="005E4120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5E4120" w:rsidRPr="001D19CB" w:rsidRDefault="005E4120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E4120" w:rsidRPr="001D19CB" w:rsidTr="00BE2105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5E4120" w:rsidRDefault="005E4120" w:rsidP="00877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5E4120" w:rsidRPr="00DF7234" w:rsidRDefault="005E4120" w:rsidP="00105EC8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Pr="005F4747" w:rsidRDefault="005E4120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436635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Pr="007A44E7" w:rsidRDefault="005E4120" w:rsidP="006A68CE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</w:rPr>
              <w:t>436635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Default="005E412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Pr="001D19CB" w:rsidRDefault="005E412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1D19CB" w:rsidRDefault="005E4120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1D19CB" w:rsidRDefault="005E4120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5E4120" w:rsidRPr="001D19CB" w:rsidRDefault="005E4120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5E4120" w:rsidRPr="001D19CB" w:rsidRDefault="005E4120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E4120" w:rsidRPr="001D19CB" w:rsidTr="005E4120">
        <w:trPr>
          <w:trHeight w:val="20"/>
        </w:trPr>
        <w:tc>
          <w:tcPr>
            <w:tcW w:w="568" w:type="dxa"/>
            <w:vMerge/>
            <w:shd w:val="clear" w:color="auto" w:fill="auto"/>
          </w:tcPr>
          <w:p w:rsidR="005E4120" w:rsidRDefault="005E4120" w:rsidP="00877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5E4120" w:rsidRPr="00DF7234" w:rsidRDefault="005E4120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регионального проекта «Дорожная сеть»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Pr="005F4747" w:rsidRDefault="005E4120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5F4747">
              <w:rPr>
                <w:rFonts w:ascii="Times New Roman" w:hAnsi="Times New Roman"/>
              </w:rPr>
              <w:t>6090,662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Default="005E4120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Default="005E412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6090,662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Pr="001D19CB" w:rsidRDefault="005E412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1D19CB" w:rsidRDefault="005E4120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1D19CB" w:rsidRDefault="005E4120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5E4120" w:rsidRPr="001D19CB" w:rsidRDefault="005E4120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5E4120" w:rsidRPr="001D19CB" w:rsidRDefault="005E4120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E4120" w:rsidRPr="001D19CB" w:rsidTr="00BE2105">
        <w:trPr>
          <w:trHeight w:val="20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4120" w:rsidRDefault="005E4120" w:rsidP="00877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5E4120" w:rsidRPr="00DF7234" w:rsidRDefault="005E4120" w:rsidP="006A68CE">
            <w:pPr>
              <w:rPr>
                <w:rFonts w:ascii="Times New Roman" w:hAnsi="Times New Roman"/>
                <w:sz w:val="22"/>
                <w:szCs w:val="22"/>
              </w:rPr>
            </w:pPr>
            <w:r w:rsidRPr="00DF7234">
              <w:rPr>
                <w:rFonts w:ascii="Times New Roman" w:hAnsi="Times New Roman"/>
                <w:sz w:val="22"/>
                <w:szCs w:val="22"/>
              </w:rPr>
              <w:t>в рамках регионального проекта «</w:t>
            </w:r>
            <w:r>
              <w:rPr>
                <w:rFonts w:ascii="Times New Roman" w:hAnsi="Times New Roman"/>
                <w:sz w:val="22"/>
                <w:szCs w:val="22"/>
              </w:rPr>
              <w:t>Общесистемные меры развития дорожного хозяйства</w:t>
            </w:r>
            <w:r w:rsidRPr="00DF7234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Pr="005F4747" w:rsidRDefault="005E4120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50512,3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Default="005E4120" w:rsidP="006A68CE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Default="005E412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120" w:rsidRDefault="005E4120" w:rsidP="006A68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50512,3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Default="005E4120" w:rsidP="006A68C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Default="005E4120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5E4120" w:rsidRDefault="005E4120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5E4120" w:rsidRDefault="005E4120" w:rsidP="006A68CE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4C419C" w:rsidRPr="000E48C8" w:rsidRDefault="004C419C" w:rsidP="004C419C">
      <w:pPr>
        <w:rPr>
          <w:rFonts w:ascii="Times New Roman" w:hAnsi="Times New Roman"/>
          <w:sz w:val="10"/>
          <w:szCs w:val="10"/>
        </w:rPr>
      </w:pPr>
    </w:p>
    <w:p w:rsidR="00A131D5" w:rsidRDefault="004C419C" w:rsidP="00E815C9">
      <w:pPr>
        <w:ind w:firstLine="426"/>
        <w:rPr>
          <w:rFonts w:ascii="Times New Roman" w:hAnsi="Times New Roman"/>
          <w:sz w:val="22"/>
          <w:szCs w:val="22"/>
        </w:rPr>
      </w:pPr>
      <w:r w:rsidRPr="000E48C8">
        <w:rPr>
          <w:rFonts w:ascii="Times New Roman" w:hAnsi="Times New Roman"/>
          <w:sz w:val="22"/>
          <w:szCs w:val="22"/>
        </w:rPr>
        <w:t>*</w:t>
      </w:r>
      <w:r w:rsidR="00A131D5">
        <w:rPr>
          <w:rFonts w:ascii="Times New Roman" w:hAnsi="Times New Roman"/>
          <w:sz w:val="22"/>
          <w:szCs w:val="22"/>
        </w:rPr>
        <w:t>Агломерация – Рязанская агломерация.</w:t>
      </w:r>
    </w:p>
    <w:p w:rsidR="002F76B7" w:rsidRDefault="00EE0639" w:rsidP="00E815C9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**</w:t>
      </w:r>
      <w:r w:rsidR="004C419C" w:rsidRPr="000E48C8">
        <w:rPr>
          <w:rFonts w:ascii="Times New Roman" w:hAnsi="Times New Roman"/>
          <w:sz w:val="22"/>
          <w:szCs w:val="22"/>
        </w:rPr>
        <w:t xml:space="preserve"> Средства направляются на финансовое обеспечение дорожной </w:t>
      </w:r>
      <w:r w:rsidR="004C419C" w:rsidRPr="00031322">
        <w:rPr>
          <w:rFonts w:ascii="Times New Roman" w:hAnsi="Times New Roman"/>
          <w:sz w:val="22"/>
          <w:szCs w:val="22"/>
        </w:rPr>
        <w:t xml:space="preserve">деятельности в рамках </w:t>
      </w:r>
      <w:r w:rsidR="00864C6F" w:rsidRPr="00031322">
        <w:rPr>
          <w:rFonts w:ascii="Times New Roman" w:hAnsi="Times New Roman"/>
          <w:sz w:val="22"/>
          <w:szCs w:val="22"/>
        </w:rPr>
        <w:t xml:space="preserve">приоритетного </w:t>
      </w:r>
      <w:r w:rsidR="004C419C" w:rsidRPr="00031322">
        <w:rPr>
          <w:rFonts w:ascii="Times New Roman" w:hAnsi="Times New Roman"/>
          <w:sz w:val="22"/>
          <w:szCs w:val="22"/>
        </w:rPr>
        <w:t>проект</w:t>
      </w:r>
      <w:r w:rsidR="00864C6F" w:rsidRPr="00031322">
        <w:rPr>
          <w:rFonts w:ascii="Times New Roman" w:hAnsi="Times New Roman"/>
          <w:sz w:val="22"/>
          <w:szCs w:val="22"/>
        </w:rPr>
        <w:t>а</w:t>
      </w:r>
      <w:r w:rsidR="004C419C" w:rsidRPr="00031322">
        <w:rPr>
          <w:rFonts w:ascii="Times New Roman" w:hAnsi="Times New Roman"/>
          <w:sz w:val="22"/>
          <w:szCs w:val="22"/>
        </w:rPr>
        <w:t xml:space="preserve"> «Безопасные и качественные дороги» государственной программы Российской Федерации «Развитие транспортной системы»</w:t>
      </w:r>
      <w:proofErr w:type="gramStart"/>
      <w:r w:rsidR="0008619D">
        <w:rPr>
          <w:rFonts w:ascii="Times New Roman" w:hAnsi="Times New Roman"/>
          <w:sz w:val="22"/>
          <w:szCs w:val="22"/>
        </w:rPr>
        <w:t>.</w:t>
      </w:r>
      <w:r w:rsidR="00BE2105">
        <w:rPr>
          <w:rFonts w:ascii="Times New Roman" w:hAnsi="Times New Roman"/>
          <w:sz w:val="22"/>
          <w:szCs w:val="22"/>
        </w:rPr>
        <w:t>»</w:t>
      </w:r>
      <w:proofErr w:type="gramEnd"/>
      <w:r w:rsidR="00BE2105">
        <w:rPr>
          <w:rFonts w:ascii="Times New Roman" w:hAnsi="Times New Roman"/>
          <w:sz w:val="22"/>
          <w:szCs w:val="22"/>
        </w:rPr>
        <w:t>.</w:t>
      </w: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464920">
      <w:pPr>
        <w:jc w:val="both"/>
        <w:rPr>
          <w:rFonts w:ascii="Times New Roman" w:hAnsi="Times New Roman"/>
          <w:sz w:val="22"/>
          <w:szCs w:val="22"/>
        </w:rPr>
      </w:pPr>
    </w:p>
    <w:p w:rsidR="00F33C05" w:rsidRDefault="00F33C05" w:rsidP="00464920">
      <w:pPr>
        <w:jc w:val="both"/>
        <w:rPr>
          <w:rFonts w:ascii="Times New Roman" w:hAnsi="Times New Roman"/>
          <w:sz w:val="22"/>
          <w:szCs w:val="22"/>
        </w:rPr>
        <w:sectPr w:rsidR="00F33C05" w:rsidSect="0048664C">
          <w:headerReference w:type="default" r:id="rId12"/>
          <w:type w:val="continuous"/>
          <w:pgSz w:w="16834" w:h="11907" w:orient="landscape" w:code="9"/>
          <w:pgMar w:top="1134" w:right="675" w:bottom="1134" w:left="1701" w:header="272" w:footer="397" w:gutter="0"/>
          <w:cols w:space="720"/>
          <w:formProt w:val="0"/>
          <w:titlePg/>
          <w:docGrid w:linePitch="272"/>
        </w:sectPr>
      </w:pPr>
    </w:p>
    <w:p w:rsidR="006A7679" w:rsidRPr="00D31E11" w:rsidRDefault="006A7679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  <w:r w:rsidRPr="00D31E11">
        <w:rPr>
          <w:rFonts w:ascii="Times New Roman" w:hAnsi="Times New Roman"/>
          <w:sz w:val="28"/>
          <w:szCs w:val="28"/>
        </w:rPr>
        <w:t>Таблица № 5</w:t>
      </w:r>
    </w:p>
    <w:p w:rsidR="006A7679" w:rsidRPr="00D31E11" w:rsidRDefault="006A7679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6A7679" w:rsidRPr="00D31E11" w:rsidRDefault="006A7679" w:rsidP="006A7679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D31E11">
        <w:rPr>
          <w:rFonts w:ascii="Times New Roman" w:hAnsi="Times New Roman"/>
          <w:sz w:val="28"/>
          <w:szCs w:val="28"/>
        </w:rPr>
        <w:t xml:space="preserve">Распределение объемов субсидий муниципальным образованиям Рязанской области  </w:t>
      </w:r>
    </w:p>
    <w:p w:rsidR="006A7679" w:rsidRPr="00D31E11" w:rsidRDefault="006A7679" w:rsidP="006A7679">
      <w:pPr>
        <w:spacing w:line="216" w:lineRule="auto"/>
        <w:jc w:val="center"/>
        <w:rPr>
          <w:rFonts w:ascii="Times New Roman" w:hAnsi="Times New Roman"/>
          <w:bCs/>
          <w:sz w:val="28"/>
          <w:szCs w:val="28"/>
        </w:rPr>
      </w:pPr>
      <w:r w:rsidRPr="00D31E11">
        <w:rPr>
          <w:rFonts w:ascii="Times New Roman" w:hAnsi="Times New Roman"/>
          <w:sz w:val="28"/>
          <w:szCs w:val="28"/>
        </w:rPr>
        <w:t xml:space="preserve">на </w:t>
      </w:r>
      <w:r w:rsidRPr="00D31E11">
        <w:rPr>
          <w:rFonts w:ascii="Times New Roman" w:hAnsi="Times New Roman"/>
          <w:bCs/>
          <w:sz w:val="28"/>
          <w:szCs w:val="28"/>
        </w:rPr>
        <w:t>строительство, реконструкцию, капитальный ремонт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D31E11">
        <w:rPr>
          <w:rFonts w:ascii="Times New Roman" w:hAnsi="Times New Roman"/>
          <w:bCs/>
          <w:sz w:val="28"/>
          <w:szCs w:val="28"/>
        </w:rPr>
        <w:t>ремонт</w:t>
      </w:r>
      <w:r>
        <w:rPr>
          <w:rFonts w:ascii="Times New Roman" w:hAnsi="Times New Roman"/>
          <w:bCs/>
          <w:sz w:val="28"/>
          <w:szCs w:val="28"/>
        </w:rPr>
        <w:t xml:space="preserve"> и содержание</w:t>
      </w:r>
      <w:r w:rsidRPr="00D31E11">
        <w:rPr>
          <w:rFonts w:ascii="Times New Roman" w:hAnsi="Times New Roman"/>
          <w:bCs/>
          <w:sz w:val="28"/>
          <w:szCs w:val="28"/>
        </w:rPr>
        <w:t xml:space="preserve"> автомобильных дорог</w:t>
      </w:r>
    </w:p>
    <w:p w:rsidR="006A7679" w:rsidRDefault="006A7679" w:rsidP="006A7679">
      <w:pPr>
        <w:spacing w:line="216" w:lineRule="auto"/>
        <w:jc w:val="center"/>
        <w:rPr>
          <w:rFonts w:ascii="Times New Roman" w:hAnsi="Times New Roman"/>
          <w:bCs/>
          <w:sz w:val="28"/>
          <w:szCs w:val="28"/>
        </w:rPr>
      </w:pPr>
      <w:r w:rsidRPr="00D31E11">
        <w:rPr>
          <w:rFonts w:ascii="Times New Roman" w:hAnsi="Times New Roman"/>
          <w:bCs/>
          <w:sz w:val="28"/>
          <w:szCs w:val="28"/>
        </w:rPr>
        <w:t>местного значения, объемов иных межбюджетных трансфертов из федерального бюджета</w:t>
      </w:r>
    </w:p>
    <w:p w:rsidR="006A7679" w:rsidRDefault="006A7679" w:rsidP="006A767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18"/>
        <w:gridCol w:w="1279"/>
        <w:gridCol w:w="847"/>
        <w:gridCol w:w="992"/>
        <w:gridCol w:w="851"/>
        <w:gridCol w:w="850"/>
        <w:gridCol w:w="851"/>
        <w:gridCol w:w="850"/>
        <w:gridCol w:w="850"/>
        <w:gridCol w:w="993"/>
        <w:gridCol w:w="851"/>
      </w:tblGrid>
      <w:tr w:rsidR="006A7679" w:rsidRPr="00D31E11" w:rsidTr="00575F67">
        <w:trPr>
          <w:trHeight w:val="230"/>
        </w:trPr>
        <w:tc>
          <w:tcPr>
            <w:tcW w:w="5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92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Объемы финансирования, тыс. рублей</w:t>
            </w:r>
          </w:p>
        </w:tc>
      </w:tr>
      <w:tr w:rsidR="006A7679" w:rsidRPr="00D31E11" w:rsidTr="00575F67">
        <w:trPr>
          <w:trHeight w:val="277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79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6A7679" w:rsidRPr="00D31E11" w:rsidTr="00575F67">
        <w:trPr>
          <w:trHeight w:val="349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</w:tr>
    </w:tbl>
    <w:p w:rsidR="006A7679" w:rsidRPr="00BC2F0E" w:rsidRDefault="006A7679" w:rsidP="006A7679">
      <w:pPr>
        <w:spacing w:line="192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18"/>
        <w:gridCol w:w="1276"/>
        <w:gridCol w:w="847"/>
        <w:gridCol w:w="992"/>
        <w:gridCol w:w="851"/>
        <w:gridCol w:w="850"/>
        <w:gridCol w:w="851"/>
        <w:gridCol w:w="850"/>
        <w:gridCol w:w="861"/>
        <w:gridCol w:w="15"/>
        <w:gridCol w:w="29"/>
        <w:gridCol w:w="941"/>
        <w:gridCol w:w="851"/>
      </w:tblGrid>
      <w:tr w:rsidR="006A7679" w:rsidRPr="00D31E11" w:rsidTr="00575F67">
        <w:trPr>
          <w:trHeight w:val="265"/>
          <w:tblHeader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6A7679" w:rsidRPr="00D31E11" w:rsidTr="00575F67">
        <w:trPr>
          <w:cantSplit/>
          <w:trHeight w:val="168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A6F13">
            <w:pPr>
              <w:spacing w:line="235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 xml:space="preserve">Субсидии </w:t>
            </w:r>
            <w:r w:rsidR="005A6F13">
              <w:rPr>
                <w:rFonts w:ascii="Times New Roman" w:hAnsi="Times New Roman"/>
                <w:bCs/>
                <w:sz w:val="22"/>
                <w:szCs w:val="22"/>
              </w:rPr>
              <w:t xml:space="preserve">бюджетам муниципальных образований Рязанской области 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на проектирование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5D66EC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95604,549</w:t>
            </w:r>
            <w:r w:rsidR="006A7679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1128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15676,549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5D66EC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7D2E00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7D2E00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30000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24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A7679" w:rsidRPr="00D31E11" w:rsidTr="00575F67">
        <w:trPr>
          <w:cantSplit/>
          <w:trHeight w:val="1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5D66EC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956</w:t>
            </w:r>
            <w:r w:rsidR="007D2E00">
              <w:rPr>
                <w:rFonts w:ascii="Times New Roman" w:hAnsi="Times New Roman"/>
                <w:sz w:val="22"/>
                <w:szCs w:val="22"/>
              </w:rPr>
              <w:t>04,549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1128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15676,549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5D66EC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7D2E00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30000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7D2E00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A6F13">
            <w:pPr>
              <w:spacing w:line="233" w:lineRule="auto"/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Субсидии </w:t>
            </w:r>
            <w:r w:rsidR="005A6F13">
              <w:rPr>
                <w:rFonts w:ascii="Times New Roman" w:hAnsi="Times New Roman"/>
                <w:bCs/>
                <w:sz w:val="22"/>
                <w:szCs w:val="22"/>
              </w:rPr>
              <w:t xml:space="preserve">бюджетам муниципальных образований Рязанской области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на 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строительство (реконструкцию), капитальный ремонт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 xml:space="preserve"> ремонт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и содержание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 xml:space="preserve"> социально значимых объектов –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5D66EC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2704753</w:t>
            </w:r>
            <w:r w:rsidR="007D2E00">
              <w:rPr>
                <w:rFonts w:ascii="Times New Roman" w:hAnsi="Times New Roman"/>
                <w:sz w:val="22"/>
                <w:szCs w:val="22"/>
              </w:rPr>
              <w:t>,98222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663933,3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1046737,773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779949,59772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50898,3115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5D66EC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5D66EC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5D66EC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81617,5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81617,5</w:t>
            </w:r>
          </w:p>
        </w:tc>
      </w:tr>
      <w:tr w:rsidR="006A7679" w:rsidRPr="00D31E11" w:rsidTr="00575F67">
        <w:trPr>
          <w:cantSplit/>
          <w:trHeight w:val="25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D66EC" w:rsidRPr="00D31E11" w:rsidTr="00575F67">
        <w:trPr>
          <w:cantSplit/>
          <w:trHeight w:val="170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бюджет, из них:</w:t>
            </w: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Pr="00D31E11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D31E11" w:rsidRDefault="005D66EC" w:rsidP="006128C5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2704753,98222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D31E11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663933,3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D31E11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1046737,773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D31E11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779949,59772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8A45E7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50898,3115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8A45E7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8A45E7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8A45E7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66EC" w:rsidRPr="008A45E7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81617,5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66EC" w:rsidRPr="008A45E7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81617,5</w:t>
            </w:r>
          </w:p>
        </w:tc>
      </w:tr>
      <w:tr w:rsidR="006A7679" w:rsidRPr="00D31E11" w:rsidTr="00575F67">
        <w:trPr>
          <w:cantSplit/>
          <w:trHeight w:val="154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Pr="00F05D12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F05D12">
              <w:rPr>
                <w:rFonts w:ascii="Times New Roman" w:hAnsi="Times New Roman"/>
                <w:sz w:val="22"/>
                <w:szCs w:val="22"/>
              </w:rPr>
              <w:t>в рамках ПКРТИ*</w:t>
            </w: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792344,13904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314293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478051,13904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5E15F2" w:rsidRDefault="006A7679" w:rsidP="00575F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Субсидии на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F2378A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E15F2">
              <w:rPr>
                <w:rFonts w:ascii="Times New Roman" w:hAnsi="Times New Roman"/>
                <w:sz w:val="22"/>
                <w:szCs w:val="22"/>
              </w:rPr>
              <w:t>727262,00258***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135628,9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284647,08258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306986,02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41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F2378A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A7679" w:rsidRPr="00D31E11" w:rsidTr="00575F67">
        <w:trPr>
          <w:cantSplit/>
          <w:trHeight w:val="113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федеральный бюджет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F2378A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E15F2">
              <w:rPr>
                <w:rFonts w:ascii="Times New Roman" w:hAnsi="Times New Roman"/>
                <w:sz w:val="22"/>
                <w:szCs w:val="22"/>
              </w:rPr>
              <w:t>448778,79717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168519,8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F2378A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E15F2">
              <w:rPr>
                <w:rFonts w:ascii="Times New Roman" w:hAnsi="Times New Roman"/>
                <w:sz w:val="22"/>
                <w:szCs w:val="22"/>
              </w:rPr>
              <w:t>278483,20541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48703,32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91313,66541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138466,22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35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Иные межбюджетные трансферты 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из федерального бюджета бюджету муниципального образования – городской округ город Рязань на реализацию мероприятий по решению неотложных задач по приведению в нормативное состояние автомобильных дорог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7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A7679" w:rsidRPr="00D31E11" w:rsidTr="00575F67">
        <w:trPr>
          <w:cantSplit/>
          <w:trHeight w:val="90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федеральный бюджет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90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Субсидии </w:t>
            </w:r>
            <w:r w:rsidR="005A6F13">
              <w:rPr>
                <w:rFonts w:ascii="Times New Roman" w:hAnsi="Times New Roman"/>
                <w:bCs/>
                <w:sz w:val="22"/>
                <w:szCs w:val="22"/>
              </w:rPr>
              <w:t xml:space="preserve">бюджетам муниципальных образований Рязанской области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на 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строительство (реконструкцию), капитальный ремонт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 xml:space="preserve"> ремонт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и содержание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 xml:space="preserve"> автомобильных дорог общего пользования местного значения и искусственных сооружений на них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5D66EC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2719595,83484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154048,56824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5D66EC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701618,96262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5D66EC" w:rsidP="005D66E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750949,65706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8A45E7" w:rsidRDefault="005D66EC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786578,64692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163200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163200</w:t>
            </w:r>
          </w:p>
        </w:tc>
      </w:tr>
      <w:tr w:rsidR="006A7679" w:rsidRPr="00D31E11" w:rsidTr="00575F67">
        <w:trPr>
          <w:cantSplit/>
          <w:trHeight w:val="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D66EC" w:rsidRPr="00D31E11" w:rsidTr="00575F67">
        <w:trPr>
          <w:cantSplit/>
          <w:trHeight w:val="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8A45E7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2719595,83484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8A45E7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8A45E7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8A45E7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8A45E7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154048,56824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8A45E7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701618,96262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8A45E7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750949,65706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8A45E7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786578,64692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66EC" w:rsidRPr="008A45E7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163200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66EC" w:rsidRPr="008A45E7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45E7">
              <w:rPr>
                <w:rFonts w:ascii="Times New Roman" w:hAnsi="Times New Roman"/>
                <w:sz w:val="22"/>
                <w:szCs w:val="22"/>
              </w:rPr>
              <w:t>163200</w:t>
            </w:r>
          </w:p>
        </w:tc>
      </w:tr>
      <w:tr w:rsidR="006A7679" w:rsidRPr="00D31E11" w:rsidTr="000F73F7">
        <w:trPr>
          <w:cantSplit/>
          <w:trHeight w:val="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Pr="00F26EA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F26EA1">
              <w:rPr>
                <w:rFonts w:ascii="Times New Roman" w:hAnsi="Times New Roman"/>
                <w:bCs/>
                <w:sz w:val="22"/>
                <w:szCs w:val="22"/>
              </w:rPr>
              <w:t xml:space="preserve">Субсидии </w:t>
            </w:r>
            <w:r w:rsidR="005A6F13">
              <w:rPr>
                <w:rFonts w:ascii="Times New Roman" w:hAnsi="Times New Roman"/>
                <w:bCs/>
                <w:sz w:val="22"/>
                <w:szCs w:val="22"/>
              </w:rPr>
              <w:t xml:space="preserve">бюджетам муниципальных образований Рязанской области </w:t>
            </w:r>
            <w:r w:rsidRPr="00F26EA1">
              <w:rPr>
                <w:rFonts w:ascii="Times New Roman" w:hAnsi="Times New Roman"/>
                <w:bCs/>
                <w:sz w:val="22"/>
                <w:szCs w:val="22"/>
              </w:rPr>
              <w:t xml:space="preserve">на </w:t>
            </w:r>
            <w:r w:rsidRPr="00F26EA1">
              <w:rPr>
                <w:rFonts w:ascii="Times New Roman" w:hAnsi="Times New Roman"/>
                <w:sz w:val="22"/>
                <w:szCs w:val="22"/>
              </w:rPr>
              <w:t>строительство и реконструкци</w:t>
            </w:r>
            <w:r>
              <w:rPr>
                <w:rFonts w:ascii="Times New Roman" w:hAnsi="Times New Roman"/>
                <w:sz w:val="22"/>
                <w:szCs w:val="22"/>
              </w:rPr>
              <w:t>ю</w:t>
            </w:r>
            <w:r w:rsidRPr="00F26EA1">
              <w:rPr>
                <w:rFonts w:ascii="Times New Roman" w:hAnsi="Times New Roman"/>
                <w:sz w:val="22"/>
                <w:szCs w:val="22"/>
              </w:rPr>
              <w:t xml:space="preserve"> автомобильных дорог общего пользования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местного значения</w:t>
            </w:r>
            <w:r w:rsidRPr="00F26EA1">
              <w:rPr>
                <w:rFonts w:ascii="Times New Roman" w:hAnsi="Times New Roman"/>
                <w:sz w:val="22"/>
                <w:szCs w:val="22"/>
              </w:rPr>
              <w:t xml:space="preserve">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D31E11" w:rsidRDefault="000F73F7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255354,8</w:t>
            </w:r>
            <w:r w:rsidR="006A7679" w:rsidRPr="005E15F2">
              <w:rPr>
                <w:rFonts w:ascii="Times New Roman" w:hAnsi="Times New Roman"/>
                <w:sz w:val="22"/>
                <w:szCs w:val="22"/>
              </w:rPr>
              <w:t>***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D31E11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255354,8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D31E11" w:rsidRDefault="000F73F7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D31E11" w:rsidRDefault="000F73F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0F73F7">
        <w:trPr>
          <w:cantSplit/>
          <w:trHeight w:val="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8A45E7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A7679" w:rsidRPr="00D31E11" w:rsidTr="000F73F7">
        <w:trPr>
          <w:cantSplit/>
          <w:trHeight w:val="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федеральный бюджет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F2378A" w:rsidRDefault="000F73F7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125354,8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4F3B2A" w:rsidRDefault="006A7679" w:rsidP="00575F6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4F3B2A" w:rsidRDefault="006A7679" w:rsidP="00575F6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D437E2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125354,8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D31E11" w:rsidRDefault="000F73F7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D31E11" w:rsidRDefault="000F73F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0F73F7">
        <w:trPr>
          <w:cantSplit/>
          <w:trHeight w:val="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F2378A" w:rsidRDefault="000F73F7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130000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4F3B2A" w:rsidRDefault="006A7679" w:rsidP="00575F6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4F3B2A" w:rsidRDefault="006A7679" w:rsidP="00575F6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D31E11" w:rsidRDefault="000F73F7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D31E11" w:rsidRDefault="000F73F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0F73F7" w:rsidRPr="00D31E11" w:rsidTr="00575F67">
        <w:trPr>
          <w:cantSplit/>
          <w:trHeight w:val="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73F7" w:rsidRPr="000F73F7" w:rsidRDefault="000F73F7" w:rsidP="000F73F7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Субсидии бюджетам муниципальных образований Рязанской области на строительство (реконструкцию), капитальный ремонт и ремонт автомобильных дорог общего пользования местного значения, ведущих от сети автомобильных дорог общего пользования к объектам, расположенным (планируемым к созданию) в сельских населенных пунктах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526986,6</w:t>
            </w:r>
            <w:r w:rsidRPr="005E15F2">
              <w:rPr>
                <w:rFonts w:ascii="Times New Roman" w:hAnsi="Times New Roman"/>
                <w:sz w:val="22"/>
                <w:szCs w:val="22"/>
              </w:rPr>
              <w:t>***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255734,3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271252,3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0F73F7" w:rsidRPr="00D31E11" w:rsidTr="006128C5">
        <w:trPr>
          <w:cantSplit/>
          <w:trHeight w:val="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73F7" w:rsidRDefault="000F73F7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Default="000F73F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F73F7" w:rsidRPr="00D31E11" w:rsidTr="000F73F7">
        <w:trPr>
          <w:cantSplit/>
          <w:trHeight w:val="112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73F7" w:rsidRDefault="000F73F7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256986,6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125734,3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131252,3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0F73F7" w:rsidRPr="00D31E11" w:rsidTr="000F73F7">
        <w:trPr>
          <w:cantSplit/>
          <w:trHeight w:val="97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73F7" w:rsidRDefault="000F73F7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270000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130000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140000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73F7" w:rsidRPr="000F73F7" w:rsidRDefault="000F73F7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73F7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49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Бюджетные ассигнования на финансирование фактически выполненных и не оплаченных работ в 2015 году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157274,34653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157274,34653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67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437E2" w:rsidRDefault="005D66EC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7486832,11517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437E2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37E2">
              <w:rPr>
                <w:rFonts w:ascii="Times New Roman" w:hAnsi="Times New Roman"/>
                <w:sz w:val="22"/>
                <w:szCs w:val="22"/>
              </w:rPr>
              <w:t>1122335,64653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437E2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437E2">
              <w:rPr>
                <w:rFonts w:ascii="Times New Roman" w:hAnsi="Times New Roman"/>
                <w:sz w:val="22"/>
                <w:szCs w:val="22"/>
              </w:rPr>
              <w:t>1198043,222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1064596,6803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511932,89974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5D66EC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975773,76262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5D66EC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1036683,95706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5D66EC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1087830,94692</w:t>
            </w:r>
          </w:p>
        </w:tc>
        <w:tc>
          <w:tcPr>
            <w:tcW w:w="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6A7679" w:rsidRPr="00D31E11" w:rsidTr="00575F67">
        <w:trPr>
          <w:cantSplit/>
          <w:trHeight w:val="9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A7679" w:rsidRPr="00D31E11" w:rsidTr="00575F67">
        <w:trPr>
          <w:cantSplit/>
          <w:trHeight w:val="124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федеральный бюджет, из них: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1131120,19717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168519,8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125354,8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125734,3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131252,3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B122FF" w:rsidRPr="00D31E11" w:rsidTr="00575F67">
        <w:trPr>
          <w:cantSplit/>
          <w:trHeight w:val="124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22FF" w:rsidRDefault="00B122FF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</w:p>
          <w:p w:rsidR="00B122FF" w:rsidRDefault="00B122FF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B122FF" w:rsidRDefault="00B122FF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B122FF" w:rsidRDefault="00B122FF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B122FF" w:rsidRDefault="00B122FF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B122FF" w:rsidRDefault="00B122FF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831120,19717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3CA9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Default="00B122FF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168519,8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125354,8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125734,3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122FF" w:rsidRPr="00D31E11" w:rsidRDefault="00B122FF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131252,3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22FF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22FF" w:rsidRDefault="00B122FF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54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бюджет, из них: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5D66EC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6355711,918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343413,09974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5D66EC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850418,96262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5D66EC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910949,65706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5D66EC" w:rsidP="007B4498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956578,64</w:t>
            </w:r>
            <w:r w:rsidR="007B4498">
              <w:rPr>
                <w:rFonts w:ascii="Times New Roman" w:hAnsi="Times New Roman"/>
                <w:sz w:val="22"/>
                <w:szCs w:val="22"/>
              </w:rPr>
              <w:t>69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5D66EC" w:rsidRPr="00D31E11" w:rsidTr="00575F67">
        <w:trPr>
          <w:cantSplit/>
          <w:trHeight w:val="160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66EC" w:rsidRDefault="005D66EC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  <w:r>
              <w:rPr>
                <w:rFonts w:ascii="Times New Roman" w:hAnsi="Times New Roman"/>
                <w:sz w:val="22"/>
                <w:szCs w:val="22"/>
              </w:rPr>
              <w:t>, из них:</w:t>
            </w:r>
          </w:p>
          <w:p w:rsidR="005D66EC" w:rsidRDefault="005D66EC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5D66EC" w:rsidRPr="00D31E11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6355711,918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D31E11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D31E11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D31E11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343413,09974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D31E11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850418,96262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D31E11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910949,65706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D31E11" w:rsidRDefault="005D66EC" w:rsidP="007B4498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956578,64</w:t>
            </w:r>
            <w:r w:rsidR="007B4498">
              <w:rPr>
                <w:rFonts w:ascii="Times New Roman" w:hAnsi="Times New Roman"/>
                <w:sz w:val="22"/>
                <w:szCs w:val="22"/>
              </w:rPr>
              <w:t>692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66EC" w:rsidRPr="00D31E11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66EC" w:rsidRPr="00D31E11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6A7679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F05D12">
              <w:rPr>
                <w:rFonts w:ascii="Times New Roman" w:hAnsi="Times New Roman"/>
                <w:sz w:val="22"/>
                <w:szCs w:val="22"/>
              </w:rPr>
              <w:t>в рамках ПКРТИ*</w:t>
            </w: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6A7679" w:rsidRPr="00D31E11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792344,13904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314293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478051,13904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284"/>
        </w:trPr>
        <w:tc>
          <w:tcPr>
            <w:tcW w:w="143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EC8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 w:rsidRPr="00105EC8">
              <w:rPr>
                <w:rFonts w:ascii="Times New Roman" w:hAnsi="Times New Roman"/>
                <w:sz w:val="24"/>
                <w:szCs w:val="24"/>
              </w:rPr>
              <w:t xml:space="preserve"> реализации регионального проекта</w:t>
            </w:r>
            <w:r w:rsidR="00DA28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5EC8">
              <w:rPr>
                <w:rFonts w:ascii="Times New Roman" w:hAnsi="Times New Roman"/>
                <w:sz w:val="24"/>
                <w:szCs w:val="24"/>
              </w:rPr>
              <w:t>«Дорожная сеть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(Рязанская область)», </w:t>
            </w:r>
          </w:p>
          <w:p w:rsidR="006A7679" w:rsidRDefault="006A7679" w:rsidP="00575F6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направленные на</w:t>
            </w:r>
            <w:r w:rsidRPr="000412A6">
              <w:rPr>
                <w:rFonts w:ascii="Times New Roman" w:hAnsi="Times New Roman"/>
                <w:sz w:val="24"/>
                <w:szCs w:val="24"/>
              </w:rPr>
              <w:t xml:space="preserve"> достижение результатов </w:t>
            </w: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 w:rsidRPr="000412A6">
              <w:rPr>
                <w:rFonts w:ascii="Times New Roman" w:hAnsi="Times New Roman"/>
                <w:sz w:val="24"/>
                <w:szCs w:val="24"/>
              </w:rPr>
              <w:t xml:space="preserve"> федерального проекта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«Дорожная сеть» </w:t>
            </w:r>
          </w:p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национального проекта «Безопасные и качественные автомобильные дороги»</w:t>
            </w:r>
          </w:p>
        </w:tc>
      </w:tr>
      <w:tr w:rsidR="006A7679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Pr="00F05D12" w:rsidRDefault="006A7679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Субсидии </w:t>
            </w:r>
            <w:r w:rsidR="005A6F13">
              <w:rPr>
                <w:rFonts w:ascii="Times New Roman" w:hAnsi="Times New Roman"/>
                <w:bCs/>
                <w:sz w:val="22"/>
                <w:szCs w:val="22"/>
              </w:rPr>
              <w:t xml:space="preserve">бюджетам муниципальных образований Рязанской области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на 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реконструкцию, капитальный ремонт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 xml:space="preserve"> ремонт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и содержание</w:t>
            </w: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 xml:space="preserve"> социально значимых объектов –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375CF3" w:rsidRDefault="00625810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2989700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689700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625810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625810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25810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28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375CF3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D66EC" w:rsidRPr="00D31E11" w:rsidTr="00782F1B">
        <w:trPr>
          <w:cantSplit/>
          <w:trHeight w:val="155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375CF3" w:rsidRDefault="00625810" w:rsidP="006128C5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2989700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D31E11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D31E11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D31E11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A35B16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689700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A35B16" w:rsidRDefault="00625810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A35B16" w:rsidRDefault="00625810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D31E11" w:rsidRDefault="00625810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66EC" w:rsidRPr="00D31E11" w:rsidRDefault="005D66EC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66EC" w:rsidRPr="00D31E11" w:rsidRDefault="005D66EC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77BBD" w:rsidRPr="00D31E11" w:rsidTr="00575F67">
        <w:trPr>
          <w:cantSplit/>
          <w:trHeight w:val="111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BD" w:rsidRPr="00477BBD" w:rsidRDefault="00477BBD" w:rsidP="005A6F13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477BBD">
              <w:rPr>
                <w:rFonts w:ascii="Times New Roman" w:eastAsia="MS Mincho" w:hAnsi="Times New Roman"/>
                <w:sz w:val="22"/>
                <w:szCs w:val="22"/>
              </w:rPr>
              <w:t xml:space="preserve">Субсидии </w:t>
            </w:r>
            <w:r w:rsidR="005A6F13">
              <w:rPr>
                <w:rFonts w:ascii="Times New Roman" w:hAnsi="Times New Roman"/>
                <w:bCs/>
                <w:sz w:val="22"/>
                <w:szCs w:val="22"/>
              </w:rPr>
              <w:t xml:space="preserve">бюджетам муниципальных образований Рязанской области </w:t>
            </w:r>
            <w:r w:rsidRPr="00477BBD">
              <w:rPr>
                <w:rFonts w:ascii="Times New Roman" w:eastAsia="MS Mincho" w:hAnsi="Times New Roman"/>
                <w:sz w:val="22"/>
                <w:szCs w:val="22"/>
              </w:rPr>
              <w:t>на отдельные мероприятия по модернизации дорожной инфраструктуры в городс</w:t>
            </w:r>
            <w:r w:rsidR="001E0EF8">
              <w:rPr>
                <w:rFonts w:ascii="Times New Roman" w:eastAsia="MS Mincho" w:hAnsi="Times New Roman"/>
                <w:sz w:val="22"/>
                <w:szCs w:val="22"/>
              </w:rPr>
              <w:t xml:space="preserve">ких агломерациях, </w:t>
            </w:r>
            <w:proofErr w:type="gramStart"/>
            <w:r w:rsidR="001E0EF8">
              <w:rPr>
                <w:rFonts w:ascii="Times New Roman" w:eastAsia="MS Mincho" w:hAnsi="Times New Roman"/>
                <w:sz w:val="22"/>
                <w:szCs w:val="22"/>
              </w:rPr>
              <w:t>осуществляемые</w:t>
            </w:r>
            <w:proofErr w:type="gramEnd"/>
            <w:r w:rsidRPr="00477BBD">
              <w:rPr>
                <w:rFonts w:ascii="Times New Roman" w:eastAsia="MS Mincho" w:hAnsi="Times New Roman"/>
                <w:sz w:val="22"/>
                <w:szCs w:val="22"/>
              </w:rPr>
              <w:t xml:space="preserve"> в том числе во исполнение указаний, поручений или актов Президента Российской Федерации и (или) Правительства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Pr="00375CF3" w:rsidRDefault="00625810" w:rsidP="006128C5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1106500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416500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625810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625810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7BBD" w:rsidRDefault="00477BBD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7BBD" w:rsidRDefault="00477BBD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77BBD" w:rsidRPr="00D31E11" w:rsidTr="00477BBD">
        <w:trPr>
          <w:cantSplit/>
          <w:trHeight w:val="1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BD" w:rsidRPr="00477BBD" w:rsidRDefault="00477BBD" w:rsidP="00575F67">
            <w:pPr>
              <w:ind w:right="-108"/>
              <w:rPr>
                <w:rFonts w:ascii="Times New Roman" w:eastAsia="MS Mincho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82F1B" w:rsidRPr="00D31E11" w:rsidTr="00782F1B">
        <w:trPr>
          <w:cantSplit/>
          <w:trHeight w:val="107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2F1B" w:rsidRDefault="00782F1B" w:rsidP="00575F67">
            <w:pPr>
              <w:ind w:right="-108"/>
              <w:rPr>
                <w:rFonts w:ascii="Times New Roman" w:eastAsia="MS Mincho" w:hAnsi="Times New Roman"/>
                <w:sz w:val="22"/>
                <w:szCs w:val="22"/>
              </w:rPr>
            </w:pPr>
            <w:r>
              <w:rPr>
                <w:rFonts w:ascii="Times New Roman" w:eastAsia="MS Mincho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:rsidR="00782F1B" w:rsidRDefault="00625810" w:rsidP="006128C5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906500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:rsidR="00782F1B" w:rsidRDefault="00782F1B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:rsidR="00782F1B" w:rsidRDefault="00782F1B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:rsidR="00782F1B" w:rsidRDefault="00782F1B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:rsidR="00782F1B" w:rsidRDefault="00782F1B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416500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:rsidR="00782F1B" w:rsidRDefault="00625810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2F1B" w:rsidRDefault="00782F1B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2F1B" w:rsidRDefault="00782F1B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2F1B" w:rsidRDefault="00782F1B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2F1B" w:rsidRDefault="00782F1B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25810" w:rsidRPr="00D31E11" w:rsidTr="00782F1B">
        <w:trPr>
          <w:cantSplit/>
          <w:trHeight w:val="107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810" w:rsidRDefault="00625810" w:rsidP="00625810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</w:t>
            </w:r>
          </w:p>
          <w:p w:rsidR="00625810" w:rsidRDefault="00625810" w:rsidP="00575F67">
            <w:pPr>
              <w:ind w:right="-108"/>
              <w:rPr>
                <w:rFonts w:ascii="Times New Roman" w:eastAsia="MS Mincho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:rsidR="00625810" w:rsidRDefault="00625810" w:rsidP="006128C5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200000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:rsidR="00625810" w:rsidRDefault="00625810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:rsidR="00625810" w:rsidRDefault="00625810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:rsidR="00625810" w:rsidRDefault="00625810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:rsidR="00625810" w:rsidRDefault="00625810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  <w:hideMark/>
          </w:tcPr>
          <w:p w:rsidR="00625810" w:rsidRDefault="00625810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5810" w:rsidRDefault="00625810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5810" w:rsidRDefault="00625810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5810" w:rsidRDefault="00625810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5810" w:rsidRDefault="00625810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246A06" w:rsidTr="00575F67">
        <w:trPr>
          <w:cantSplit/>
          <w:trHeight w:val="265"/>
        </w:trPr>
        <w:tc>
          <w:tcPr>
            <w:tcW w:w="143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Pr="00246A06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A06">
              <w:rPr>
                <w:rFonts w:ascii="Times New Roman" w:hAnsi="Times New Roman"/>
                <w:sz w:val="24"/>
                <w:szCs w:val="24"/>
              </w:rPr>
              <w:t>Мероприятия по реализации регионального проекта «</w:t>
            </w:r>
            <w:r w:rsidRPr="00246A06">
              <w:rPr>
                <w:rFonts w:ascii="Times New Roman" w:hAnsi="Times New Roman"/>
                <w:sz w:val="24"/>
                <w:szCs w:val="26"/>
              </w:rPr>
              <w:t>Общесистемные меры развития дорожного хозяйства</w:t>
            </w:r>
            <w:r w:rsidRPr="00246A06">
              <w:rPr>
                <w:rFonts w:ascii="Times New Roman" w:hAnsi="Times New Roman"/>
                <w:sz w:val="24"/>
                <w:szCs w:val="24"/>
              </w:rPr>
              <w:t xml:space="preserve"> (Рязанская область)», </w:t>
            </w:r>
          </w:p>
          <w:p w:rsidR="006A7679" w:rsidRPr="00246A06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6A06">
              <w:rPr>
                <w:rFonts w:ascii="Times New Roman" w:hAnsi="Times New Roman"/>
                <w:sz w:val="24"/>
                <w:szCs w:val="24"/>
              </w:rPr>
              <w:t>направленные на достижение результатов реализации федерального проекта «</w:t>
            </w:r>
            <w:r w:rsidRPr="00246A06">
              <w:rPr>
                <w:rFonts w:ascii="Times New Roman" w:hAnsi="Times New Roman"/>
                <w:sz w:val="24"/>
                <w:szCs w:val="26"/>
              </w:rPr>
              <w:t>Общесистемные меры развития дорожного хозяйства</w:t>
            </w:r>
            <w:r w:rsidRPr="00246A06">
              <w:rPr>
                <w:rFonts w:ascii="Times New Roman" w:hAnsi="Times New Roman"/>
                <w:sz w:val="24"/>
                <w:szCs w:val="24"/>
              </w:rPr>
              <w:t>» в рамках национального проекта «Безопасные и качественные автомобильные дороги»</w:t>
            </w:r>
          </w:p>
        </w:tc>
      </w:tr>
      <w:tr w:rsidR="006A7679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 w:rsidRPr="005F4747">
              <w:rPr>
                <w:rFonts w:ascii="Times New Roman" w:hAnsi="Times New Roman"/>
                <w:bCs/>
                <w:sz w:val="22"/>
                <w:szCs w:val="22"/>
              </w:rPr>
              <w:t xml:space="preserve">Субсидии </w:t>
            </w:r>
            <w:r w:rsidR="005A6F13">
              <w:rPr>
                <w:rFonts w:ascii="Times New Roman" w:hAnsi="Times New Roman"/>
                <w:bCs/>
                <w:sz w:val="22"/>
                <w:szCs w:val="22"/>
              </w:rPr>
              <w:t xml:space="preserve">бюджетам муниципальных образований Рязанской области </w:t>
            </w:r>
            <w:r w:rsidRPr="005F4747">
              <w:rPr>
                <w:rFonts w:ascii="Times New Roman" w:hAnsi="Times New Roman"/>
                <w:bCs/>
                <w:sz w:val="22"/>
                <w:szCs w:val="22"/>
              </w:rPr>
              <w:t>на капитальный ремонт, ремонт и содержание социально значимых объектов –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375CF3" w:rsidRDefault="005D66EC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309487,7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5D66EC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69487,7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A35B16" w:rsidRDefault="00477BBD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477BBD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120000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9B0F1A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27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D66EC" w:rsidRPr="00D31E11" w:rsidTr="00575F67">
        <w:trPr>
          <w:cantSplit/>
          <w:trHeight w:val="10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федеральный бюджет</w:t>
            </w: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375CF3" w:rsidRDefault="005D66EC" w:rsidP="006128C5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309487,7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D31E11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D31E11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D31E11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A35B16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A35B16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69487,7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A35B16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D31E11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120000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66EC" w:rsidRPr="00D31E11" w:rsidRDefault="005D66EC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66EC" w:rsidRPr="00D31E11" w:rsidRDefault="005D66EC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12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79" w:rsidRDefault="006A7679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5D66EC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4405687,7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477BBD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1106200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5D66EC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1259487,7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5D66EC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477BBD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920000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477BBD" w:rsidRPr="00D31E11" w:rsidTr="006128C5">
        <w:trPr>
          <w:cantSplit/>
          <w:trHeight w:val="24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BBD" w:rsidRDefault="00477BBD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BBD" w:rsidRDefault="00477BBD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D01" w:rsidRPr="00D31E11" w:rsidTr="00477BBD">
        <w:trPr>
          <w:cantSplit/>
          <w:trHeight w:val="98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D01" w:rsidRDefault="00A95D01" w:rsidP="006128C5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  <w:p w:rsidR="005D66EC" w:rsidRDefault="005D66EC" w:rsidP="006128C5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5D66EC" w:rsidRDefault="005D66EC" w:rsidP="006128C5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5D66EC" w:rsidRDefault="005D66EC" w:rsidP="006128C5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5D66EC" w:rsidRPr="00D31E11" w:rsidRDefault="005D66EC" w:rsidP="006128C5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5D66EC" w:rsidP="006128C5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1215987,7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416500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559487,7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120000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Default="00A95D01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Default="00A95D01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95D01" w:rsidRPr="00D31E11" w:rsidTr="00477BBD">
        <w:trPr>
          <w:cantSplit/>
          <w:trHeight w:val="98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D01" w:rsidRDefault="00A95D01" w:rsidP="006128C5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бюджет, из них:</w:t>
            </w:r>
          </w:p>
          <w:p w:rsidR="00A95D01" w:rsidRDefault="00A95D01" w:rsidP="006128C5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6128C5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6128C5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6128C5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5D66EC" w:rsidP="006128C5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3189700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689700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Default="00A95D01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Default="00A95D01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5D66EC" w:rsidRPr="00D31E11" w:rsidTr="00477BBD">
        <w:trPr>
          <w:cantSplit/>
          <w:trHeight w:val="112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6EC" w:rsidRDefault="005D66EC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</w:p>
          <w:p w:rsidR="005D66EC" w:rsidRDefault="005D66EC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3189700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689700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66EC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66EC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95D01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</w:t>
            </w: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Pr="00D31E1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5D66EC" w:rsidRDefault="005D66EC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D66EC">
              <w:rPr>
                <w:rFonts w:ascii="Times New Roman" w:hAnsi="Times New Roman"/>
                <w:sz w:val="22"/>
                <w:szCs w:val="22"/>
              </w:rPr>
              <w:t>11892519,81517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5D66EC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66EC">
              <w:rPr>
                <w:rFonts w:ascii="Times New Roman" w:hAnsi="Times New Roman"/>
                <w:sz w:val="22"/>
                <w:szCs w:val="22"/>
              </w:rPr>
              <w:t>1122335,64653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5D66EC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66EC">
              <w:rPr>
                <w:rFonts w:ascii="Times New Roman" w:hAnsi="Times New Roman"/>
                <w:sz w:val="22"/>
                <w:szCs w:val="22"/>
              </w:rPr>
              <w:t>1198043,222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5D66EC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D66EC">
              <w:rPr>
                <w:rFonts w:ascii="Times New Roman" w:hAnsi="Times New Roman"/>
                <w:sz w:val="22"/>
                <w:szCs w:val="22"/>
              </w:rPr>
              <w:t>1064596,6803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5D66EC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D66EC">
              <w:rPr>
                <w:rFonts w:ascii="Times New Roman" w:hAnsi="Times New Roman"/>
                <w:sz w:val="22"/>
                <w:szCs w:val="22"/>
              </w:rPr>
              <w:t>1618132,89974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5D66EC" w:rsidRDefault="005D66EC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D66EC">
              <w:rPr>
                <w:rFonts w:ascii="Times New Roman" w:hAnsi="Times New Roman"/>
                <w:sz w:val="22"/>
                <w:szCs w:val="22"/>
              </w:rPr>
              <w:t>2235261,46262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5D66EC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D66EC">
              <w:rPr>
                <w:rFonts w:ascii="Times New Roman" w:hAnsi="Times New Roman"/>
                <w:sz w:val="22"/>
                <w:szCs w:val="22"/>
              </w:rPr>
              <w:t>2156683,95706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5D66EC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D66EC">
              <w:rPr>
                <w:rFonts w:ascii="Times New Roman" w:hAnsi="Times New Roman"/>
                <w:sz w:val="22"/>
                <w:szCs w:val="22"/>
              </w:rPr>
              <w:t>2007830,94692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Pr="005D66EC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66EC"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Pr="005D66EC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66EC"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A95D01" w:rsidRPr="00D31E11" w:rsidTr="00575F67">
        <w:trPr>
          <w:cantSplit/>
          <w:trHeight w:val="27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95D01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федеральный бюджет, из них:</w:t>
            </w:r>
          </w:p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95D01" w:rsidRPr="00D31E1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5D66EC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2347107,89717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585019,8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5D66EC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684842,5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245734,3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251252,3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95D01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  <w:r w:rsidR="00770AE9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5D66EC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2047107,89717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86925,58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193333,41717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585019,8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684842,5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245734,3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251252,3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5D66EC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6EC" w:rsidRPr="00A95D01" w:rsidRDefault="005D66EC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A95D01">
              <w:rPr>
                <w:rFonts w:ascii="Times New Roman" w:hAnsi="Times New Roman"/>
                <w:sz w:val="22"/>
                <w:szCs w:val="22"/>
              </w:rPr>
              <w:t>по реализации мероприятий региональных проектов в рамках национального проекта «Безопасные и качественные автомобильные дороги»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1215987,7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416500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559487,7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120000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66EC" w:rsidRDefault="005D66EC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66EC" w:rsidRDefault="005D66EC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A95D01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областной бюджет, из них:</w:t>
            </w:r>
          </w:p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95D01" w:rsidRPr="00D31E11" w:rsidRDefault="00A95D01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C3CA9" w:rsidRDefault="005D66EC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9545411,918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1033113,09974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5D66EC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1550418,96262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1910949,65706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1756578,64692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5D66EC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6EC" w:rsidRDefault="005D66EC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5D66EC" w:rsidRDefault="005D66EC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  <w:p w:rsidR="005D66EC" w:rsidRDefault="005D66EC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5D66EC" w:rsidRDefault="005D66EC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5D66EC" w:rsidRPr="00D31E11" w:rsidRDefault="005D66EC" w:rsidP="00575F67">
            <w:pPr>
              <w:ind w:right="-10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DC3CA9" w:rsidRDefault="005D66EC" w:rsidP="006128C5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9545411,918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D31E11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822335,64653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1111117,642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D31E11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871263,26313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1033113,09974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1550418,96262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1910949,65706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Pr="00D31E11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1756578,64692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66EC" w:rsidRPr="00D31E11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66EC" w:rsidRPr="00D31E11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244817,5</w:t>
            </w:r>
          </w:p>
        </w:tc>
      </w:tr>
      <w:tr w:rsidR="00A95D01" w:rsidRPr="00D31E11" w:rsidTr="00575F67">
        <w:trPr>
          <w:cantSplit/>
          <w:trHeight w:val="155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F05D12">
              <w:rPr>
                <w:rFonts w:ascii="Times New Roman" w:hAnsi="Times New Roman"/>
                <w:sz w:val="22"/>
                <w:szCs w:val="22"/>
              </w:rPr>
              <w:t>в рамках ПКРТИ*</w:t>
            </w: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  <w:p w:rsidR="00A95D01" w:rsidRPr="00D31E11" w:rsidRDefault="00A95D01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792344,13904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314293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478051,13904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5D01" w:rsidRPr="00D31E11" w:rsidRDefault="00A95D01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5D66EC" w:rsidRPr="00760C8E" w:rsidTr="00375CF3">
        <w:trPr>
          <w:cantSplit/>
          <w:trHeight w:val="126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66EC" w:rsidRPr="00760C8E" w:rsidRDefault="005D66EC" w:rsidP="00575F67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 w:rsidRPr="00760C8E">
              <w:rPr>
                <w:rFonts w:ascii="Times New Roman" w:hAnsi="Times New Roman"/>
                <w:sz w:val="22"/>
                <w:szCs w:val="22"/>
              </w:rPr>
              <w:t>по реализации мероприятий региональных проектов в рамках национального проекта «Безопасные и качественные автомобильные дороги»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3189700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689700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1000000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66EC" w:rsidRDefault="005D66EC" w:rsidP="006128C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800000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66EC" w:rsidRPr="00760C8E" w:rsidRDefault="005D66EC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60C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66EC" w:rsidRPr="00760C8E" w:rsidRDefault="005D66EC" w:rsidP="00575F67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60C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6A7679" w:rsidRPr="0046765A" w:rsidRDefault="006A7679" w:rsidP="006A7679">
      <w:pPr>
        <w:tabs>
          <w:tab w:val="left" w:pos="142"/>
        </w:tabs>
        <w:ind w:left="142" w:right="-94"/>
        <w:jc w:val="both"/>
        <w:rPr>
          <w:rFonts w:ascii="Times New Roman" w:hAnsi="Times New Roman"/>
          <w:sz w:val="18"/>
          <w:szCs w:val="18"/>
        </w:rPr>
      </w:pPr>
    </w:p>
    <w:p w:rsidR="006A7679" w:rsidRDefault="006A7679" w:rsidP="006A7679">
      <w:pPr>
        <w:tabs>
          <w:tab w:val="left" w:pos="142"/>
        </w:tabs>
        <w:ind w:left="142" w:right="-96"/>
        <w:jc w:val="both"/>
        <w:rPr>
          <w:rFonts w:ascii="Times New Roman" w:hAnsi="Times New Roman"/>
        </w:rPr>
      </w:pPr>
      <w:r w:rsidRPr="00D31E11">
        <w:rPr>
          <w:rFonts w:ascii="Times New Roman" w:hAnsi="Times New Roman"/>
        </w:rPr>
        <w:t>* Средства будут распределены по муниципальным образованиям Рязанской области  до 1 ию</w:t>
      </w:r>
      <w:r>
        <w:rPr>
          <w:rFonts w:ascii="Times New Roman" w:hAnsi="Times New Roman"/>
        </w:rPr>
        <w:t>ня года предоставления субсидий.</w:t>
      </w:r>
    </w:p>
    <w:p w:rsidR="006A7679" w:rsidRDefault="006A7679" w:rsidP="006A7679">
      <w:pPr>
        <w:tabs>
          <w:tab w:val="left" w:pos="142"/>
        </w:tabs>
        <w:ind w:left="142" w:right="-96"/>
        <w:jc w:val="both"/>
        <w:rPr>
          <w:rFonts w:ascii="Times New Roman" w:hAnsi="Times New Roman"/>
        </w:rPr>
      </w:pPr>
      <w:r w:rsidRPr="00E97724">
        <w:rPr>
          <w:rFonts w:ascii="Times New Roman" w:hAnsi="Times New Roman"/>
        </w:rPr>
        <w:t>**</w:t>
      </w:r>
      <w:r w:rsidR="0029342D">
        <w:rPr>
          <w:rFonts w:ascii="Times New Roman" w:hAnsi="Times New Roman"/>
        </w:rPr>
        <w:t> </w:t>
      </w:r>
      <w:r w:rsidRPr="00E97724">
        <w:rPr>
          <w:rFonts w:ascii="Times New Roman" w:hAnsi="Times New Roman"/>
        </w:rPr>
        <w:t>Средства направляются на финансовое обеспечение дорожной деятельности в рамках приоритетного проекта «Безопасные и качественные дороги» государственной программы Российской Федерации «Развитие транспортной системы».</w:t>
      </w:r>
    </w:p>
    <w:p w:rsidR="006A7679" w:rsidRPr="009B109F" w:rsidRDefault="006A7679" w:rsidP="006A7679">
      <w:pPr>
        <w:tabs>
          <w:tab w:val="left" w:pos="142"/>
        </w:tabs>
        <w:ind w:left="142" w:right="-9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*** Средства будут распределены по муниципальным образованиям Рязанской области после заключения соглашения с Федеральным дорожным агентством.</w:t>
      </w:r>
    </w:p>
    <w:p w:rsidR="006A7679" w:rsidRDefault="006A7679" w:rsidP="006A7679">
      <w:pPr>
        <w:jc w:val="right"/>
        <w:rPr>
          <w:rFonts w:ascii="Times New Roman" w:hAnsi="Times New Roman"/>
          <w:sz w:val="28"/>
          <w:szCs w:val="28"/>
        </w:rPr>
      </w:pPr>
    </w:p>
    <w:p w:rsidR="006A7679" w:rsidRDefault="006A7679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6A7679" w:rsidRDefault="006A7679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0F73F7" w:rsidRDefault="000F73F7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0F73F7" w:rsidRDefault="000F73F7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0F73F7" w:rsidRDefault="000F73F7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0F73F7" w:rsidRDefault="000F73F7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782F1B" w:rsidRDefault="00782F1B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782F1B" w:rsidRDefault="00782F1B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782F1B" w:rsidRDefault="00782F1B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782F1B" w:rsidRDefault="00782F1B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782F1B" w:rsidRDefault="00782F1B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782F1B" w:rsidRDefault="00782F1B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6A7679" w:rsidRDefault="006A7679" w:rsidP="006A7679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6</w:t>
      </w:r>
    </w:p>
    <w:p w:rsidR="006A7679" w:rsidRDefault="006A7679" w:rsidP="006A7679">
      <w:pPr>
        <w:jc w:val="right"/>
        <w:rPr>
          <w:rFonts w:ascii="Times New Roman" w:hAnsi="Times New Roman"/>
          <w:sz w:val="28"/>
          <w:szCs w:val="28"/>
        </w:rPr>
      </w:pPr>
    </w:p>
    <w:p w:rsidR="00A21366" w:rsidRDefault="006A7679" w:rsidP="00A21366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объемов финансирования</w:t>
      </w:r>
    </w:p>
    <w:p w:rsidR="006A7679" w:rsidRDefault="006A7679" w:rsidP="00A21366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обеспечению реализации мероприятий</w:t>
      </w:r>
    </w:p>
    <w:p w:rsidR="006A7679" w:rsidRDefault="006A7679" w:rsidP="00A21366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области дорожного хозяйства в Рязанской области</w:t>
      </w:r>
    </w:p>
    <w:p w:rsidR="006A7679" w:rsidRDefault="006A7679" w:rsidP="006A767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6A7679" w:rsidRDefault="006A7679" w:rsidP="006A7679">
      <w:pPr>
        <w:spacing w:line="192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4111"/>
        <w:gridCol w:w="1559"/>
        <w:gridCol w:w="851"/>
        <w:gridCol w:w="992"/>
        <w:gridCol w:w="992"/>
        <w:gridCol w:w="993"/>
        <w:gridCol w:w="992"/>
        <w:gridCol w:w="850"/>
        <w:gridCol w:w="993"/>
        <w:gridCol w:w="850"/>
        <w:gridCol w:w="851"/>
      </w:tblGrid>
      <w:tr w:rsidR="006A7679" w:rsidRPr="00D31E11" w:rsidTr="00575F67">
        <w:trPr>
          <w:trHeight w:val="23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7724">
              <w:rPr>
                <w:rFonts w:ascii="Times New Roman" w:hAnsi="Times New Roman"/>
                <w:bCs/>
                <w:sz w:val="22"/>
                <w:szCs w:val="22"/>
              </w:rPr>
              <w:t xml:space="preserve">№ </w:t>
            </w:r>
            <w:proofErr w:type="gramStart"/>
            <w:r w:rsidRPr="00E97724">
              <w:rPr>
                <w:rFonts w:ascii="Times New Roman" w:hAnsi="Times New Roman"/>
                <w:bCs/>
                <w:sz w:val="22"/>
                <w:szCs w:val="22"/>
              </w:rPr>
              <w:t>п</w:t>
            </w:r>
            <w:proofErr w:type="gramEnd"/>
            <w:r w:rsidRPr="00E97724">
              <w:rPr>
                <w:rFonts w:ascii="Times New Roman" w:hAnsi="Times New Roman"/>
                <w:bCs/>
                <w:sz w:val="22"/>
                <w:szCs w:val="22"/>
              </w:rPr>
              <w:t>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7724">
              <w:rPr>
                <w:rFonts w:ascii="Times New Roman" w:hAnsi="Times New Roman"/>
                <w:bCs/>
                <w:sz w:val="22"/>
                <w:szCs w:val="22"/>
              </w:rPr>
              <w:t>Мероприятия</w:t>
            </w: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Объемы финансирования, тыс. рублей</w:t>
            </w:r>
          </w:p>
        </w:tc>
      </w:tr>
      <w:tr w:rsidR="006A7679" w:rsidRPr="00D31E11" w:rsidTr="00575F67">
        <w:trPr>
          <w:trHeight w:val="27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836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6A7679" w:rsidRPr="00D31E11" w:rsidTr="00575F67">
        <w:trPr>
          <w:trHeight w:val="34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</w:tr>
    </w:tbl>
    <w:p w:rsidR="006A7679" w:rsidRPr="00BC2F0E" w:rsidRDefault="006A7679" w:rsidP="006A7679">
      <w:pPr>
        <w:spacing w:line="192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4111"/>
        <w:gridCol w:w="1559"/>
        <w:gridCol w:w="851"/>
        <w:gridCol w:w="992"/>
        <w:gridCol w:w="992"/>
        <w:gridCol w:w="993"/>
        <w:gridCol w:w="992"/>
        <w:gridCol w:w="850"/>
        <w:gridCol w:w="993"/>
        <w:gridCol w:w="850"/>
        <w:gridCol w:w="851"/>
      </w:tblGrid>
      <w:tr w:rsidR="006A7679" w:rsidRPr="00D31E11" w:rsidTr="00575F67">
        <w:trPr>
          <w:trHeight w:val="26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E6CA9">
              <w:rPr>
                <w:rFonts w:ascii="Times New Roman" w:hAnsi="Times New Roman"/>
                <w:bCs/>
                <w:sz w:val="22"/>
                <w:szCs w:val="22"/>
              </w:rPr>
              <w:t>Ремонт и техобслуживание лабораторного оборудования</w:t>
            </w: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Pr="00D31E11" w:rsidRDefault="005D66EC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5D66EC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2310</w:t>
            </w:r>
            <w:r w:rsidR="00E27167">
              <w:rPr>
                <w:rFonts w:ascii="Times New Roman" w:hAnsi="Times New Roman"/>
                <w:sz w:val="22"/>
                <w:szCs w:val="22"/>
              </w:rPr>
              <w:t>,97701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149,97701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5D66EC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148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E6CA9">
              <w:rPr>
                <w:rFonts w:ascii="Times New Roman" w:hAnsi="Times New Roman"/>
                <w:bCs/>
                <w:sz w:val="22"/>
                <w:szCs w:val="22"/>
              </w:rPr>
              <w:t>Услуги сторонних организаций</w:t>
            </w: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3E6CA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5D66EC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40211</w:t>
            </w:r>
            <w:r w:rsidR="00E27167">
              <w:rPr>
                <w:rFonts w:ascii="Times New Roman" w:hAnsi="Times New Roman"/>
                <w:sz w:val="22"/>
                <w:szCs w:val="22"/>
              </w:rPr>
              <w:t>,86791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3532,26941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2675,2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1142,2726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5D66EC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5427</w:t>
            </w:r>
            <w:r w:rsidR="00E27167">
              <w:rPr>
                <w:rFonts w:ascii="Times New Roman" w:hAnsi="Times New Roman"/>
                <w:sz w:val="22"/>
                <w:szCs w:val="22"/>
              </w:rPr>
              <w:t>,895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11311,61545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11311,61545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579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E6CA9">
              <w:rPr>
                <w:rFonts w:ascii="Times New Roman" w:hAnsi="Times New Roman"/>
                <w:bCs/>
                <w:sz w:val="22"/>
                <w:szCs w:val="22"/>
              </w:rPr>
              <w:t>Приобретение лабораторного оборудования, геодезических и измерительных приборов</w:t>
            </w: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Pr="003E6CA9" w:rsidRDefault="005D66EC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12404,78189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1044,695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6903,56689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385,52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6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Pr="003E6CA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E6CA9">
              <w:rPr>
                <w:rFonts w:ascii="Times New Roman" w:hAnsi="Times New Roman"/>
                <w:bCs/>
                <w:sz w:val="22"/>
                <w:szCs w:val="22"/>
              </w:rPr>
              <w:t xml:space="preserve">Расходы, связанные с выполнением кадастровых работ, осуществлением государственного кадастрового учета земельных участков и автомобильных дорог общего пользования, оценкой земельных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участков, выполнением </w:t>
            </w:r>
            <w:proofErr w:type="spellStart"/>
            <w:r>
              <w:rPr>
                <w:rFonts w:ascii="Times New Roman" w:hAnsi="Times New Roman"/>
                <w:bCs/>
                <w:sz w:val="22"/>
                <w:szCs w:val="22"/>
              </w:rPr>
              <w:t>топосъемки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6879,64858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4114,75358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2764,895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6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Pr="003E6CA9" w:rsidRDefault="006A7679" w:rsidP="00575F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Расходы, связанные с выполнением кадастровых работ, осуществлением государственного кадастрового учета земельных участков и автомобильных дорог общего пользования и (или) государственной регистрации права на земельные участки и автомобильные дороги общего пользования, оценкой земельных участков, выполнением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топосъемки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5D66EC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54819</w:t>
            </w:r>
            <w:r w:rsidR="00E27167">
              <w:rPr>
                <w:rFonts w:ascii="Times New Roman" w:hAnsi="Times New Roman"/>
                <w:sz w:val="22"/>
                <w:szCs w:val="22"/>
              </w:rPr>
              <w:t>,84966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1411,48388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4233,68578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5D66EC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9682,68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9873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97724">
              <w:rPr>
                <w:rFonts w:ascii="Times New Roman" w:hAnsi="Times New Roman"/>
                <w:bCs/>
                <w:sz w:val="22"/>
                <w:szCs w:val="22"/>
              </w:rPr>
              <w:t>Иные расходы, связанные с управлением дорожным хозяйством и выполнением функций заказчика</w:t>
            </w: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3E6CA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982BBE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1179215,96553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146704,95942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153823,105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130111,8519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124763,09018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982BBE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132022,92045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99917,46868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98462,5699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146705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146705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Pr="00E97724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Закупка иных основных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E27167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Default="00DC7116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575F67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3E6CA9" w:rsidRDefault="006A7679" w:rsidP="00575F67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7B11EA" w:rsidRDefault="00982BBE" w:rsidP="00575F67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1328253,09058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7B11EA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11EA">
              <w:rPr>
                <w:rFonts w:ascii="Times New Roman" w:hAnsi="Times New Roman"/>
                <w:sz w:val="22"/>
                <w:szCs w:val="22"/>
              </w:rPr>
              <w:t>154572,95942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7B11EA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11EA">
              <w:rPr>
                <w:rFonts w:ascii="Times New Roman" w:hAnsi="Times New Roman"/>
                <w:sz w:val="22"/>
                <w:szCs w:val="22"/>
              </w:rPr>
              <w:t>160448,</w:t>
            </w:r>
            <w:r w:rsidR="00E6004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7B11EA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11EA">
              <w:rPr>
                <w:rFonts w:ascii="Times New Roman" w:hAnsi="Times New Roman"/>
                <w:sz w:val="22"/>
                <w:szCs w:val="22"/>
              </w:rPr>
              <w:t>146941,03078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7B11EA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11EA">
              <w:rPr>
                <w:rFonts w:ascii="Times New Roman" w:hAnsi="Times New Roman"/>
                <w:sz w:val="22"/>
                <w:szCs w:val="22"/>
              </w:rPr>
              <w:t>148252,61545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982BBE" w:rsidP="00E271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159059,01545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122912,08413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121457,18535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157305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575F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157305</w:t>
            </w:r>
            <w:r w:rsidR="00E27167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</w:tbl>
    <w:p w:rsidR="006A7679" w:rsidRDefault="006A7679" w:rsidP="006A7679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6A7679" w:rsidRDefault="006A7679" w:rsidP="006A7679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A7679" w:rsidRDefault="006A7679" w:rsidP="006A7679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p w:rsidR="006A7679" w:rsidRDefault="006A7679" w:rsidP="006A7679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</w:p>
    <w:sectPr w:rsidR="006A7679" w:rsidSect="002B2B51">
      <w:pgSz w:w="16834" w:h="11907" w:orient="landscape" w:code="9"/>
      <w:pgMar w:top="1134" w:right="851" w:bottom="1134" w:left="1701" w:header="272" w:footer="397" w:gutter="0"/>
      <w:pgNumType w:start="101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82A" w:rsidRDefault="00B9282A">
      <w:r>
        <w:separator/>
      </w:r>
    </w:p>
  </w:endnote>
  <w:endnote w:type="continuationSeparator" w:id="0">
    <w:p w:rsidR="00B9282A" w:rsidRDefault="00B92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1B3FB3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1B3FB3" w:rsidRDefault="001B3FB3">
          <w:pPr>
            <w:pStyle w:val="a6"/>
          </w:pPr>
          <w:r>
            <w:rPr>
              <w:noProof/>
            </w:rPr>
            <w:drawing>
              <wp:inline distT="0" distB="0" distL="0" distR="0" wp14:anchorId="26DB4321" wp14:editId="44AB1CE8">
                <wp:extent cx="664845" cy="283845"/>
                <wp:effectExtent l="19050" t="0" r="1905" b="0"/>
                <wp:docPr id="1" name="Рисунок 1" descr="защита_6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защита_6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845" cy="283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1B3FB3" w:rsidRPr="00963E33" w:rsidRDefault="001B3FB3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7380DAE7" wp14:editId="315ABBF7">
                <wp:extent cx="173355" cy="14541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355" cy="145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1B3FB3" w:rsidRPr="00963E33" w:rsidRDefault="0024305A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43390  16.06.2020 11:49:37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1B3FB3" w:rsidRPr="00F16F07" w:rsidRDefault="001B3FB3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1B3FB3" w:rsidRPr="00963E33" w:rsidRDefault="001B3FB3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1B3FB3" w:rsidRPr="009573D3" w:rsidRDefault="001B3FB3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1B3FB3" w:rsidRPr="00963E33" w:rsidTr="00963E33">
      <w:tc>
        <w:tcPr>
          <w:tcW w:w="2538" w:type="dxa"/>
        </w:tcPr>
        <w:p w:rsidR="001B3FB3" w:rsidRPr="00963E33" w:rsidRDefault="001B3FB3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1B3FB3" w:rsidRPr="00963E33" w:rsidRDefault="001B3FB3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1B3FB3" w:rsidRPr="00963E33" w:rsidRDefault="001B3FB3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1B3FB3" w:rsidRPr="00963E33" w:rsidRDefault="001B3FB3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1B3FB3" w:rsidRDefault="001B3FB3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82A" w:rsidRDefault="00B9282A">
      <w:r>
        <w:separator/>
      </w:r>
    </w:p>
  </w:footnote>
  <w:footnote w:type="continuationSeparator" w:id="0">
    <w:p w:rsidR="00B9282A" w:rsidRDefault="00B928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FB3" w:rsidRDefault="00A86DF1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B3FB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B3FB3">
      <w:rPr>
        <w:rStyle w:val="a8"/>
        <w:noProof/>
      </w:rPr>
      <w:t>1</w:t>
    </w:r>
    <w:r>
      <w:rPr>
        <w:rStyle w:val="a8"/>
      </w:rPr>
      <w:fldChar w:fldCharType="end"/>
    </w:r>
  </w:p>
  <w:p w:rsidR="001B3FB3" w:rsidRDefault="001B3FB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FB3" w:rsidRPr="00481B88" w:rsidRDefault="001B3FB3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1B3FB3" w:rsidRPr="00F33C05" w:rsidRDefault="00A86DF1" w:rsidP="00F33C05">
    <w:pPr>
      <w:jc w:val="center"/>
      <w:rPr>
        <w:rFonts w:ascii="Times New Roman" w:hAnsi="Times New Roman"/>
        <w:sz w:val="28"/>
        <w:szCs w:val="28"/>
      </w:rPr>
    </w:pPr>
    <w:r w:rsidRPr="00F33C05">
      <w:rPr>
        <w:rFonts w:ascii="Times New Roman" w:hAnsi="Times New Roman"/>
        <w:sz w:val="28"/>
        <w:szCs w:val="28"/>
      </w:rPr>
      <w:fldChar w:fldCharType="begin"/>
    </w:r>
    <w:r w:rsidR="001B3FB3" w:rsidRPr="00F33C05">
      <w:rPr>
        <w:rFonts w:ascii="Times New Roman" w:hAnsi="Times New Roman"/>
        <w:sz w:val="28"/>
        <w:szCs w:val="28"/>
      </w:rPr>
      <w:instrText xml:space="preserve">PAGE  </w:instrText>
    </w:r>
    <w:r w:rsidRPr="00F33C05">
      <w:rPr>
        <w:rFonts w:ascii="Times New Roman" w:hAnsi="Times New Roman"/>
        <w:sz w:val="28"/>
        <w:szCs w:val="28"/>
      </w:rPr>
      <w:fldChar w:fldCharType="separate"/>
    </w:r>
    <w:r w:rsidR="008C14CC">
      <w:rPr>
        <w:rFonts w:ascii="Times New Roman" w:hAnsi="Times New Roman"/>
        <w:noProof/>
        <w:sz w:val="28"/>
        <w:szCs w:val="28"/>
      </w:rPr>
      <w:t>2</w:t>
    </w:r>
    <w:r w:rsidRPr="00F33C05">
      <w:rPr>
        <w:rFonts w:ascii="Times New Roman" w:hAnsi="Times New Roman"/>
        <w:sz w:val="28"/>
        <w:szCs w:val="28"/>
      </w:rPr>
      <w:fldChar w:fldCharType="end"/>
    </w:r>
  </w:p>
  <w:p w:rsidR="001B3FB3" w:rsidRPr="00E37801" w:rsidRDefault="001B3FB3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pt;height:11pt" o:bullet="t">
        <v:imagedata r:id="rId1" o:title="Номер версии 555" gain="79922f" blacklevel="-1966f"/>
      </v:shape>
    </w:pict>
  </w:numPicBullet>
  <w:abstractNum w:abstractNumId="0">
    <w:nsid w:val="1129049F"/>
    <w:multiLevelType w:val="hybridMultilevel"/>
    <w:tmpl w:val="9F2E1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8C84311"/>
    <w:multiLevelType w:val="hybridMultilevel"/>
    <w:tmpl w:val="D41CC3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C8F6D5C"/>
    <w:multiLevelType w:val="hybridMultilevel"/>
    <w:tmpl w:val="E8DCE480"/>
    <w:lvl w:ilvl="0" w:tplc="72B897B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263677D"/>
    <w:multiLevelType w:val="hybridMultilevel"/>
    <w:tmpl w:val="2566FE9A"/>
    <w:lvl w:ilvl="0" w:tplc="8AEC09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3907EE7"/>
    <w:multiLevelType w:val="hybridMultilevel"/>
    <w:tmpl w:val="06984F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FA92E18"/>
    <w:multiLevelType w:val="hybridMultilevel"/>
    <w:tmpl w:val="8C620C9C"/>
    <w:lvl w:ilvl="0" w:tplc="75EA24EC">
      <w:start w:val="10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>
    <w:nsid w:val="642D5F8C"/>
    <w:multiLevelType w:val="hybridMultilevel"/>
    <w:tmpl w:val="3EACC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B14D98"/>
    <w:multiLevelType w:val="hybridMultilevel"/>
    <w:tmpl w:val="6762945C"/>
    <w:lvl w:ilvl="0" w:tplc="2E3AB990">
      <w:start w:val="3500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7428057E"/>
    <w:multiLevelType w:val="hybridMultilevel"/>
    <w:tmpl w:val="BC3AA62A"/>
    <w:lvl w:ilvl="0" w:tplc="785CF19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12"/>
  </w:num>
  <w:num w:numId="7">
    <w:abstractNumId w:val="10"/>
  </w:num>
  <w:num w:numId="8">
    <w:abstractNumId w:val="0"/>
  </w:num>
  <w:num w:numId="9">
    <w:abstractNumId w:val="5"/>
  </w:num>
  <w:num w:numId="10">
    <w:abstractNumId w:val="9"/>
  </w:num>
  <w:num w:numId="11">
    <w:abstractNumId w:val="11"/>
  </w:num>
  <w:num w:numId="12">
    <w:abstractNumId w:val="8"/>
  </w:num>
  <w:num w:numId="13">
    <w:abstractNumId w:val="2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45A3"/>
    <w:rsid w:val="00002297"/>
    <w:rsid w:val="0000648B"/>
    <w:rsid w:val="0001360F"/>
    <w:rsid w:val="0001550D"/>
    <w:rsid w:val="0002612F"/>
    <w:rsid w:val="00030339"/>
    <w:rsid w:val="000312EC"/>
    <w:rsid w:val="00031322"/>
    <w:rsid w:val="0003205B"/>
    <w:rsid w:val="000323AD"/>
    <w:rsid w:val="00032AA7"/>
    <w:rsid w:val="000331B3"/>
    <w:rsid w:val="00033403"/>
    <w:rsid w:val="00033413"/>
    <w:rsid w:val="00034C5A"/>
    <w:rsid w:val="00035213"/>
    <w:rsid w:val="00036499"/>
    <w:rsid w:val="00037C0C"/>
    <w:rsid w:val="000412A6"/>
    <w:rsid w:val="00042395"/>
    <w:rsid w:val="00046C4D"/>
    <w:rsid w:val="000502A3"/>
    <w:rsid w:val="00050B0C"/>
    <w:rsid w:val="00051B8C"/>
    <w:rsid w:val="00053E54"/>
    <w:rsid w:val="00055206"/>
    <w:rsid w:val="000561E2"/>
    <w:rsid w:val="0005644C"/>
    <w:rsid w:val="000565E8"/>
    <w:rsid w:val="0005677F"/>
    <w:rsid w:val="00056DEB"/>
    <w:rsid w:val="000574CD"/>
    <w:rsid w:val="00057516"/>
    <w:rsid w:val="000621EF"/>
    <w:rsid w:val="00062A18"/>
    <w:rsid w:val="00062E3F"/>
    <w:rsid w:val="00066AB8"/>
    <w:rsid w:val="000702F5"/>
    <w:rsid w:val="00073A7A"/>
    <w:rsid w:val="00074523"/>
    <w:rsid w:val="00076D5E"/>
    <w:rsid w:val="00082B60"/>
    <w:rsid w:val="00084C9B"/>
    <w:rsid w:val="00084DD3"/>
    <w:rsid w:val="0008619D"/>
    <w:rsid w:val="00086D66"/>
    <w:rsid w:val="00090FAC"/>
    <w:rsid w:val="000917C0"/>
    <w:rsid w:val="00091C33"/>
    <w:rsid w:val="000A275F"/>
    <w:rsid w:val="000A595F"/>
    <w:rsid w:val="000B01CD"/>
    <w:rsid w:val="000B0736"/>
    <w:rsid w:val="000B591F"/>
    <w:rsid w:val="000C37E8"/>
    <w:rsid w:val="000C5A4E"/>
    <w:rsid w:val="000D34F7"/>
    <w:rsid w:val="000D5521"/>
    <w:rsid w:val="000D7623"/>
    <w:rsid w:val="000D7C8D"/>
    <w:rsid w:val="000E1BAE"/>
    <w:rsid w:val="000E5D16"/>
    <w:rsid w:val="000E71BB"/>
    <w:rsid w:val="000E72A5"/>
    <w:rsid w:val="000F1075"/>
    <w:rsid w:val="000F1857"/>
    <w:rsid w:val="000F73F7"/>
    <w:rsid w:val="00105711"/>
    <w:rsid w:val="001059CB"/>
    <w:rsid w:val="00105EC8"/>
    <w:rsid w:val="00107BC0"/>
    <w:rsid w:val="001145D8"/>
    <w:rsid w:val="00114E32"/>
    <w:rsid w:val="00122CFD"/>
    <w:rsid w:val="00127025"/>
    <w:rsid w:val="0013331E"/>
    <w:rsid w:val="00135556"/>
    <w:rsid w:val="00141C6B"/>
    <w:rsid w:val="001434E3"/>
    <w:rsid w:val="00145E00"/>
    <w:rsid w:val="001473C4"/>
    <w:rsid w:val="00147808"/>
    <w:rsid w:val="00147E70"/>
    <w:rsid w:val="00151370"/>
    <w:rsid w:val="00162E72"/>
    <w:rsid w:val="00163E29"/>
    <w:rsid w:val="0016463D"/>
    <w:rsid w:val="00165EF5"/>
    <w:rsid w:val="00167EC7"/>
    <w:rsid w:val="00170451"/>
    <w:rsid w:val="00175ABA"/>
    <w:rsid w:val="00175BE5"/>
    <w:rsid w:val="00177F67"/>
    <w:rsid w:val="00181957"/>
    <w:rsid w:val="00183235"/>
    <w:rsid w:val="0018509D"/>
    <w:rsid w:val="001850F4"/>
    <w:rsid w:val="00190A74"/>
    <w:rsid w:val="00190FF9"/>
    <w:rsid w:val="00192086"/>
    <w:rsid w:val="001935E8"/>
    <w:rsid w:val="00193C0D"/>
    <w:rsid w:val="001942B9"/>
    <w:rsid w:val="001947BE"/>
    <w:rsid w:val="001A4959"/>
    <w:rsid w:val="001A5193"/>
    <w:rsid w:val="001A560F"/>
    <w:rsid w:val="001A5E05"/>
    <w:rsid w:val="001A78C3"/>
    <w:rsid w:val="001B0982"/>
    <w:rsid w:val="001B140D"/>
    <w:rsid w:val="001B1E20"/>
    <w:rsid w:val="001B32BA"/>
    <w:rsid w:val="001B3FB3"/>
    <w:rsid w:val="001B6899"/>
    <w:rsid w:val="001C2213"/>
    <w:rsid w:val="001C2D5C"/>
    <w:rsid w:val="001C616D"/>
    <w:rsid w:val="001C6FF2"/>
    <w:rsid w:val="001D05EF"/>
    <w:rsid w:val="001D0AB1"/>
    <w:rsid w:val="001E0317"/>
    <w:rsid w:val="001E0EF8"/>
    <w:rsid w:val="001E1881"/>
    <w:rsid w:val="001E20F1"/>
    <w:rsid w:val="001E6A6E"/>
    <w:rsid w:val="001F0E91"/>
    <w:rsid w:val="001F12E8"/>
    <w:rsid w:val="001F1528"/>
    <w:rsid w:val="001F228C"/>
    <w:rsid w:val="001F414F"/>
    <w:rsid w:val="001F64B8"/>
    <w:rsid w:val="001F6870"/>
    <w:rsid w:val="001F7C83"/>
    <w:rsid w:val="0020084F"/>
    <w:rsid w:val="00202955"/>
    <w:rsid w:val="00202EA0"/>
    <w:rsid w:val="00203046"/>
    <w:rsid w:val="00205AB5"/>
    <w:rsid w:val="00212AAE"/>
    <w:rsid w:val="00215182"/>
    <w:rsid w:val="0021534D"/>
    <w:rsid w:val="00215EC3"/>
    <w:rsid w:val="00216D23"/>
    <w:rsid w:val="00217E64"/>
    <w:rsid w:val="002239D6"/>
    <w:rsid w:val="00224DBA"/>
    <w:rsid w:val="00225ABA"/>
    <w:rsid w:val="00231F1C"/>
    <w:rsid w:val="002352B1"/>
    <w:rsid w:val="00236D1C"/>
    <w:rsid w:val="002377DA"/>
    <w:rsid w:val="00240DE7"/>
    <w:rsid w:val="00242DDB"/>
    <w:rsid w:val="0024305A"/>
    <w:rsid w:val="00244431"/>
    <w:rsid w:val="00244C8D"/>
    <w:rsid w:val="00246A06"/>
    <w:rsid w:val="002479A2"/>
    <w:rsid w:val="002504BB"/>
    <w:rsid w:val="00253945"/>
    <w:rsid w:val="00256541"/>
    <w:rsid w:val="0026078A"/>
    <w:rsid w:val="0026087E"/>
    <w:rsid w:val="002610F6"/>
    <w:rsid w:val="00261DE0"/>
    <w:rsid w:val="00263F90"/>
    <w:rsid w:val="00264C3D"/>
    <w:rsid w:val="00265420"/>
    <w:rsid w:val="00270905"/>
    <w:rsid w:val="002716B1"/>
    <w:rsid w:val="002732EC"/>
    <w:rsid w:val="0027369E"/>
    <w:rsid w:val="00274E14"/>
    <w:rsid w:val="00275260"/>
    <w:rsid w:val="00275C8C"/>
    <w:rsid w:val="00275D18"/>
    <w:rsid w:val="002804B7"/>
    <w:rsid w:val="00280A6D"/>
    <w:rsid w:val="0028334B"/>
    <w:rsid w:val="00284A49"/>
    <w:rsid w:val="00284BA7"/>
    <w:rsid w:val="002856AA"/>
    <w:rsid w:val="00286559"/>
    <w:rsid w:val="002869E4"/>
    <w:rsid w:val="00286ECA"/>
    <w:rsid w:val="0028788C"/>
    <w:rsid w:val="0029342D"/>
    <w:rsid w:val="002953B6"/>
    <w:rsid w:val="002973C6"/>
    <w:rsid w:val="00297DDB"/>
    <w:rsid w:val="002A0F5A"/>
    <w:rsid w:val="002A1E33"/>
    <w:rsid w:val="002A4369"/>
    <w:rsid w:val="002A565F"/>
    <w:rsid w:val="002B06C7"/>
    <w:rsid w:val="002B0876"/>
    <w:rsid w:val="002B0C6F"/>
    <w:rsid w:val="002B1EF0"/>
    <w:rsid w:val="002B2B51"/>
    <w:rsid w:val="002B2E6A"/>
    <w:rsid w:val="002B42FF"/>
    <w:rsid w:val="002B4FB0"/>
    <w:rsid w:val="002B7A59"/>
    <w:rsid w:val="002C1247"/>
    <w:rsid w:val="002C2C5E"/>
    <w:rsid w:val="002C4E60"/>
    <w:rsid w:val="002C6B4B"/>
    <w:rsid w:val="002D0480"/>
    <w:rsid w:val="002D175C"/>
    <w:rsid w:val="002D2647"/>
    <w:rsid w:val="002D28C6"/>
    <w:rsid w:val="002D2FFE"/>
    <w:rsid w:val="002D7AC0"/>
    <w:rsid w:val="002E1205"/>
    <w:rsid w:val="002E2A85"/>
    <w:rsid w:val="002E3B6A"/>
    <w:rsid w:val="002E51A7"/>
    <w:rsid w:val="002E5A5F"/>
    <w:rsid w:val="002E7C35"/>
    <w:rsid w:val="002F1E81"/>
    <w:rsid w:val="002F35DC"/>
    <w:rsid w:val="002F67D4"/>
    <w:rsid w:val="002F76B7"/>
    <w:rsid w:val="00304939"/>
    <w:rsid w:val="00310D92"/>
    <w:rsid w:val="00310EC1"/>
    <w:rsid w:val="0031356F"/>
    <w:rsid w:val="003143FD"/>
    <w:rsid w:val="00315A48"/>
    <w:rsid w:val="003160CB"/>
    <w:rsid w:val="00320079"/>
    <w:rsid w:val="00321ACC"/>
    <w:rsid w:val="003222A3"/>
    <w:rsid w:val="00322747"/>
    <w:rsid w:val="0032647C"/>
    <w:rsid w:val="0033197A"/>
    <w:rsid w:val="00333A89"/>
    <w:rsid w:val="003374BA"/>
    <w:rsid w:val="00342785"/>
    <w:rsid w:val="003429D3"/>
    <w:rsid w:val="003436B2"/>
    <w:rsid w:val="0034594A"/>
    <w:rsid w:val="003546EC"/>
    <w:rsid w:val="00360A40"/>
    <w:rsid w:val="00364C07"/>
    <w:rsid w:val="0036544E"/>
    <w:rsid w:val="003673FB"/>
    <w:rsid w:val="0037361A"/>
    <w:rsid w:val="003739D7"/>
    <w:rsid w:val="00373A5A"/>
    <w:rsid w:val="00375C57"/>
    <w:rsid w:val="00375CF3"/>
    <w:rsid w:val="00377B3C"/>
    <w:rsid w:val="003852D2"/>
    <w:rsid w:val="00386BF6"/>
    <w:rsid w:val="00386EAD"/>
    <w:rsid w:val="003870C2"/>
    <w:rsid w:val="0039067C"/>
    <w:rsid w:val="00395F00"/>
    <w:rsid w:val="003A2B76"/>
    <w:rsid w:val="003A48D6"/>
    <w:rsid w:val="003B188E"/>
    <w:rsid w:val="003B3C1D"/>
    <w:rsid w:val="003B4012"/>
    <w:rsid w:val="003C2936"/>
    <w:rsid w:val="003D1992"/>
    <w:rsid w:val="003D1B79"/>
    <w:rsid w:val="003D3B8A"/>
    <w:rsid w:val="003D3BF8"/>
    <w:rsid w:val="003D54F8"/>
    <w:rsid w:val="003E38E0"/>
    <w:rsid w:val="003E3F82"/>
    <w:rsid w:val="003E663F"/>
    <w:rsid w:val="003E6CA9"/>
    <w:rsid w:val="003F0F2E"/>
    <w:rsid w:val="003F4F5E"/>
    <w:rsid w:val="003F7C41"/>
    <w:rsid w:val="00400906"/>
    <w:rsid w:val="00402347"/>
    <w:rsid w:val="0040345E"/>
    <w:rsid w:val="00414151"/>
    <w:rsid w:val="00417D9C"/>
    <w:rsid w:val="00417DCD"/>
    <w:rsid w:val="004214BA"/>
    <w:rsid w:val="004250B3"/>
    <w:rsid w:val="00425300"/>
    <w:rsid w:val="0042590E"/>
    <w:rsid w:val="00426855"/>
    <w:rsid w:val="00430ED2"/>
    <w:rsid w:val="004357F0"/>
    <w:rsid w:val="00437F65"/>
    <w:rsid w:val="0044314C"/>
    <w:rsid w:val="004437E6"/>
    <w:rsid w:val="00444F1D"/>
    <w:rsid w:val="00447296"/>
    <w:rsid w:val="00451698"/>
    <w:rsid w:val="00451960"/>
    <w:rsid w:val="00454F44"/>
    <w:rsid w:val="00457019"/>
    <w:rsid w:val="004600FD"/>
    <w:rsid w:val="0046050A"/>
    <w:rsid w:val="00460FB7"/>
    <w:rsid w:val="00460FEA"/>
    <w:rsid w:val="00463585"/>
    <w:rsid w:val="00464920"/>
    <w:rsid w:val="00466BB7"/>
    <w:rsid w:val="00466BC3"/>
    <w:rsid w:val="0046765A"/>
    <w:rsid w:val="00467792"/>
    <w:rsid w:val="0047203B"/>
    <w:rsid w:val="004721CC"/>
    <w:rsid w:val="004734B7"/>
    <w:rsid w:val="00477BBD"/>
    <w:rsid w:val="00481B88"/>
    <w:rsid w:val="004851CF"/>
    <w:rsid w:val="0048535E"/>
    <w:rsid w:val="00485B4F"/>
    <w:rsid w:val="004862D1"/>
    <w:rsid w:val="0048664C"/>
    <w:rsid w:val="004A5C16"/>
    <w:rsid w:val="004B2D44"/>
    <w:rsid w:val="004B2D5A"/>
    <w:rsid w:val="004B3196"/>
    <w:rsid w:val="004B36AD"/>
    <w:rsid w:val="004C419C"/>
    <w:rsid w:val="004C56E3"/>
    <w:rsid w:val="004C7485"/>
    <w:rsid w:val="004D0DB7"/>
    <w:rsid w:val="004D1AB5"/>
    <w:rsid w:val="004D20FA"/>
    <w:rsid w:val="004D293D"/>
    <w:rsid w:val="004D4D20"/>
    <w:rsid w:val="004E2515"/>
    <w:rsid w:val="004E2B3A"/>
    <w:rsid w:val="004E2E39"/>
    <w:rsid w:val="004E527F"/>
    <w:rsid w:val="004F06DE"/>
    <w:rsid w:val="004F0A49"/>
    <w:rsid w:val="004F36EA"/>
    <w:rsid w:val="004F44FE"/>
    <w:rsid w:val="00501816"/>
    <w:rsid w:val="00505F6F"/>
    <w:rsid w:val="00512A47"/>
    <w:rsid w:val="005144F4"/>
    <w:rsid w:val="00515969"/>
    <w:rsid w:val="00521175"/>
    <w:rsid w:val="005225E0"/>
    <w:rsid w:val="0052351B"/>
    <w:rsid w:val="005244E9"/>
    <w:rsid w:val="00531C68"/>
    <w:rsid w:val="005320E8"/>
    <w:rsid w:val="00532119"/>
    <w:rsid w:val="005335F3"/>
    <w:rsid w:val="00536357"/>
    <w:rsid w:val="00537ACB"/>
    <w:rsid w:val="005401FE"/>
    <w:rsid w:val="005410D9"/>
    <w:rsid w:val="00543241"/>
    <w:rsid w:val="00543C38"/>
    <w:rsid w:val="00543C6E"/>
    <w:rsid w:val="00543D2D"/>
    <w:rsid w:val="005450D1"/>
    <w:rsid w:val="00545A3D"/>
    <w:rsid w:val="00545F92"/>
    <w:rsid w:val="00546DBB"/>
    <w:rsid w:val="00551C20"/>
    <w:rsid w:val="00553405"/>
    <w:rsid w:val="0055377E"/>
    <w:rsid w:val="0055627F"/>
    <w:rsid w:val="005601C4"/>
    <w:rsid w:val="0056174A"/>
    <w:rsid w:val="0056187B"/>
    <w:rsid w:val="005618E0"/>
    <w:rsid w:val="00561A5B"/>
    <w:rsid w:val="00567F70"/>
    <w:rsid w:val="0057074C"/>
    <w:rsid w:val="00570BF5"/>
    <w:rsid w:val="00573FBF"/>
    <w:rsid w:val="00574FF3"/>
    <w:rsid w:val="00575F67"/>
    <w:rsid w:val="00581FC2"/>
    <w:rsid w:val="00582538"/>
    <w:rsid w:val="005838DE"/>
    <w:rsid w:val="005838EA"/>
    <w:rsid w:val="00585EE1"/>
    <w:rsid w:val="00590C0E"/>
    <w:rsid w:val="0059158B"/>
    <w:rsid w:val="005939E6"/>
    <w:rsid w:val="00593E29"/>
    <w:rsid w:val="005958E0"/>
    <w:rsid w:val="005A110F"/>
    <w:rsid w:val="005A25BF"/>
    <w:rsid w:val="005A4227"/>
    <w:rsid w:val="005A53D1"/>
    <w:rsid w:val="005A63CB"/>
    <w:rsid w:val="005A6F13"/>
    <w:rsid w:val="005B229B"/>
    <w:rsid w:val="005B3518"/>
    <w:rsid w:val="005B48DE"/>
    <w:rsid w:val="005C3228"/>
    <w:rsid w:val="005C39D3"/>
    <w:rsid w:val="005C49D9"/>
    <w:rsid w:val="005C56AE"/>
    <w:rsid w:val="005C590A"/>
    <w:rsid w:val="005C5D0E"/>
    <w:rsid w:val="005C6184"/>
    <w:rsid w:val="005C7449"/>
    <w:rsid w:val="005D00C6"/>
    <w:rsid w:val="005D3823"/>
    <w:rsid w:val="005D5FBF"/>
    <w:rsid w:val="005D66EC"/>
    <w:rsid w:val="005E15F2"/>
    <w:rsid w:val="005E4120"/>
    <w:rsid w:val="005E4735"/>
    <w:rsid w:val="005E54BD"/>
    <w:rsid w:val="005E5724"/>
    <w:rsid w:val="005E5942"/>
    <w:rsid w:val="005E6D99"/>
    <w:rsid w:val="005F2396"/>
    <w:rsid w:val="005F2A21"/>
    <w:rsid w:val="005F2ADD"/>
    <w:rsid w:val="005F2C49"/>
    <w:rsid w:val="005F4260"/>
    <w:rsid w:val="005F4747"/>
    <w:rsid w:val="005F5E89"/>
    <w:rsid w:val="006013EB"/>
    <w:rsid w:val="00602AC7"/>
    <w:rsid w:val="00602D9E"/>
    <w:rsid w:val="00602F7C"/>
    <w:rsid w:val="0060479E"/>
    <w:rsid w:val="00604BE7"/>
    <w:rsid w:val="006073A1"/>
    <w:rsid w:val="006128C5"/>
    <w:rsid w:val="00616270"/>
    <w:rsid w:val="00616AED"/>
    <w:rsid w:val="00617F87"/>
    <w:rsid w:val="006250E8"/>
    <w:rsid w:val="00625810"/>
    <w:rsid w:val="00626BC2"/>
    <w:rsid w:val="00632A4F"/>
    <w:rsid w:val="00632B56"/>
    <w:rsid w:val="0063437C"/>
    <w:rsid w:val="006351E3"/>
    <w:rsid w:val="00635639"/>
    <w:rsid w:val="00635A10"/>
    <w:rsid w:val="00643652"/>
    <w:rsid w:val="00644236"/>
    <w:rsid w:val="006471E5"/>
    <w:rsid w:val="006555A6"/>
    <w:rsid w:val="00655D90"/>
    <w:rsid w:val="0065606D"/>
    <w:rsid w:val="00656E52"/>
    <w:rsid w:val="00663D7E"/>
    <w:rsid w:val="00665D0F"/>
    <w:rsid w:val="00671392"/>
    <w:rsid w:val="006713DB"/>
    <w:rsid w:val="00671D3B"/>
    <w:rsid w:val="00672657"/>
    <w:rsid w:val="00674D38"/>
    <w:rsid w:val="00674DAC"/>
    <w:rsid w:val="00684A5B"/>
    <w:rsid w:val="00685EB1"/>
    <w:rsid w:val="006863F6"/>
    <w:rsid w:val="006923BC"/>
    <w:rsid w:val="0069413E"/>
    <w:rsid w:val="00696388"/>
    <w:rsid w:val="006A08C5"/>
    <w:rsid w:val="006A1F71"/>
    <w:rsid w:val="006A28D1"/>
    <w:rsid w:val="006A3D9E"/>
    <w:rsid w:val="006A68CE"/>
    <w:rsid w:val="006A7679"/>
    <w:rsid w:val="006B006C"/>
    <w:rsid w:val="006B725F"/>
    <w:rsid w:val="006C33D0"/>
    <w:rsid w:val="006C6B02"/>
    <w:rsid w:val="006D103D"/>
    <w:rsid w:val="006D16F2"/>
    <w:rsid w:val="006E134A"/>
    <w:rsid w:val="006E38A7"/>
    <w:rsid w:val="006E42A0"/>
    <w:rsid w:val="006F2435"/>
    <w:rsid w:val="006F26C5"/>
    <w:rsid w:val="006F328B"/>
    <w:rsid w:val="006F3444"/>
    <w:rsid w:val="006F4A92"/>
    <w:rsid w:val="006F5886"/>
    <w:rsid w:val="0070027C"/>
    <w:rsid w:val="007045A3"/>
    <w:rsid w:val="00706AFE"/>
    <w:rsid w:val="00707734"/>
    <w:rsid w:val="00707DCC"/>
    <w:rsid w:val="00707E19"/>
    <w:rsid w:val="00712191"/>
    <w:rsid w:val="00712F7C"/>
    <w:rsid w:val="00712FB1"/>
    <w:rsid w:val="0071487E"/>
    <w:rsid w:val="00715A5E"/>
    <w:rsid w:val="00715A8C"/>
    <w:rsid w:val="00716972"/>
    <w:rsid w:val="00716F3E"/>
    <w:rsid w:val="007207F3"/>
    <w:rsid w:val="0072328A"/>
    <w:rsid w:val="00735794"/>
    <w:rsid w:val="00736785"/>
    <w:rsid w:val="007377B5"/>
    <w:rsid w:val="00743039"/>
    <w:rsid w:val="00746CC2"/>
    <w:rsid w:val="0075011F"/>
    <w:rsid w:val="007550CA"/>
    <w:rsid w:val="007551C5"/>
    <w:rsid w:val="00760323"/>
    <w:rsid w:val="00760C8E"/>
    <w:rsid w:val="007613E6"/>
    <w:rsid w:val="00762931"/>
    <w:rsid w:val="0076311C"/>
    <w:rsid w:val="007646F0"/>
    <w:rsid w:val="00765600"/>
    <w:rsid w:val="007676F2"/>
    <w:rsid w:val="0077009C"/>
    <w:rsid w:val="00770AE9"/>
    <w:rsid w:val="007731C2"/>
    <w:rsid w:val="00773D4D"/>
    <w:rsid w:val="00782F1B"/>
    <w:rsid w:val="007917C2"/>
    <w:rsid w:val="00791C9F"/>
    <w:rsid w:val="00792AAB"/>
    <w:rsid w:val="00793B47"/>
    <w:rsid w:val="00793E37"/>
    <w:rsid w:val="007A1D0C"/>
    <w:rsid w:val="007A1EBB"/>
    <w:rsid w:val="007A2A7B"/>
    <w:rsid w:val="007A2DF1"/>
    <w:rsid w:val="007A360E"/>
    <w:rsid w:val="007B11EA"/>
    <w:rsid w:val="007B4498"/>
    <w:rsid w:val="007B65B0"/>
    <w:rsid w:val="007B6C41"/>
    <w:rsid w:val="007B6DA1"/>
    <w:rsid w:val="007D0396"/>
    <w:rsid w:val="007D2E00"/>
    <w:rsid w:val="007D4132"/>
    <w:rsid w:val="007D4925"/>
    <w:rsid w:val="007D6774"/>
    <w:rsid w:val="007D7398"/>
    <w:rsid w:val="007E1DFE"/>
    <w:rsid w:val="007E22FA"/>
    <w:rsid w:val="007E3AEC"/>
    <w:rsid w:val="007E4534"/>
    <w:rsid w:val="007F0C8A"/>
    <w:rsid w:val="007F11AB"/>
    <w:rsid w:val="007F18CB"/>
    <w:rsid w:val="007F6327"/>
    <w:rsid w:val="008034D1"/>
    <w:rsid w:val="0080487D"/>
    <w:rsid w:val="00807EDF"/>
    <w:rsid w:val="008143CB"/>
    <w:rsid w:val="0081451C"/>
    <w:rsid w:val="0081614B"/>
    <w:rsid w:val="00820BBE"/>
    <w:rsid w:val="00821343"/>
    <w:rsid w:val="00823CA1"/>
    <w:rsid w:val="00826AAD"/>
    <w:rsid w:val="00827AD1"/>
    <w:rsid w:val="00832847"/>
    <w:rsid w:val="00840FFE"/>
    <w:rsid w:val="00841E7A"/>
    <w:rsid w:val="008472AA"/>
    <w:rsid w:val="008513B9"/>
    <w:rsid w:val="00851DD0"/>
    <w:rsid w:val="00852B71"/>
    <w:rsid w:val="00853831"/>
    <w:rsid w:val="00864C6F"/>
    <w:rsid w:val="00866788"/>
    <w:rsid w:val="008702D3"/>
    <w:rsid w:val="00870F29"/>
    <w:rsid w:val="00876034"/>
    <w:rsid w:val="00877A7F"/>
    <w:rsid w:val="0088033A"/>
    <w:rsid w:val="008827E7"/>
    <w:rsid w:val="00884152"/>
    <w:rsid w:val="0088759E"/>
    <w:rsid w:val="00887F1B"/>
    <w:rsid w:val="00891305"/>
    <w:rsid w:val="00893778"/>
    <w:rsid w:val="00893EC0"/>
    <w:rsid w:val="008945F7"/>
    <w:rsid w:val="008968EA"/>
    <w:rsid w:val="008A1696"/>
    <w:rsid w:val="008A45B8"/>
    <w:rsid w:val="008A45E7"/>
    <w:rsid w:val="008B28D9"/>
    <w:rsid w:val="008B429E"/>
    <w:rsid w:val="008B4345"/>
    <w:rsid w:val="008B4F03"/>
    <w:rsid w:val="008C14CC"/>
    <w:rsid w:val="008C55BD"/>
    <w:rsid w:val="008C58FE"/>
    <w:rsid w:val="008D3F7B"/>
    <w:rsid w:val="008E0433"/>
    <w:rsid w:val="008E2BE7"/>
    <w:rsid w:val="008E6C41"/>
    <w:rsid w:val="008F0816"/>
    <w:rsid w:val="008F6BB7"/>
    <w:rsid w:val="00900BD5"/>
    <w:rsid w:val="00900F42"/>
    <w:rsid w:val="0090151E"/>
    <w:rsid w:val="00901D73"/>
    <w:rsid w:val="00902776"/>
    <w:rsid w:val="00903A42"/>
    <w:rsid w:val="00904350"/>
    <w:rsid w:val="0091024B"/>
    <w:rsid w:val="0091198F"/>
    <w:rsid w:val="00912A16"/>
    <w:rsid w:val="00920670"/>
    <w:rsid w:val="00932E3C"/>
    <w:rsid w:val="00933A97"/>
    <w:rsid w:val="00933CCE"/>
    <w:rsid w:val="0094202E"/>
    <w:rsid w:val="00943460"/>
    <w:rsid w:val="009530C1"/>
    <w:rsid w:val="00955560"/>
    <w:rsid w:val="009573D3"/>
    <w:rsid w:val="009577D5"/>
    <w:rsid w:val="009609F4"/>
    <w:rsid w:val="00962461"/>
    <w:rsid w:val="00963E33"/>
    <w:rsid w:val="00965319"/>
    <w:rsid w:val="00967212"/>
    <w:rsid w:val="00971AF1"/>
    <w:rsid w:val="00972D16"/>
    <w:rsid w:val="0097362A"/>
    <w:rsid w:val="009751F7"/>
    <w:rsid w:val="00976570"/>
    <w:rsid w:val="00982BBE"/>
    <w:rsid w:val="0098684F"/>
    <w:rsid w:val="00991D48"/>
    <w:rsid w:val="00993540"/>
    <w:rsid w:val="00994AC0"/>
    <w:rsid w:val="009952BC"/>
    <w:rsid w:val="009960AC"/>
    <w:rsid w:val="00996A85"/>
    <w:rsid w:val="009977FF"/>
    <w:rsid w:val="009A0155"/>
    <w:rsid w:val="009A085B"/>
    <w:rsid w:val="009A241C"/>
    <w:rsid w:val="009B0F1A"/>
    <w:rsid w:val="009B109F"/>
    <w:rsid w:val="009B6127"/>
    <w:rsid w:val="009C0027"/>
    <w:rsid w:val="009C0783"/>
    <w:rsid w:val="009C1DE6"/>
    <w:rsid w:val="009C1F0E"/>
    <w:rsid w:val="009C283B"/>
    <w:rsid w:val="009C5423"/>
    <w:rsid w:val="009C55EB"/>
    <w:rsid w:val="009C6F99"/>
    <w:rsid w:val="009C7858"/>
    <w:rsid w:val="009D3A9C"/>
    <w:rsid w:val="009D3E8C"/>
    <w:rsid w:val="009E200C"/>
    <w:rsid w:val="009E2067"/>
    <w:rsid w:val="009E2653"/>
    <w:rsid w:val="009E3A0E"/>
    <w:rsid w:val="009E6B97"/>
    <w:rsid w:val="009F3939"/>
    <w:rsid w:val="009F3B72"/>
    <w:rsid w:val="009F6ACA"/>
    <w:rsid w:val="009F74AB"/>
    <w:rsid w:val="00A06428"/>
    <w:rsid w:val="00A1314B"/>
    <w:rsid w:val="00A13160"/>
    <w:rsid w:val="00A131D5"/>
    <w:rsid w:val="00A137D3"/>
    <w:rsid w:val="00A17B1F"/>
    <w:rsid w:val="00A20732"/>
    <w:rsid w:val="00A21366"/>
    <w:rsid w:val="00A2401D"/>
    <w:rsid w:val="00A25DD8"/>
    <w:rsid w:val="00A31915"/>
    <w:rsid w:val="00A331F5"/>
    <w:rsid w:val="00A35B16"/>
    <w:rsid w:val="00A373A3"/>
    <w:rsid w:val="00A42FCD"/>
    <w:rsid w:val="00A44A8F"/>
    <w:rsid w:val="00A47E67"/>
    <w:rsid w:val="00A51D96"/>
    <w:rsid w:val="00A531AD"/>
    <w:rsid w:val="00A5390B"/>
    <w:rsid w:val="00A54157"/>
    <w:rsid w:val="00A55074"/>
    <w:rsid w:val="00A558B2"/>
    <w:rsid w:val="00A61CB8"/>
    <w:rsid w:val="00A73998"/>
    <w:rsid w:val="00A74FAF"/>
    <w:rsid w:val="00A76FFD"/>
    <w:rsid w:val="00A83732"/>
    <w:rsid w:val="00A8593C"/>
    <w:rsid w:val="00A86DF1"/>
    <w:rsid w:val="00A90707"/>
    <w:rsid w:val="00A95D01"/>
    <w:rsid w:val="00A96F84"/>
    <w:rsid w:val="00A97A19"/>
    <w:rsid w:val="00A97CB9"/>
    <w:rsid w:val="00AA1295"/>
    <w:rsid w:val="00AA3010"/>
    <w:rsid w:val="00AA7658"/>
    <w:rsid w:val="00AB0CDD"/>
    <w:rsid w:val="00AB3938"/>
    <w:rsid w:val="00AB4004"/>
    <w:rsid w:val="00AB79C2"/>
    <w:rsid w:val="00AC3953"/>
    <w:rsid w:val="00AC59FB"/>
    <w:rsid w:val="00AC6D23"/>
    <w:rsid w:val="00AC7150"/>
    <w:rsid w:val="00AD1E00"/>
    <w:rsid w:val="00AD5A54"/>
    <w:rsid w:val="00AD6E3A"/>
    <w:rsid w:val="00AE14BB"/>
    <w:rsid w:val="00AE1DCA"/>
    <w:rsid w:val="00AE272E"/>
    <w:rsid w:val="00AE5545"/>
    <w:rsid w:val="00AE55C9"/>
    <w:rsid w:val="00AE7DFF"/>
    <w:rsid w:val="00AF244E"/>
    <w:rsid w:val="00AF498D"/>
    <w:rsid w:val="00AF5F7C"/>
    <w:rsid w:val="00AF73C3"/>
    <w:rsid w:val="00AF7CA3"/>
    <w:rsid w:val="00B02207"/>
    <w:rsid w:val="00B03403"/>
    <w:rsid w:val="00B04AE5"/>
    <w:rsid w:val="00B04BE5"/>
    <w:rsid w:val="00B063FA"/>
    <w:rsid w:val="00B10324"/>
    <w:rsid w:val="00B11CB6"/>
    <w:rsid w:val="00B122FF"/>
    <w:rsid w:val="00B15E6A"/>
    <w:rsid w:val="00B20AB2"/>
    <w:rsid w:val="00B22BE5"/>
    <w:rsid w:val="00B262FD"/>
    <w:rsid w:val="00B30154"/>
    <w:rsid w:val="00B30382"/>
    <w:rsid w:val="00B376B1"/>
    <w:rsid w:val="00B4114E"/>
    <w:rsid w:val="00B4433D"/>
    <w:rsid w:val="00B52684"/>
    <w:rsid w:val="00B56260"/>
    <w:rsid w:val="00B620D9"/>
    <w:rsid w:val="00B633DB"/>
    <w:rsid w:val="00B639ED"/>
    <w:rsid w:val="00B662EF"/>
    <w:rsid w:val="00B66A8C"/>
    <w:rsid w:val="00B67FA6"/>
    <w:rsid w:val="00B71C1A"/>
    <w:rsid w:val="00B75E26"/>
    <w:rsid w:val="00B7607F"/>
    <w:rsid w:val="00B771C3"/>
    <w:rsid w:val="00B8061C"/>
    <w:rsid w:val="00B815A0"/>
    <w:rsid w:val="00B81815"/>
    <w:rsid w:val="00B83BA2"/>
    <w:rsid w:val="00B849DE"/>
    <w:rsid w:val="00B853AA"/>
    <w:rsid w:val="00B875BF"/>
    <w:rsid w:val="00B90788"/>
    <w:rsid w:val="00B91F62"/>
    <w:rsid w:val="00B9256A"/>
    <w:rsid w:val="00B9282A"/>
    <w:rsid w:val="00B93974"/>
    <w:rsid w:val="00B93FCC"/>
    <w:rsid w:val="00B9718D"/>
    <w:rsid w:val="00BB139F"/>
    <w:rsid w:val="00BB29F5"/>
    <w:rsid w:val="00BB2C98"/>
    <w:rsid w:val="00BB2F1C"/>
    <w:rsid w:val="00BC0196"/>
    <w:rsid w:val="00BC1ADF"/>
    <w:rsid w:val="00BC27A1"/>
    <w:rsid w:val="00BC2F0E"/>
    <w:rsid w:val="00BC5BD3"/>
    <w:rsid w:val="00BD0B82"/>
    <w:rsid w:val="00BD7CE3"/>
    <w:rsid w:val="00BE15EC"/>
    <w:rsid w:val="00BE2105"/>
    <w:rsid w:val="00BE3198"/>
    <w:rsid w:val="00BE384E"/>
    <w:rsid w:val="00BE5C9D"/>
    <w:rsid w:val="00BE6997"/>
    <w:rsid w:val="00BE7C21"/>
    <w:rsid w:val="00BF4F5F"/>
    <w:rsid w:val="00BF5D68"/>
    <w:rsid w:val="00C003B5"/>
    <w:rsid w:val="00C0292A"/>
    <w:rsid w:val="00C03452"/>
    <w:rsid w:val="00C04EEB"/>
    <w:rsid w:val="00C06542"/>
    <w:rsid w:val="00C075A4"/>
    <w:rsid w:val="00C07F79"/>
    <w:rsid w:val="00C10F12"/>
    <w:rsid w:val="00C11826"/>
    <w:rsid w:val="00C12916"/>
    <w:rsid w:val="00C12BB6"/>
    <w:rsid w:val="00C15146"/>
    <w:rsid w:val="00C1527E"/>
    <w:rsid w:val="00C17A23"/>
    <w:rsid w:val="00C17E61"/>
    <w:rsid w:val="00C21B6A"/>
    <w:rsid w:val="00C25F89"/>
    <w:rsid w:val="00C266E0"/>
    <w:rsid w:val="00C27F1D"/>
    <w:rsid w:val="00C314F6"/>
    <w:rsid w:val="00C32073"/>
    <w:rsid w:val="00C32295"/>
    <w:rsid w:val="00C34718"/>
    <w:rsid w:val="00C35E95"/>
    <w:rsid w:val="00C375F2"/>
    <w:rsid w:val="00C42A0C"/>
    <w:rsid w:val="00C46D42"/>
    <w:rsid w:val="00C50C32"/>
    <w:rsid w:val="00C5173C"/>
    <w:rsid w:val="00C53546"/>
    <w:rsid w:val="00C57CB7"/>
    <w:rsid w:val="00C60178"/>
    <w:rsid w:val="00C613AC"/>
    <w:rsid w:val="00C61760"/>
    <w:rsid w:val="00C62B07"/>
    <w:rsid w:val="00C63C63"/>
    <w:rsid w:val="00C63CD6"/>
    <w:rsid w:val="00C65C64"/>
    <w:rsid w:val="00C65FC3"/>
    <w:rsid w:val="00C72943"/>
    <w:rsid w:val="00C72E9B"/>
    <w:rsid w:val="00C76FFB"/>
    <w:rsid w:val="00C80829"/>
    <w:rsid w:val="00C842AE"/>
    <w:rsid w:val="00C87D95"/>
    <w:rsid w:val="00C9077A"/>
    <w:rsid w:val="00C95CD2"/>
    <w:rsid w:val="00C963DA"/>
    <w:rsid w:val="00C973E2"/>
    <w:rsid w:val="00CA051B"/>
    <w:rsid w:val="00CA42B5"/>
    <w:rsid w:val="00CA42BE"/>
    <w:rsid w:val="00CA4D55"/>
    <w:rsid w:val="00CB2386"/>
    <w:rsid w:val="00CB3CBE"/>
    <w:rsid w:val="00CC153F"/>
    <w:rsid w:val="00CC2AD7"/>
    <w:rsid w:val="00CC2B55"/>
    <w:rsid w:val="00CC31A1"/>
    <w:rsid w:val="00CD14F9"/>
    <w:rsid w:val="00CD1E77"/>
    <w:rsid w:val="00CE2D8B"/>
    <w:rsid w:val="00CE4F98"/>
    <w:rsid w:val="00CE7CE7"/>
    <w:rsid w:val="00CF03D8"/>
    <w:rsid w:val="00CF6AA8"/>
    <w:rsid w:val="00D015D5"/>
    <w:rsid w:val="00D03D68"/>
    <w:rsid w:val="00D11B91"/>
    <w:rsid w:val="00D12AC1"/>
    <w:rsid w:val="00D179B7"/>
    <w:rsid w:val="00D22263"/>
    <w:rsid w:val="00D2292A"/>
    <w:rsid w:val="00D2603A"/>
    <w:rsid w:val="00D266DD"/>
    <w:rsid w:val="00D32B04"/>
    <w:rsid w:val="00D374E7"/>
    <w:rsid w:val="00D41037"/>
    <w:rsid w:val="00D42752"/>
    <w:rsid w:val="00D42A57"/>
    <w:rsid w:val="00D437E2"/>
    <w:rsid w:val="00D461AF"/>
    <w:rsid w:val="00D474CF"/>
    <w:rsid w:val="00D52D3C"/>
    <w:rsid w:val="00D55842"/>
    <w:rsid w:val="00D57EAE"/>
    <w:rsid w:val="00D6322B"/>
    <w:rsid w:val="00D63949"/>
    <w:rsid w:val="00D63AC3"/>
    <w:rsid w:val="00D652E7"/>
    <w:rsid w:val="00D6680B"/>
    <w:rsid w:val="00D70ED9"/>
    <w:rsid w:val="00D72D42"/>
    <w:rsid w:val="00D75BAF"/>
    <w:rsid w:val="00D77BCF"/>
    <w:rsid w:val="00D80C9B"/>
    <w:rsid w:val="00D822D3"/>
    <w:rsid w:val="00D84394"/>
    <w:rsid w:val="00D87800"/>
    <w:rsid w:val="00D929C4"/>
    <w:rsid w:val="00D942C0"/>
    <w:rsid w:val="00D94745"/>
    <w:rsid w:val="00D95E55"/>
    <w:rsid w:val="00DA0BDC"/>
    <w:rsid w:val="00DA281D"/>
    <w:rsid w:val="00DA37F9"/>
    <w:rsid w:val="00DA55B3"/>
    <w:rsid w:val="00DA578C"/>
    <w:rsid w:val="00DA75E6"/>
    <w:rsid w:val="00DA77C9"/>
    <w:rsid w:val="00DB139D"/>
    <w:rsid w:val="00DB1B0D"/>
    <w:rsid w:val="00DB1C00"/>
    <w:rsid w:val="00DB3664"/>
    <w:rsid w:val="00DB4603"/>
    <w:rsid w:val="00DB6151"/>
    <w:rsid w:val="00DC16FB"/>
    <w:rsid w:val="00DC326A"/>
    <w:rsid w:val="00DC368B"/>
    <w:rsid w:val="00DC3CA9"/>
    <w:rsid w:val="00DC4A65"/>
    <w:rsid w:val="00DC4F66"/>
    <w:rsid w:val="00DC6E36"/>
    <w:rsid w:val="00DC7116"/>
    <w:rsid w:val="00DD20F1"/>
    <w:rsid w:val="00DD4DAB"/>
    <w:rsid w:val="00DD69DD"/>
    <w:rsid w:val="00DE4863"/>
    <w:rsid w:val="00DE61A7"/>
    <w:rsid w:val="00DE6B8D"/>
    <w:rsid w:val="00DE7ECB"/>
    <w:rsid w:val="00DF0747"/>
    <w:rsid w:val="00DF7234"/>
    <w:rsid w:val="00E00764"/>
    <w:rsid w:val="00E01102"/>
    <w:rsid w:val="00E01B65"/>
    <w:rsid w:val="00E04D0E"/>
    <w:rsid w:val="00E060C2"/>
    <w:rsid w:val="00E0679C"/>
    <w:rsid w:val="00E06C25"/>
    <w:rsid w:val="00E10B44"/>
    <w:rsid w:val="00E11F02"/>
    <w:rsid w:val="00E134D2"/>
    <w:rsid w:val="00E13567"/>
    <w:rsid w:val="00E161DF"/>
    <w:rsid w:val="00E20D1D"/>
    <w:rsid w:val="00E218B1"/>
    <w:rsid w:val="00E24EE7"/>
    <w:rsid w:val="00E24FB5"/>
    <w:rsid w:val="00E25754"/>
    <w:rsid w:val="00E27167"/>
    <w:rsid w:val="00E2726B"/>
    <w:rsid w:val="00E33247"/>
    <w:rsid w:val="00E33301"/>
    <w:rsid w:val="00E353A0"/>
    <w:rsid w:val="00E37801"/>
    <w:rsid w:val="00E37D88"/>
    <w:rsid w:val="00E41693"/>
    <w:rsid w:val="00E46EAA"/>
    <w:rsid w:val="00E5038C"/>
    <w:rsid w:val="00E50A62"/>
    <w:rsid w:val="00E50B69"/>
    <w:rsid w:val="00E51076"/>
    <w:rsid w:val="00E5298B"/>
    <w:rsid w:val="00E56EFB"/>
    <w:rsid w:val="00E60044"/>
    <w:rsid w:val="00E64542"/>
    <w:rsid w:val="00E6458F"/>
    <w:rsid w:val="00E67384"/>
    <w:rsid w:val="00E7190F"/>
    <w:rsid w:val="00E7242D"/>
    <w:rsid w:val="00E74C76"/>
    <w:rsid w:val="00E77421"/>
    <w:rsid w:val="00E81414"/>
    <w:rsid w:val="00E815C9"/>
    <w:rsid w:val="00E87E25"/>
    <w:rsid w:val="00E93A4D"/>
    <w:rsid w:val="00E94294"/>
    <w:rsid w:val="00E97724"/>
    <w:rsid w:val="00EA04F1"/>
    <w:rsid w:val="00EA1796"/>
    <w:rsid w:val="00EA2FD3"/>
    <w:rsid w:val="00EA3134"/>
    <w:rsid w:val="00EA5D88"/>
    <w:rsid w:val="00EA5FF0"/>
    <w:rsid w:val="00EB397F"/>
    <w:rsid w:val="00EB7CE9"/>
    <w:rsid w:val="00EC09DA"/>
    <w:rsid w:val="00EC433F"/>
    <w:rsid w:val="00ED1FDE"/>
    <w:rsid w:val="00ED2C91"/>
    <w:rsid w:val="00ED4993"/>
    <w:rsid w:val="00ED67EF"/>
    <w:rsid w:val="00EE0639"/>
    <w:rsid w:val="00EE4B20"/>
    <w:rsid w:val="00EE6234"/>
    <w:rsid w:val="00EF0AF1"/>
    <w:rsid w:val="00EF1661"/>
    <w:rsid w:val="00F0071A"/>
    <w:rsid w:val="00F008CC"/>
    <w:rsid w:val="00F06EFB"/>
    <w:rsid w:val="00F07A1E"/>
    <w:rsid w:val="00F13631"/>
    <w:rsid w:val="00F1529E"/>
    <w:rsid w:val="00F16F07"/>
    <w:rsid w:val="00F2378A"/>
    <w:rsid w:val="00F2417F"/>
    <w:rsid w:val="00F26EA1"/>
    <w:rsid w:val="00F26FF3"/>
    <w:rsid w:val="00F32B74"/>
    <w:rsid w:val="00F33C05"/>
    <w:rsid w:val="00F34AF4"/>
    <w:rsid w:val="00F36012"/>
    <w:rsid w:val="00F40BFC"/>
    <w:rsid w:val="00F4106A"/>
    <w:rsid w:val="00F45975"/>
    <w:rsid w:val="00F45B7C"/>
    <w:rsid w:val="00F45FCE"/>
    <w:rsid w:val="00F50364"/>
    <w:rsid w:val="00F5240F"/>
    <w:rsid w:val="00F579F0"/>
    <w:rsid w:val="00F6097D"/>
    <w:rsid w:val="00F627CE"/>
    <w:rsid w:val="00F637C3"/>
    <w:rsid w:val="00F73A08"/>
    <w:rsid w:val="00F75D42"/>
    <w:rsid w:val="00F818E1"/>
    <w:rsid w:val="00F82DC1"/>
    <w:rsid w:val="00F852D6"/>
    <w:rsid w:val="00F8754B"/>
    <w:rsid w:val="00F92F3A"/>
    <w:rsid w:val="00F9334F"/>
    <w:rsid w:val="00F9696A"/>
    <w:rsid w:val="00F97D7F"/>
    <w:rsid w:val="00FA122C"/>
    <w:rsid w:val="00FA31C7"/>
    <w:rsid w:val="00FA3B95"/>
    <w:rsid w:val="00FA7B44"/>
    <w:rsid w:val="00FB36B3"/>
    <w:rsid w:val="00FC1278"/>
    <w:rsid w:val="00FC438C"/>
    <w:rsid w:val="00FC705D"/>
    <w:rsid w:val="00FC7222"/>
    <w:rsid w:val="00FD1B65"/>
    <w:rsid w:val="00FD3E8F"/>
    <w:rsid w:val="00FD576C"/>
    <w:rsid w:val="00FE6ADF"/>
    <w:rsid w:val="00FE7735"/>
    <w:rsid w:val="00FF09C4"/>
    <w:rsid w:val="00FF1E3F"/>
    <w:rsid w:val="00FF2B66"/>
    <w:rsid w:val="00FF320D"/>
    <w:rsid w:val="00FF6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2F0E"/>
    <w:rPr>
      <w:rFonts w:ascii="TimesET" w:hAnsi="TimesET"/>
    </w:rPr>
  </w:style>
  <w:style w:type="paragraph" w:styleId="1">
    <w:name w:val="heading 1"/>
    <w:basedOn w:val="a"/>
    <w:next w:val="a"/>
    <w:qFormat/>
    <w:rsid w:val="00F73A08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F73A08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73A08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F73A08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F73A0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F73A08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73A08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F73A08"/>
  </w:style>
  <w:style w:type="table" w:styleId="a9">
    <w:name w:val="Table Grid"/>
    <w:basedOn w:val="a1"/>
    <w:uiPriority w:val="59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BC2F0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c">
    <w:name w:val="List Paragraph"/>
    <w:basedOn w:val="a"/>
    <w:uiPriority w:val="34"/>
    <w:qFormat/>
    <w:rsid w:val="00BC2F0E"/>
    <w:pPr>
      <w:ind w:left="720"/>
      <w:contextualSpacing/>
    </w:pPr>
  </w:style>
  <w:style w:type="paragraph" w:customStyle="1" w:styleId="ConsPlusTitle">
    <w:name w:val="ConsPlusTitle"/>
    <w:rsid w:val="00D942C0"/>
    <w:pPr>
      <w:widowControl w:val="0"/>
      <w:autoSpaceDE w:val="0"/>
      <w:autoSpaceDN w:val="0"/>
    </w:pPr>
    <w:rPr>
      <w:b/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D942C0"/>
    <w:rPr>
      <w:rFonts w:ascii="Arial" w:eastAsia="Calibri" w:hAnsi="Arial" w:cs="Arial"/>
      <w:lang w:eastAsia="en-US" w:bidi="ar-SA"/>
    </w:rPr>
  </w:style>
  <w:style w:type="character" w:customStyle="1" w:styleId="ad">
    <w:name w:val="Основной текст_"/>
    <w:link w:val="20"/>
    <w:locked/>
    <w:rsid w:val="005601C4"/>
    <w:rPr>
      <w:sz w:val="27"/>
      <w:shd w:val="clear" w:color="auto" w:fill="FFFFFF"/>
    </w:rPr>
  </w:style>
  <w:style w:type="paragraph" w:customStyle="1" w:styleId="20">
    <w:name w:val="Основной текст2"/>
    <w:basedOn w:val="a"/>
    <w:link w:val="ad"/>
    <w:rsid w:val="005601C4"/>
    <w:pPr>
      <w:widowControl w:val="0"/>
      <w:shd w:val="clear" w:color="auto" w:fill="FFFFFF"/>
      <w:spacing w:before="360" w:after="360" w:line="240" w:lineRule="atLeast"/>
      <w:ind w:hanging="1620"/>
      <w:jc w:val="center"/>
    </w:pPr>
    <w:rPr>
      <w:rFonts w:ascii="Times New Roman" w:hAnsi="Times New Roman"/>
      <w:sz w:val="27"/>
    </w:rPr>
  </w:style>
  <w:style w:type="paragraph" w:styleId="ae">
    <w:name w:val="No Spacing"/>
    <w:uiPriority w:val="1"/>
    <w:qFormat/>
    <w:rsid w:val="00202955"/>
    <w:rPr>
      <w:rFonts w:ascii="TimesET" w:hAnsi="TimesE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64;&#1040;&#1041;&#1051;&#1054;&#1053;&#1067;\&#1041;&#1051;&#1040;&#1053;&#1050;&#1048;%20&#1055;&#1088;&#1072;&#1074;-&#1074;&#1072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0E1AC-B75C-49DA-BF15-B90091D2C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2346</TotalTime>
  <Pages>40</Pages>
  <Words>7181</Words>
  <Characters>40935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48020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Дегтева</dc:creator>
  <cp:lastModifiedBy>Дягилева М.А.</cp:lastModifiedBy>
  <cp:revision>145</cp:revision>
  <cp:lastPrinted>2020-06-16T13:17:00Z</cp:lastPrinted>
  <dcterms:created xsi:type="dcterms:W3CDTF">2019-11-14T15:34:00Z</dcterms:created>
  <dcterms:modified xsi:type="dcterms:W3CDTF">2020-06-19T06:31:00Z</dcterms:modified>
</cp:coreProperties>
</file>